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62"/>
        <w:gridCol w:w="7238"/>
      </w:tblGrid>
      <w:tr w:rsidR="00EA47D4" w14:paraId="182626E4" w14:textId="77777777">
        <w:tc>
          <w:tcPr>
            <w:tcW w:w="2088" w:type="dxa"/>
          </w:tcPr>
          <w:p w14:paraId="635B7CC0" w14:textId="77777777" w:rsidR="00EA47D4" w:rsidRDefault="00EA47D4">
            <w:pPr>
              <w:pStyle w:val="Heading1"/>
            </w:pPr>
          </w:p>
          <w:bookmarkStart w:id="0" w:name="_MON_1021409839"/>
          <w:bookmarkEnd w:id="0"/>
          <w:p w14:paraId="47CDCF8E" w14:textId="77777777" w:rsidR="00EA47D4" w:rsidRDefault="00EA47D4">
            <w:pPr>
              <w:jc w:val="center"/>
              <w:rPr>
                <w:position w:val="-6"/>
              </w:rPr>
            </w:pPr>
            <w:r>
              <w:rPr>
                <w:position w:val="-6"/>
              </w:rPr>
              <w:object w:dxaOrig="1342" w:dyaOrig="1485" w14:anchorId="3E8AD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6pt;height:1in" o:ole="">
                  <v:imagedata r:id="rId8" o:title=""/>
                </v:shape>
                <o:OLEObject Type="Embed" ProgID="Word.Picture.8" ShapeID="_x0000_i1025" DrawAspect="Content" ObjectID="_1660563721" r:id="rId9"/>
              </w:object>
            </w:r>
          </w:p>
          <w:p w14:paraId="3DA05374" w14:textId="77777777" w:rsidR="00EA47D4" w:rsidRDefault="00EA47D4">
            <w:pPr>
              <w:jc w:val="center"/>
            </w:pPr>
          </w:p>
        </w:tc>
        <w:tc>
          <w:tcPr>
            <w:tcW w:w="7488" w:type="dxa"/>
            <w:vAlign w:val="center"/>
          </w:tcPr>
          <w:p w14:paraId="4AAE4CF3" w14:textId="77777777" w:rsidR="00EA47D4" w:rsidRDefault="00EA47D4">
            <w:pPr>
              <w:pStyle w:val="TitleChapter"/>
              <w:rPr>
                <w:sz w:val="28"/>
              </w:rPr>
            </w:pPr>
            <w:r>
              <w:rPr>
                <w:sz w:val="28"/>
              </w:rPr>
              <w:t>Forest Service Manual</w:t>
            </w:r>
          </w:p>
          <w:p w14:paraId="1BCAEEE1" w14:textId="77777777" w:rsidR="00EA47D4" w:rsidRDefault="00EA47D4">
            <w:pPr>
              <w:pStyle w:val="TitleChapter"/>
              <w:rPr>
                <w:sz w:val="28"/>
              </w:rPr>
            </w:pPr>
            <w:r>
              <w:rPr>
                <w:sz w:val="28"/>
              </w:rPr>
              <w:t>national headquarters (wo)</w:t>
            </w:r>
          </w:p>
          <w:p w14:paraId="533AF718" w14:textId="77777777" w:rsidR="00EA47D4" w:rsidRDefault="00EA47D4">
            <w:pPr>
              <w:pStyle w:val="TitleChapter"/>
            </w:pPr>
            <w:r>
              <w:rPr>
                <w:sz w:val="28"/>
              </w:rPr>
              <w:t>Washington, DC</w:t>
            </w:r>
          </w:p>
        </w:tc>
      </w:tr>
    </w:tbl>
    <w:p w14:paraId="0AAEC422" w14:textId="77777777" w:rsidR="00EA47D4" w:rsidRDefault="00EA47D4"/>
    <w:p w14:paraId="6DA714E1" w14:textId="77777777" w:rsidR="00EA47D4" w:rsidRDefault="00EA47D4">
      <w:pPr>
        <w:pStyle w:val="TitleChapter"/>
      </w:pPr>
      <w:r>
        <w:t xml:space="preserve">fsM </w:t>
      </w:r>
      <w:r w:rsidR="0091264E">
        <w:t>1200</w:t>
      </w:r>
      <w:r w:rsidR="0091264E" w:rsidRPr="00D732A5">
        <w:t xml:space="preserve"> </w:t>
      </w:r>
      <w:r w:rsidR="0091264E">
        <w:t>–</w:t>
      </w:r>
      <w:r w:rsidR="0091264E" w:rsidRPr="00D732A5">
        <w:t xml:space="preserve"> </w:t>
      </w:r>
      <w:r w:rsidR="0091264E">
        <w:t>organization</w:t>
      </w:r>
    </w:p>
    <w:p w14:paraId="3DD8F559" w14:textId="77777777" w:rsidR="00EA47D4" w:rsidRDefault="00EA47D4">
      <w:pPr>
        <w:pStyle w:val="TitleChapter"/>
      </w:pPr>
    </w:p>
    <w:p w14:paraId="474929AE" w14:textId="77777777" w:rsidR="00EA47D4" w:rsidRDefault="00EA47D4">
      <w:pPr>
        <w:pStyle w:val="TitleChapter"/>
        <w:rPr>
          <w:b w:val="0"/>
          <w:bCs/>
        </w:rPr>
      </w:pPr>
      <w:r>
        <w:t xml:space="preserve">chapteR </w:t>
      </w:r>
      <w:r w:rsidR="0091264E">
        <w:t>1220 –</w:t>
      </w:r>
      <w:r w:rsidR="0091264E" w:rsidRPr="00D732A5">
        <w:t xml:space="preserve"> </w:t>
      </w:r>
      <w:r w:rsidR="0091264E">
        <w:t>ORGANIZATION AND POSITION MANAGEMENT</w:t>
      </w:r>
    </w:p>
    <w:p w14:paraId="5CD0C396" w14:textId="77777777" w:rsidR="00EA47D4" w:rsidRDefault="00EA47D4">
      <w:pPr>
        <w:pStyle w:val="TitleChapter"/>
      </w:pPr>
    </w:p>
    <w:p w14:paraId="4FEC475B" w14:textId="753D93A7" w:rsidR="00EA47D4" w:rsidRDefault="00EA47D4">
      <w:pPr>
        <w:pStyle w:val="Categories"/>
        <w:rPr>
          <w:rFonts w:ascii="Times New Roman" w:hAnsi="Times New Roman"/>
          <w:b w:val="0"/>
          <w:color w:val="auto"/>
        </w:rPr>
      </w:pPr>
      <w:r>
        <w:t xml:space="preserve">Amendment No.:  </w:t>
      </w:r>
      <w:r w:rsidR="001A26C5">
        <w:rPr>
          <w:rFonts w:ascii="Times New Roman" w:hAnsi="Times New Roman"/>
          <w:b w:val="0"/>
          <w:color w:val="auto"/>
        </w:rPr>
        <w:t>1200-2020-1</w:t>
      </w:r>
    </w:p>
    <w:p w14:paraId="367A3D2F" w14:textId="77777777" w:rsidR="00EA47D4" w:rsidRDefault="00EA47D4">
      <w:pPr>
        <w:pStyle w:val="Categories"/>
      </w:pPr>
    </w:p>
    <w:p w14:paraId="0A8A06B9" w14:textId="6BC5030B" w:rsidR="00EA47D4" w:rsidRDefault="00EA47D4">
      <w:pPr>
        <w:pStyle w:val="Categories"/>
        <w:rPr>
          <w:rFonts w:ascii="Times New Roman" w:hAnsi="Times New Roman"/>
          <w:b w:val="0"/>
          <w:color w:val="auto"/>
        </w:rPr>
      </w:pPr>
      <w:r>
        <w:t xml:space="preserve">Effective Date:  </w:t>
      </w:r>
      <w:r w:rsidR="004A71ED" w:rsidRPr="004A71ED">
        <w:rPr>
          <w:b w:val="0"/>
          <w:bCs/>
          <w:color w:val="auto"/>
        </w:rPr>
        <w:t>08/18/2020</w:t>
      </w:r>
    </w:p>
    <w:p w14:paraId="6C30A818" w14:textId="77777777" w:rsidR="00EA47D4" w:rsidRDefault="00EA47D4">
      <w:pPr>
        <w:pStyle w:val="Categories"/>
      </w:pPr>
    </w:p>
    <w:p w14:paraId="21AD8619" w14:textId="77777777" w:rsidR="00EA47D4" w:rsidRDefault="00EA47D4">
      <w:pPr>
        <w:pStyle w:val="Categories"/>
      </w:pPr>
      <w:r>
        <w:t xml:space="preserve">Duration:  </w:t>
      </w:r>
      <w:r>
        <w:rPr>
          <w:rFonts w:ascii="Times New Roman" w:hAnsi="Times New Roman"/>
          <w:b w:val="0"/>
          <w:color w:val="auto"/>
        </w:rPr>
        <w:t>This amendment is effective until superseded or removed.</w:t>
      </w:r>
    </w:p>
    <w:p w14:paraId="18FE3DC8" w14:textId="77777777" w:rsidR="00EA47D4" w:rsidRDefault="00EA47D4">
      <w:pPr>
        <w:pStyle w:val="Categories"/>
      </w:pPr>
    </w:p>
    <w:tbl>
      <w:tblPr>
        <w:tblW w:w="9648" w:type="dxa"/>
        <w:tblBorders>
          <w:insideH w:val="single" w:sz="4" w:space="0" w:color="auto"/>
        </w:tblBorders>
        <w:tblLook w:val="0000" w:firstRow="0" w:lastRow="0" w:firstColumn="0" w:lastColumn="0" w:noHBand="0" w:noVBand="0"/>
      </w:tblPr>
      <w:tblGrid>
        <w:gridCol w:w="5868"/>
        <w:gridCol w:w="3780"/>
      </w:tblGrid>
      <w:tr w:rsidR="00EA47D4" w14:paraId="2151663A" w14:textId="77777777">
        <w:tc>
          <w:tcPr>
            <w:tcW w:w="5868" w:type="dxa"/>
          </w:tcPr>
          <w:p w14:paraId="6C94ED2E" w14:textId="5B4BA456" w:rsidR="00EA47D4" w:rsidRDefault="00EA47D4">
            <w:pPr>
              <w:pStyle w:val="Categories"/>
            </w:pPr>
            <w:r>
              <w:rPr>
                <w:bCs/>
              </w:rPr>
              <w:t>Approved:</w:t>
            </w:r>
            <w:r w:rsidR="001A26C5">
              <w:t xml:space="preserve">  </w:t>
            </w:r>
            <w:r w:rsidR="001A26C5">
              <w:rPr>
                <w:rFonts w:ascii="Times New Roman" w:hAnsi="Times New Roman"/>
                <w:b w:val="0"/>
                <w:caps/>
                <w:color w:val="auto"/>
              </w:rPr>
              <w:t>TINA TERRELL</w:t>
            </w:r>
          </w:p>
          <w:p w14:paraId="285C0183" w14:textId="22E5964C" w:rsidR="00EA47D4" w:rsidRDefault="00EA47D4">
            <w:r>
              <w:tab/>
              <w:t xml:space="preserve">          </w:t>
            </w:r>
            <w:r w:rsidR="001A26C5">
              <w:t>Associate Deputy Chief, NFS</w:t>
            </w:r>
          </w:p>
        </w:tc>
        <w:tc>
          <w:tcPr>
            <w:tcW w:w="3780" w:type="dxa"/>
          </w:tcPr>
          <w:p w14:paraId="6CB2C58B" w14:textId="1BD13D93" w:rsidR="00EA47D4" w:rsidRDefault="00EA47D4">
            <w:r>
              <w:rPr>
                <w:rFonts w:ascii="Arial" w:hAnsi="Arial"/>
                <w:b/>
                <w:color w:val="0000FF"/>
              </w:rPr>
              <w:t>Date Approved:</w:t>
            </w:r>
            <w:r w:rsidR="00510940">
              <w:t xml:space="preserve">  08/02</w:t>
            </w:r>
            <w:r w:rsidR="001A26C5">
              <w:t>/2020</w:t>
            </w:r>
          </w:p>
        </w:tc>
      </w:tr>
    </w:tbl>
    <w:p w14:paraId="4ACB74F2" w14:textId="77777777" w:rsidR="00EA47D4" w:rsidRDefault="00EA47D4">
      <w:pPr>
        <w:pStyle w:val="Categories"/>
      </w:pPr>
    </w:p>
    <w:p w14:paraId="7A523264" w14:textId="66D6363C" w:rsidR="00EA47D4" w:rsidRDefault="00EA47D4">
      <w:pPr>
        <w:pStyle w:val="Categories"/>
        <w:rPr>
          <w:rFonts w:ascii="Times New Roman" w:hAnsi="Times New Roman"/>
          <w:b w:val="0"/>
          <w:color w:val="auto"/>
        </w:rPr>
      </w:pPr>
      <w:r>
        <w:t xml:space="preserve">Posting Instructions:  </w:t>
      </w:r>
      <w:r>
        <w:rPr>
          <w:rFonts w:ascii="Times New Roman" w:hAnsi="Times New Roman"/>
          <w:b w:val="0"/>
          <w:color w:val="auto"/>
        </w:rPr>
        <w:t xml:space="preserve">Amendments are numbered consecutively by title and calendar year.  Post by document; remove the entire document and replace it with this amendment.  Retain this transmittal as the first page(s) of this document.  The last amendment to this title was </w:t>
      </w:r>
      <w:r w:rsidR="001A26C5">
        <w:rPr>
          <w:rFonts w:ascii="Times New Roman" w:hAnsi="Times New Roman"/>
          <w:b w:val="0"/>
          <w:color w:val="auto"/>
        </w:rPr>
        <w:t xml:space="preserve">1200-2013-1 to FSM 1230. </w:t>
      </w:r>
    </w:p>
    <w:p w14:paraId="3E64154C" w14:textId="77777777" w:rsidR="00EA47D4" w:rsidRDefault="00EA4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359"/>
        <w:gridCol w:w="1864"/>
      </w:tblGrid>
      <w:tr w:rsidR="00EA47D4" w14:paraId="5F903BCC" w14:textId="77777777">
        <w:tc>
          <w:tcPr>
            <w:tcW w:w="3192" w:type="dxa"/>
          </w:tcPr>
          <w:p w14:paraId="2091DEE6" w14:textId="77777777" w:rsidR="00EA47D4" w:rsidRDefault="00EA47D4">
            <w:pPr>
              <w:rPr>
                <w:b/>
                <w:bCs/>
              </w:rPr>
            </w:pPr>
            <w:r>
              <w:rPr>
                <w:b/>
                <w:bCs/>
              </w:rPr>
              <w:t>New Document</w:t>
            </w:r>
          </w:p>
          <w:p w14:paraId="1720F2AD" w14:textId="77777777" w:rsidR="00EA47D4" w:rsidRDefault="00EA47D4">
            <w:pPr>
              <w:rPr>
                <w:b/>
                <w:bCs/>
              </w:rPr>
            </w:pPr>
          </w:p>
        </w:tc>
        <w:tc>
          <w:tcPr>
            <w:tcW w:w="4476" w:type="dxa"/>
          </w:tcPr>
          <w:p w14:paraId="660A9782" w14:textId="5DCD9D44" w:rsidR="00EA47D4" w:rsidRDefault="000040DF" w:rsidP="00294658">
            <w:r>
              <w:t>1220</w:t>
            </w:r>
          </w:p>
        </w:tc>
        <w:tc>
          <w:tcPr>
            <w:tcW w:w="1908" w:type="dxa"/>
          </w:tcPr>
          <w:p w14:paraId="3F634D10" w14:textId="64516718" w:rsidR="00EA47D4" w:rsidRDefault="000040DF">
            <w:pPr>
              <w:jc w:val="center"/>
            </w:pPr>
            <w:r>
              <w:t xml:space="preserve"> </w:t>
            </w:r>
            <w:r w:rsidR="001A26C5">
              <w:t>40</w:t>
            </w:r>
            <w:r w:rsidR="0047241B">
              <w:t xml:space="preserve"> </w:t>
            </w:r>
            <w:r>
              <w:t>Pages</w:t>
            </w:r>
          </w:p>
        </w:tc>
      </w:tr>
      <w:tr w:rsidR="00EA47D4" w14:paraId="08C9C580" w14:textId="77777777">
        <w:tc>
          <w:tcPr>
            <w:tcW w:w="3192" w:type="dxa"/>
          </w:tcPr>
          <w:p w14:paraId="3B52EAE9" w14:textId="77777777" w:rsidR="00EA47D4" w:rsidRDefault="00EA47D4">
            <w:pPr>
              <w:rPr>
                <w:sz w:val="20"/>
              </w:rPr>
            </w:pPr>
            <w:r>
              <w:rPr>
                <w:b/>
                <w:bCs/>
              </w:rPr>
              <w:t>Superseded Document(s) by Issuance Number and Effective Date</w:t>
            </w:r>
          </w:p>
        </w:tc>
        <w:tc>
          <w:tcPr>
            <w:tcW w:w="4476" w:type="dxa"/>
          </w:tcPr>
          <w:p w14:paraId="269BA0B6" w14:textId="77777777" w:rsidR="001A26C5" w:rsidRDefault="001A26C5" w:rsidP="001A26C5">
            <w:r>
              <w:t>1220</w:t>
            </w:r>
          </w:p>
          <w:p w14:paraId="706AF760" w14:textId="3B713132" w:rsidR="00EA47D4" w:rsidRDefault="001A26C5" w:rsidP="001A26C5">
            <w:r>
              <w:t>(Amendment 1200-1994-2, 08/26/1994)</w:t>
            </w:r>
          </w:p>
        </w:tc>
        <w:tc>
          <w:tcPr>
            <w:tcW w:w="1908" w:type="dxa"/>
          </w:tcPr>
          <w:p w14:paraId="52A115AF" w14:textId="00792528" w:rsidR="00EA47D4" w:rsidRDefault="001A26C5">
            <w:pPr>
              <w:jc w:val="center"/>
            </w:pPr>
            <w:r>
              <w:t>32 Pages</w:t>
            </w:r>
            <w:r w:rsidR="0091264E">
              <w:t xml:space="preserve"> </w:t>
            </w:r>
          </w:p>
        </w:tc>
      </w:tr>
    </w:tbl>
    <w:p w14:paraId="3FAA7AB2" w14:textId="77777777" w:rsidR="00EA47D4" w:rsidRDefault="00EA47D4"/>
    <w:p w14:paraId="0A31C52D" w14:textId="77777777" w:rsidR="00EA47D4" w:rsidRDefault="00EA47D4">
      <w:pPr>
        <w:pStyle w:val="Categories"/>
      </w:pPr>
      <w:r>
        <w:t xml:space="preserve">Digest:  </w:t>
      </w:r>
    </w:p>
    <w:p w14:paraId="3265FFE7" w14:textId="77777777" w:rsidR="00EA47D4" w:rsidRDefault="00EA47D4"/>
    <w:p w14:paraId="0B93214D" w14:textId="46E63765" w:rsidR="00E17FCE" w:rsidRPr="003E5618" w:rsidRDefault="00E17FCE" w:rsidP="00E17FCE">
      <w:r>
        <w:rPr>
          <w:u w:val="single"/>
        </w:rPr>
        <w:t>1226.14</w:t>
      </w:r>
      <w:r w:rsidRPr="003E5618">
        <w:t xml:space="preserve"> </w:t>
      </w:r>
      <w:r>
        <w:t>–</w:t>
      </w:r>
      <w:r w:rsidRPr="003E5618">
        <w:t xml:space="preserve"> </w:t>
      </w:r>
      <w:r>
        <w:t xml:space="preserve">Establishes code, caption, and sets forth responsibilities to the “National Technology &amp; Development Program Director and the Geospatial Technology &amp; Applications Center Director” </w:t>
      </w:r>
      <w:r w:rsidR="00170A3A">
        <w:t xml:space="preserve">to </w:t>
      </w:r>
      <w:r>
        <w:t>promptly document approved organizational changes.</w:t>
      </w:r>
    </w:p>
    <w:p w14:paraId="2070344D" w14:textId="77777777" w:rsidR="00E17FCE" w:rsidRPr="003E5618" w:rsidRDefault="00E17FCE" w:rsidP="0091264E"/>
    <w:p w14:paraId="5A1EB291" w14:textId="77777777" w:rsidR="0091264E" w:rsidRDefault="00EA47D4" w:rsidP="0091264E">
      <w:r>
        <w:br w:type="page"/>
      </w:r>
    </w:p>
    <w:p w14:paraId="66B554FE" w14:textId="77777777" w:rsidR="0091264E" w:rsidRDefault="0091264E" w:rsidP="0091264E">
      <w:pPr>
        <w:pStyle w:val="Categories"/>
        <w:jc w:val="center"/>
      </w:pPr>
      <w:r>
        <w:lastRenderedPageBreak/>
        <w:t>Table of Contents</w:t>
      </w:r>
    </w:p>
    <w:p w14:paraId="558A78D4" w14:textId="77777777" w:rsidR="0091264E" w:rsidRDefault="0091264E" w:rsidP="0091264E"/>
    <w:p w14:paraId="5C2EBFD5" w14:textId="77777777" w:rsidR="0034751B" w:rsidRDefault="006B2E4D">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6250515" w:history="1">
        <w:r w:rsidR="0034751B" w:rsidRPr="00C84A80">
          <w:rPr>
            <w:rStyle w:val="Hyperlink"/>
            <w:noProof/>
          </w:rPr>
          <w:t>1220.2 - Objectives</w:t>
        </w:r>
        <w:r w:rsidR="0034751B">
          <w:rPr>
            <w:noProof/>
            <w:webHidden/>
          </w:rPr>
          <w:tab/>
        </w:r>
        <w:r w:rsidR="0034751B">
          <w:rPr>
            <w:noProof/>
            <w:webHidden/>
          </w:rPr>
          <w:fldChar w:fldCharType="begin"/>
        </w:r>
        <w:r w:rsidR="0034751B">
          <w:rPr>
            <w:noProof/>
            <w:webHidden/>
          </w:rPr>
          <w:instrText xml:space="preserve"> PAGEREF _Toc16250515 \h </w:instrText>
        </w:r>
        <w:r w:rsidR="0034751B">
          <w:rPr>
            <w:noProof/>
            <w:webHidden/>
          </w:rPr>
        </w:r>
        <w:r w:rsidR="0034751B">
          <w:rPr>
            <w:noProof/>
            <w:webHidden/>
          </w:rPr>
          <w:fldChar w:fldCharType="separate"/>
        </w:r>
        <w:r w:rsidR="006915FC">
          <w:rPr>
            <w:noProof/>
            <w:webHidden/>
          </w:rPr>
          <w:t>4</w:t>
        </w:r>
        <w:r w:rsidR="0034751B">
          <w:rPr>
            <w:noProof/>
            <w:webHidden/>
          </w:rPr>
          <w:fldChar w:fldCharType="end"/>
        </w:r>
      </w:hyperlink>
    </w:p>
    <w:p w14:paraId="088244FE"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16" w:history="1">
        <w:r w:rsidR="0034751B" w:rsidRPr="00C84A80">
          <w:rPr>
            <w:rStyle w:val="Hyperlink"/>
            <w:noProof/>
          </w:rPr>
          <w:t>1220.4 - Responsibility</w:t>
        </w:r>
        <w:r w:rsidR="0034751B">
          <w:rPr>
            <w:noProof/>
            <w:webHidden/>
          </w:rPr>
          <w:tab/>
        </w:r>
        <w:r w:rsidR="0034751B">
          <w:rPr>
            <w:noProof/>
            <w:webHidden/>
          </w:rPr>
          <w:fldChar w:fldCharType="begin"/>
        </w:r>
        <w:r w:rsidR="0034751B">
          <w:rPr>
            <w:noProof/>
            <w:webHidden/>
          </w:rPr>
          <w:instrText xml:space="preserve"> PAGEREF _Toc16250516 \h </w:instrText>
        </w:r>
        <w:r w:rsidR="0034751B">
          <w:rPr>
            <w:noProof/>
            <w:webHidden/>
          </w:rPr>
        </w:r>
        <w:r w:rsidR="0034751B">
          <w:rPr>
            <w:noProof/>
            <w:webHidden/>
          </w:rPr>
          <w:fldChar w:fldCharType="separate"/>
        </w:r>
        <w:r w:rsidR="006915FC">
          <w:rPr>
            <w:noProof/>
            <w:webHidden/>
          </w:rPr>
          <w:t>4</w:t>
        </w:r>
        <w:r w:rsidR="0034751B">
          <w:rPr>
            <w:noProof/>
            <w:webHidden/>
          </w:rPr>
          <w:fldChar w:fldCharType="end"/>
        </w:r>
      </w:hyperlink>
    </w:p>
    <w:p w14:paraId="089D8C5C" w14:textId="77777777" w:rsidR="0034751B" w:rsidRDefault="00985A7F">
      <w:pPr>
        <w:pStyle w:val="TOC1"/>
        <w:tabs>
          <w:tab w:val="right" w:leader="dot" w:pos="9350"/>
        </w:tabs>
        <w:rPr>
          <w:rFonts w:asciiTheme="minorHAnsi" w:eastAsiaTheme="minorEastAsia" w:hAnsiTheme="minorHAnsi" w:cstheme="minorBidi"/>
          <w:b w:val="0"/>
          <w:noProof/>
          <w:color w:val="auto"/>
          <w:sz w:val="22"/>
          <w:szCs w:val="22"/>
        </w:rPr>
      </w:pPr>
      <w:hyperlink w:anchor="_Toc16250517" w:history="1">
        <w:r w:rsidR="0034751B" w:rsidRPr="00C84A80">
          <w:rPr>
            <w:rStyle w:val="Hyperlink"/>
            <w:noProof/>
          </w:rPr>
          <w:t>1221 - POSITION MANAGEMENT</w:t>
        </w:r>
        <w:r w:rsidR="0034751B">
          <w:rPr>
            <w:noProof/>
            <w:webHidden/>
          </w:rPr>
          <w:tab/>
        </w:r>
        <w:r w:rsidR="0034751B">
          <w:rPr>
            <w:noProof/>
            <w:webHidden/>
          </w:rPr>
          <w:fldChar w:fldCharType="begin"/>
        </w:r>
        <w:r w:rsidR="0034751B">
          <w:rPr>
            <w:noProof/>
            <w:webHidden/>
          </w:rPr>
          <w:instrText xml:space="preserve"> PAGEREF _Toc16250517 \h </w:instrText>
        </w:r>
        <w:r w:rsidR="0034751B">
          <w:rPr>
            <w:noProof/>
            <w:webHidden/>
          </w:rPr>
        </w:r>
        <w:r w:rsidR="0034751B">
          <w:rPr>
            <w:noProof/>
            <w:webHidden/>
          </w:rPr>
          <w:fldChar w:fldCharType="separate"/>
        </w:r>
        <w:r w:rsidR="006915FC">
          <w:rPr>
            <w:noProof/>
            <w:webHidden/>
          </w:rPr>
          <w:t>5</w:t>
        </w:r>
        <w:r w:rsidR="0034751B">
          <w:rPr>
            <w:noProof/>
            <w:webHidden/>
          </w:rPr>
          <w:fldChar w:fldCharType="end"/>
        </w:r>
      </w:hyperlink>
    </w:p>
    <w:p w14:paraId="1F1E4EDC"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18" w:history="1">
        <w:r w:rsidR="0034751B" w:rsidRPr="00C84A80">
          <w:rPr>
            <w:rStyle w:val="Hyperlink"/>
            <w:noProof/>
          </w:rPr>
          <w:t>1221.01 - Authority</w:t>
        </w:r>
        <w:r w:rsidR="0034751B">
          <w:rPr>
            <w:noProof/>
            <w:webHidden/>
          </w:rPr>
          <w:tab/>
        </w:r>
        <w:r w:rsidR="0034751B">
          <w:rPr>
            <w:noProof/>
            <w:webHidden/>
          </w:rPr>
          <w:fldChar w:fldCharType="begin"/>
        </w:r>
        <w:r w:rsidR="0034751B">
          <w:rPr>
            <w:noProof/>
            <w:webHidden/>
          </w:rPr>
          <w:instrText xml:space="preserve"> PAGEREF _Toc16250518 \h </w:instrText>
        </w:r>
        <w:r w:rsidR="0034751B">
          <w:rPr>
            <w:noProof/>
            <w:webHidden/>
          </w:rPr>
        </w:r>
        <w:r w:rsidR="0034751B">
          <w:rPr>
            <w:noProof/>
            <w:webHidden/>
          </w:rPr>
          <w:fldChar w:fldCharType="separate"/>
        </w:r>
        <w:r w:rsidR="006915FC">
          <w:rPr>
            <w:noProof/>
            <w:webHidden/>
          </w:rPr>
          <w:t>5</w:t>
        </w:r>
        <w:r w:rsidR="0034751B">
          <w:rPr>
            <w:noProof/>
            <w:webHidden/>
          </w:rPr>
          <w:fldChar w:fldCharType="end"/>
        </w:r>
      </w:hyperlink>
    </w:p>
    <w:p w14:paraId="68C4128E"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19" w:history="1">
        <w:r w:rsidR="0034751B" w:rsidRPr="00C84A80">
          <w:rPr>
            <w:rStyle w:val="Hyperlink"/>
            <w:noProof/>
          </w:rPr>
          <w:t>1221.02 - Objectives</w:t>
        </w:r>
        <w:r w:rsidR="0034751B">
          <w:rPr>
            <w:noProof/>
            <w:webHidden/>
          </w:rPr>
          <w:tab/>
        </w:r>
        <w:r w:rsidR="0034751B">
          <w:rPr>
            <w:noProof/>
            <w:webHidden/>
          </w:rPr>
          <w:fldChar w:fldCharType="begin"/>
        </w:r>
        <w:r w:rsidR="0034751B">
          <w:rPr>
            <w:noProof/>
            <w:webHidden/>
          </w:rPr>
          <w:instrText xml:space="preserve"> PAGEREF _Toc16250519 \h </w:instrText>
        </w:r>
        <w:r w:rsidR="0034751B">
          <w:rPr>
            <w:noProof/>
            <w:webHidden/>
          </w:rPr>
        </w:r>
        <w:r w:rsidR="0034751B">
          <w:rPr>
            <w:noProof/>
            <w:webHidden/>
          </w:rPr>
          <w:fldChar w:fldCharType="separate"/>
        </w:r>
        <w:r w:rsidR="006915FC">
          <w:rPr>
            <w:noProof/>
            <w:webHidden/>
          </w:rPr>
          <w:t>5</w:t>
        </w:r>
        <w:r w:rsidR="0034751B">
          <w:rPr>
            <w:noProof/>
            <w:webHidden/>
          </w:rPr>
          <w:fldChar w:fldCharType="end"/>
        </w:r>
      </w:hyperlink>
    </w:p>
    <w:p w14:paraId="4508BA1C"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20" w:history="1">
        <w:r w:rsidR="0034751B" w:rsidRPr="00C84A80">
          <w:rPr>
            <w:rStyle w:val="Hyperlink"/>
            <w:noProof/>
          </w:rPr>
          <w:t>1221.04 - Responsibility</w:t>
        </w:r>
        <w:r w:rsidR="0034751B">
          <w:rPr>
            <w:noProof/>
            <w:webHidden/>
          </w:rPr>
          <w:tab/>
        </w:r>
        <w:r w:rsidR="0034751B">
          <w:rPr>
            <w:noProof/>
            <w:webHidden/>
          </w:rPr>
          <w:fldChar w:fldCharType="begin"/>
        </w:r>
        <w:r w:rsidR="0034751B">
          <w:rPr>
            <w:noProof/>
            <w:webHidden/>
          </w:rPr>
          <w:instrText xml:space="preserve"> PAGEREF _Toc16250520 \h </w:instrText>
        </w:r>
        <w:r w:rsidR="0034751B">
          <w:rPr>
            <w:noProof/>
            <w:webHidden/>
          </w:rPr>
        </w:r>
        <w:r w:rsidR="0034751B">
          <w:rPr>
            <w:noProof/>
            <w:webHidden/>
          </w:rPr>
          <w:fldChar w:fldCharType="separate"/>
        </w:r>
        <w:r w:rsidR="006915FC">
          <w:rPr>
            <w:noProof/>
            <w:webHidden/>
          </w:rPr>
          <w:t>5</w:t>
        </w:r>
        <w:r w:rsidR="0034751B">
          <w:rPr>
            <w:noProof/>
            <w:webHidden/>
          </w:rPr>
          <w:fldChar w:fldCharType="end"/>
        </w:r>
      </w:hyperlink>
    </w:p>
    <w:p w14:paraId="7AD8ACEB"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21" w:history="1">
        <w:r w:rsidR="0034751B" w:rsidRPr="00C84A80">
          <w:rPr>
            <w:rStyle w:val="Hyperlink"/>
            <w:noProof/>
          </w:rPr>
          <w:t>1221.1 - Position Management Plans</w:t>
        </w:r>
        <w:r w:rsidR="0034751B">
          <w:rPr>
            <w:noProof/>
            <w:webHidden/>
          </w:rPr>
          <w:tab/>
        </w:r>
        <w:r w:rsidR="0034751B">
          <w:rPr>
            <w:noProof/>
            <w:webHidden/>
          </w:rPr>
          <w:fldChar w:fldCharType="begin"/>
        </w:r>
        <w:r w:rsidR="0034751B">
          <w:rPr>
            <w:noProof/>
            <w:webHidden/>
          </w:rPr>
          <w:instrText xml:space="preserve"> PAGEREF _Toc16250521 \h </w:instrText>
        </w:r>
        <w:r w:rsidR="0034751B">
          <w:rPr>
            <w:noProof/>
            <w:webHidden/>
          </w:rPr>
        </w:r>
        <w:r w:rsidR="0034751B">
          <w:rPr>
            <w:noProof/>
            <w:webHidden/>
          </w:rPr>
          <w:fldChar w:fldCharType="separate"/>
        </w:r>
        <w:r w:rsidR="006915FC">
          <w:rPr>
            <w:noProof/>
            <w:webHidden/>
          </w:rPr>
          <w:t>5</w:t>
        </w:r>
        <w:r w:rsidR="0034751B">
          <w:rPr>
            <w:noProof/>
            <w:webHidden/>
          </w:rPr>
          <w:fldChar w:fldCharType="end"/>
        </w:r>
      </w:hyperlink>
    </w:p>
    <w:p w14:paraId="656EB106"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22" w:history="1">
        <w:r w:rsidR="0034751B" w:rsidRPr="00C84A80">
          <w:rPr>
            <w:rStyle w:val="Hyperlink"/>
            <w:noProof/>
          </w:rPr>
          <w:t>1221.2 - Position Management Surveys</w:t>
        </w:r>
        <w:r w:rsidR="0034751B">
          <w:rPr>
            <w:noProof/>
            <w:webHidden/>
          </w:rPr>
          <w:tab/>
        </w:r>
        <w:r w:rsidR="0034751B">
          <w:rPr>
            <w:noProof/>
            <w:webHidden/>
          </w:rPr>
          <w:fldChar w:fldCharType="begin"/>
        </w:r>
        <w:r w:rsidR="0034751B">
          <w:rPr>
            <w:noProof/>
            <w:webHidden/>
          </w:rPr>
          <w:instrText xml:space="preserve"> PAGEREF _Toc16250522 \h </w:instrText>
        </w:r>
        <w:r w:rsidR="0034751B">
          <w:rPr>
            <w:noProof/>
            <w:webHidden/>
          </w:rPr>
        </w:r>
        <w:r w:rsidR="0034751B">
          <w:rPr>
            <w:noProof/>
            <w:webHidden/>
          </w:rPr>
          <w:fldChar w:fldCharType="separate"/>
        </w:r>
        <w:r w:rsidR="006915FC">
          <w:rPr>
            <w:noProof/>
            <w:webHidden/>
          </w:rPr>
          <w:t>6</w:t>
        </w:r>
        <w:r w:rsidR="0034751B">
          <w:rPr>
            <w:noProof/>
            <w:webHidden/>
          </w:rPr>
          <w:fldChar w:fldCharType="end"/>
        </w:r>
      </w:hyperlink>
    </w:p>
    <w:p w14:paraId="628A248B"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23" w:history="1">
        <w:r w:rsidR="0034751B" w:rsidRPr="00C84A80">
          <w:rPr>
            <w:rStyle w:val="Hyperlink"/>
            <w:noProof/>
          </w:rPr>
          <w:t>1221.3 - Position Management System Standards.</w:t>
        </w:r>
        <w:r w:rsidR="0034751B">
          <w:rPr>
            <w:noProof/>
            <w:webHidden/>
          </w:rPr>
          <w:tab/>
        </w:r>
        <w:r w:rsidR="0034751B">
          <w:rPr>
            <w:noProof/>
            <w:webHidden/>
          </w:rPr>
          <w:fldChar w:fldCharType="begin"/>
        </w:r>
        <w:r w:rsidR="0034751B">
          <w:rPr>
            <w:noProof/>
            <w:webHidden/>
          </w:rPr>
          <w:instrText xml:space="preserve"> PAGEREF _Toc16250523 \h </w:instrText>
        </w:r>
        <w:r w:rsidR="0034751B">
          <w:rPr>
            <w:noProof/>
            <w:webHidden/>
          </w:rPr>
        </w:r>
        <w:r w:rsidR="0034751B">
          <w:rPr>
            <w:noProof/>
            <w:webHidden/>
          </w:rPr>
          <w:fldChar w:fldCharType="separate"/>
        </w:r>
        <w:r w:rsidR="006915FC">
          <w:rPr>
            <w:noProof/>
            <w:webHidden/>
          </w:rPr>
          <w:t>6</w:t>
        </w:r>
        <w:r w:rsidR="0034751B">
          <w:rPr>
            <w:noProof/>
            <w:webHidden/>
          </w:rPr>
          <w:fldChar w:fldCharType="end"/>
        </w:r>
      </w:hyperlink>
    </w:p>
    <w:p w14:paraId="68A8E1E1"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24" w:history="1">
        <w:r w:rsidR="0034751B" w:rsidRPr="00C84A80">
          <w:rPr>
            <w:rStyle w:val="Hyperlink"/>
            <w:noProof/>
          </w:rPr>
          <w:t>1221.4 - Position Control</w:t>
        </w:r>
        <w:r w:rsidR="0034751B">
          <w:rPr>
            <w:noProof/>
            <w:webHidden/>
          </w:rPr>
          <w:tab/>
        </w:r>
        <w:r w:rsidR="0034751B">
          <w:rPr>
            <w:noProof/>
            <w:webHidden/>
          </w:rPr>
          <w:fldChar w:fldCharType="begin"/>
        </w:r>
        <w:r w:rsidR="0034751B">
          <w:rPr>
            <w:noProof/>
            <w:webHidden/>
          </w:rPr>
          <w:instrText xml:space="preserve"> PAGEREF _Toc16250524 \h </w:instrText>
        </w:r>
        <w:r w:rsidR="0034751B">
          <w:rPr>
            <w:noProof/>
            <w:webHidden/>
          </w:rPr>
        </w:r>
        <w:r w:rsidR="0034751B">
          <w:rPr>
            <w:noProof/>
            <w:webHidden/>
          </w:rPr>
          <w:fldChar w:fldCharType="separate"/>
        </w:r>
        <w:r w:rsidR="006915FC">
          <w:rPr>
            <w:noProof/>
            <w:webHidden/>
          </w:rPr>
          <w:t>6</w:t>
        </w:r>
        <w:r w:rsidR="0034751B">
          <w:rPr>
            <w:noProof/>
            <w:webHidden/>
          </w:rPr>
          <w:fldChar w:fldCharType="end"/>
        </w:r>
      </w:hyperlink>
    </w:p>
    <w:p w14:paraId="31EE5878"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25" w:history="1">
        <w:r w:rsidR="0034751B" w:rsidRPr="00C84A80">
          <w:rPr>
            <w:rStyle w:val="Hyperlink"/>
            <w:noProof/>
          </w:rPr>
          <w:t>1221.41 - Field Units</w:t>
        </w:r>
        <w:r w:rsidR="0034751B">
          <w:rPr>
            <w:noProof/>
            <w:webHidden/>
          </w:rPr>
          <w:tab/>
        </w:r>
        <w:r w:rsidR="0034751B">
          <w:rPr>
            <w:noProof/>
            <w:webHidden/>
          </w:rPr>
          <w:fldChar w:fldCharType="begin"/>
        </w:r>
        <w:r w:rsidR="0034751B">
          <w:rPr>
            <w:noProof/>
            <w:webHidden/>
          </w:rPr>
          <w:instrText xml:space="preserve"> PAGEREF _Toc16250525 \h </w:instrText>
        </w:r>
        <w:r w:rsidR="0034751B">
          <w:rPr>
            <w:noProof/>
            <w:webHidden/>
          </w:rPr>
        </w:r>
        <w:r w:rsidR="0034751B">
          <w:rPr>
            <w:noProof/>
            <w:webHidden/>
          </w:rPr>
          <w:fldChar w:fldCharType="separate"/>
        </w:r>
        <w:r w:rsidR="006915FC">
          <w:rPr>
            <w:noProof/>
            <w:webHidden/>
          </w:rPr>
          <w:t>7</w:t>
        </w:r>
        <w:r w:rsidR="0034751B">
          <w:rPr>
            <w:noProof/>
            <w:webHidden/>
          </w:rPr>
          <w:fldChar w:fldCharType="end"/>
        </w:r>
      </w:hyperlink>
    </w:p>
    <w:p w14:paraId="1FC4C45E"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26" w:history="1">
        <w:r w:rsidR="0034751B" w:rsidRPr="00C84A80">
          <w:rPr>
            <w:rStyle w:val="Hyperlink"/>
            <w:noProof/>
          </w:rPr>
          <w:t>1221.5 - Ceiling Controls</w:t>
        </w:r>
        <w:r w:rsidR="0034751B">
          <w:rPr>
            <w:noProof/>
            <w:webHidden/>
          </w:rPr>
          <w:tab/>
        </w:r>
        <w:r w:rsidR="0034751B">
          <w:rPr>
            <w:noProof/>
            <w:webHidden/>
          </w:rPr>
          <w:fldChar w:fldCharType="begin"/>
        </w:r>
        <w:r w:rsidR="0034751B">
          <w:rPr>
            <w:noProof/>
            <w:webHidden/>
          </w:rPr>
          <w:instrText xml:space="preserve"> PAGEREF _Toc16250526 \h </w:instrText>
        </w:r>
        <w:r w:rsidR="0034751B">
          <w:rPr>
            <w:noProof/>
            <w:webHidden/>
          </w:rPr>
        </w:r>
        <w:r w:rsidR="0034751B">
          <w:rPr>
            <w:noProof/>
            <w:webHidden/>
          </w:rPr>
          <w:fldChar w:fldCharType="separate"/>
        </w:r>
        <w:r w:rsidR="006915FC">
          <w:rPr>
            <w:noProof/>
            <w:webHidden/>
          </w:rPr>
          <w:t>7</w:t>
        </w:r>
        <w:r w:rsidR="0034751B">
          <w:rPr>
            <w:noProof/>
            <w:webHidden/>
          </w:rPr>
          <w:fldChar w:fldCharType="end"/>
        </w:r>
      </w:hyperlink>
    </w:p>
    <w:p w14:paraId="5AAE1CA5" w14:textId="77777777" w:rsidR="0034751B" w:rsidRDefault="00985A7F">
      <w:pPr>
        <w:pStyle w:val="TOC1"/>
        <w:tabs>
          <w:tab w:val="right" w:leader="dot" w:pos="9350"/>
        </w:tabs>
        <w:rPr>
          <w:rFonts w:asciiTheme="minorHAnsi" w:eastAsiaTheme="minorEastAsia" w:hAnsiTheme="minorHAnsi" w:cstheme="minorBidi"/>
          <w:b w:val="0"/>
          <w:noProof/>
          <w:color w:val="auto"/>
          <w:sz w:val="22"/>
          <w:szCs w:val="22"/>
        </w:rPr>
      </w:pPr>
      <w:hyperlink w:anchor="_Toc16250527" w:history="1">
        <w:r w:rsidR="0034751B" w:rsidRPr="00C84A80">
          <w:rPr>
            <w:rStyle w:val="Hyperlink"/>
            <w:noProof/>
          </w:rPr>
          <w:t>1222 - ORGANIZATION OF WORK UNITS</w:t>
        </w:r>
        <w:r w:rsidR="0034751B">
          <w:rPr>
            <w:noProof/>
            <w:webHidden/>
          </w:rPr>
          <w:tab/>
        </w:r>
        <w:r w:rsidR="0034751B">
          <w:rPr>
            <w:noProof/>
            <w:webHidden/>
          </w:rPr>
          <w:fldChar w:fldCharType="begin"/>
        </w:r>
        <w:r w:rsidR="0034751B">
          <w:rPr>
            <w:noProof/>
            <w:webHidden/>
          </w:rPr>
          <w:instrText xml:space="preserve"> PAGEREF _Toc16250527 \h </w:instrText>
        </w:r>
        <w:r w:rsidR="0034751B">
          <w:rPr>
            <w:noProof/>
            <w:webHidden/>
          </w:rPr>
        </w:r>
        <w:r w:rsidR="0034751B">
          <w:rPr>
            <w:noProof/>
            <w:webHidden/>
          </w:rPr>
          <w:fldChar w:fldCharType="separate"/>
        </w:r>
        <w:r w:rsidR="006915FC">
          <w:rPr>
            <w:noProof/>
            <w:webHidden/>
          </w:rPr>
          <w:t>7</w:t>
        </w:r>
        <w:r w:rsidR="0034751B">
          <w:rPr>
            <w:noProof/>
            <w:webHidden/>
          </w:rPr>
          <w:fldChar w:fldCharType="end"/>
        </w:r>
      </w:hyperlink>
    </w:p>
    <w:p w14:paraId="648DBF41"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28" w:history="1">
        <w:r w:rsidR="0034751B" w:rsidRPr="00C84A80">
          <w:rPr>
            <w:rStyle w:val="Hyperlink"/>
            <w:noProof/>
          </w:rPr>
          <w:t>1222.03 - Policy</w:t>
        </w:r>
        <w:r w:rsidR="0034751B">
          <w:rPr>
            <w:noProof/>
            <w:webHidden/>
          </w:rPr>
          <w:tab/>
        </w:r>
        <w:r w:rsidR="0034751B">
          <w:rPr>
            <w:noProof/>
            <w:webHidden/>
          </w:rPr>
          <w:fldChar w:fldCharType="begin"/>
        </w:r>
        <w:r w:rsidR="0034751B">
          <w:rPr>
            <w:noProof/>
            <w:webHidden/>
          </w:rPr>
          <w:instrText xml:space="preserve"> PAGEREF _Toc16250528 \h </w:instrText>
        </w:r>
        <w:r w:rsidR="0034751B">
          <w:rPr>
            <w:noProof/>
            <w:webHidden/>
          </w:rPr>
        </w:r>
        <w:r w:rsidR="0034751B">
          <w:rPr>
            <w:noProof/>
            <w:webHidden/>
          </w:rPr>
          <w:fldChar w:fldCharType="separate"/>
        </w:r>
        <w:r w:rsidR="006915FC">
          <w:rPr>
            <w:noProof/>
            <w:webHidden/>
          </w:rPr>
          <w:t>7</w:t>
        </w:r>
        <w:r w:rsidR="0034751B">
          <w:rPr>
            <w:noProof/>
            <w:webHidden/>
          </w:rPr>
          <w:fldChar w:fldCharType="end"/>
        </w:r>
      </w:hyperlink>
    </w:p>
    <w:p w14:paraId="2CEF0E3C"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29" w:history="1">
        <w:r w:rsidR="0034751B" w:rsidRPr="00C84A80">
          <w:rPr>
            <w:rStyle w:val="Hyperlink"/>
            <w:noProof/>
          </w:rPr>
          <w:t>1222.1 - Organization Principles</w:t>
        </w:r>
        <w:r w:rsidR="0034751B">
          <w:rPr>
            <w:noProof/>
            <w:webHidden/>
          </w:rPr>
          <w:tab/>
        </w:r>
        <w:r w:rsidR="0034751B">
          <w:rPr>
            <w:noProof/>
            <w:webHidden/>
          </w:rPr>
          <w:fldChar w:fldCharType="begin"/>
        </w:r>
        <w:r w:rsidR="0034751B">
          <w:rPr>
            <w:noProof/>
            <w:webHidden/>
          </w:rPr>
          <w:instrText xml:space="preserve"> PAGEREF _Toc16250529 \h </w:instrText>
        </w:r>
        <w:r w:rsidR="0034751B">
          <w:rPr>
            <w:noProof/>
            <w:webHidden/>
          </w:rPr>
        </w:r>
        <w:r w:rsidR="0034751B">
          <w:rPr>
            <w:noProof/>
            <w:webHidden/>
          </w:rPr>
          <w:fldChar w:fldCharType="separate"/>
        </w:r>
        <w:r w:rsidR="006915FC">
          <w:rPr>
            <w:noProof/>
            <w:webHidden/>
          </w:rPr>
          <w:t>7</w:t>
        </w:r>
        <w:r w:rsidR="0034751B">
          <w:rPr>
            <w:noProof/>
            <w:webHidden/>
          </w:rPr>
          <w:fldChar w:fldCharType="end"/>
        </w:r>
      </w:hyperlink>
    </w:p>
    <w:p w14:paraId="6A01E3AB"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30" w:history="1">
        <w:r w:rsidR="0034751B" w:rsidRPr="00C84A80">
          <w:rPr>
            <w:rStyle w:val="Hyperlink"/>
            <w:noProof/>
          </w:rPr>
          <w:t>1222.2 - Basic Structure of Washington Office and Field Units.</w:t>
        </w:r>
        <w:r w:rsidR="0034751B">
          <w:rPr>
            <w:noProof/>
            <w:webHidden/>
          </w:rPr>
          <w:tab/>
        </w:r>
        <w:r w:rsidR="0034751B">
          <w:rPr>
            <w:noProof/>
            <w:webHidden/>
          </w:rPr>
          <w:fldChar w:fldCharType="begin"/>
        </w:r>
        <w:r w:rsidR="0034751B">
          <w:rPr>
            <w:noProof/>
            <w:webHidden/>
          </w:rPr>
          <w:instrText xml:space="preserve"> PAGEREF _Toc16250530 \h </w:instrText>
        </w:r>
        <w:r w:rsidR="0034751B">
          <w:rPr>
            <w:noProof/>
            <w:webHidden/>
          </w:rPr>
        </w:r>
        <w:r w:rsidR="0034751B">
          <w:rPr>
            <w:noProof/>
            <w:webHidden/>
          </w:rPr>
          <w:fldChar w:fldCharType="separate"/>
        </w:r>
        <w:r w:rsidR="006915FC">
          <w:rPr>
            <w:noProof/>
            <w:webHidden/>
          </w:rPr>
          <w:t>8</w:t>
        </w:r>
        <w:r w:rsidR="0034751B">
          <w:rPr>
            <w:noProof/>
            <w:webHidden/>
          </w:rPr>
          <w:fldChar w:fldCharType="end"/>
        </w:r>
      </w:hyperlink>
    </w:p>
    <w:p w14:paraId="65880916"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31" w:history="1">
        <w:r w:rsidR="0034751B" w:rsidRPr="00C84A80">
          <w:rPr>
            <w:rStyle w:val="Hyperlink"/>
            <w:noProof/>
          </w:rPr>
          <w:t>1222.3 -  Traditional Organization Structures Defined</w:t>
        </w:r>
        <w:r w:rsidR="0034751B">
          <w:rPr>
            <w:noProof/>
            <w:webHidden/>
          </w:rPr>
          <w:tab/>
        </w:r>
        <w:r w:rsidR="0034751B">
          <w:rPr>
            <w:noProof/>
            <w:webHidden/>
          </w:rPr>
          <w:fldChar w:fldCharType="begin"/>
        </w:r>
        <w:r w:rsidR="0034751B">
          <w:rPr>
            <w:noProof/>
            <w:webHidden/>
          </w:rPr>
          <w:instrText xml:space="preserve"> PAGEREF _Toc16250531 \h </w:instrText>
        </w:r>
        <w:r w:rsidR="0034751B">
          <w:rPr>
            <w:noProof/>
            <w:webHidden/>
          </w:rPr>
        </w:r>
        <w:r w:rsidR="0034751B">
          <w:rPr>
            <w:noProof/>
            <w:webHidden/>
          </w:rPr>
          <w:fldChar w:fldCharType="separate"/>
        </w:r>
        <w:r w:rsidR="006915FC">
          <w:rPr>
            <w:noProof/>
            <w:webHidden/>
          </w:rPr>
          <w:t>9</w:t>
        </w:r>
        <w:r w:rsidR="0034751B">
          <w:rPr>
            <w:noProof/>
            <w:webHidden/>
          </w:rPr>
          <w:fldChar w:fldCharType="end"/>
        </w:r>
      </w:hyperlink>
    </w:p>
    <w:p w14:paraId="2ED17566"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32" w:history="1">
        <w:r w:rsidR="0034751B" w:rsidRPr="00C84A80">
          <w:rPr>
            <w:rStyle w:val="Hyperlink"/>
            <w:noProof/>
          </w:rPr>
          <w:t>1222.4 - Developing Organizational Structures</w:t>
        </w:r>
        <w:r w:rsidR="0034751B">
          <w:rPr>
            <w:noProof/>
            <w:webHidden/>
          </w:rPr>
          <w:tab/>
        </w:r>
        <w:r w:rsidR="0034751B">
          <w:rPr>
            <w:noProof/>
            <w:webHidden/>
          </w:rPr>
          <w:fldChar w:fldCharType="begin"/>
        </w:r>
        <w:r w:rsidR="0034751B">
          <w:rPr>
            <w:noProof/>
            <w:webHidden/>
          </w:rPr>
          <w:instrText xml:space="preserve"> PAGEREF _Toc16250532 \h </w:instrText>
        </w:r>
        <w:r w:rsidR="0034751B">
          <w:rPr>
            <w:noProof/>
            <w:webHidden/>
          </w:rPr>
        </w:r>
        <w:r w:rsidR="0034751B">
          <w:rPr>
            <w:noProof/>
            <w:webHidden/>
          </w:rPr>
          <w:fldChar w:fldCharType="separate"/>
        </w:r>
        <w:r w:rsidR="006915FC">
          <w:rPr>
            <w:noProof/>
            <w:webHidden/>
          </w:rPr>
          <w:t>9</w:t>
        </w:r>
        <w:r w:rsidR="0034751B">
          <w:rPr>
            <w:noProof/>
            <w:webHidden/>
          </w:rPr>
          <w:fldChar w:fldCharType="end"/>
        </w:r>
      </w:hyperlink>
    </w:p>
    <w:p w14:paraId="34918CD1" w14:textId="77777777" w:rsidR="0034751B" w:rsidRDefault="00985A7F">
      <w:pPr>
        <w:pStyle w:val="TOC1"/>
        <w:tabs>
          <w:tab w:val="right" w:leader="dot" w:pos="9350"/>
        </w:tabs>
        <w:rPr>
          <w:rFonts w:asciiTheme="minorHAnsi" w:eastAsiaTheme="minorEastAsia" w:hAnsiTheme="minorHAnsi" w:cstheme="minorBidi"/>
          <w:b w:val="0"/>
          <w:noProof/>
          <w:color w:val="auto"/>
          <w:sz w:val="22"/>
          <w:szCs w:val="22"/>
        </w:rPr>
      </w:pPr>
      <w:hyperlink w:anchor="_Toc16250533" w:history="1">
        <w:r w:rsidR="0034751B" w:rsidRPr="00C84A80">
          <w:rPr>
            <w:rStyle w:val="Hyperlink"/>
            <w:noProof/>
          </w:rPr>
          <w:t>1223 - STANDARD TITLES AND UNIT NAMES</w:t>
        </w:r>
        <w:r w:rsidR="0034751B">
          <w:rPr>
            <w:noProof/>
            <w:webHidden/>
          </w:rPr>
          <w:tab/>
        </w:r>
        <w:r w:rsidR="0034751B">
          <w:rPr>
            <w:noProof/>
            <w:webHidden/>
          </w:rPr>
          <w:fldChar w:fldCharType="begin"/>
        </w:r>
        <w:r w:rsidR="0034751B">
          <w:rPr>
            <w:noProof/>
            <w:webHidden/>
          </w:rPr>
          <w:instrText xml:space="preserve"> PAGEREF _Toc16250533 \h </w:instrText>
        </w:r>
        <w:r w:rsidR="0034751B">
          <w:rPr>
            <w:noProof/>
            <w:webHidden/>
          </w:rPr>
        </w:r>
        <w:r w:rsidR="0034751B">
          <w:rPr>
            <w:noProof/>
            <w:webHidden/>
          </w:rPr>
          <w:fldChar w:fldCharType="separate"/>
        </w:r>
        <w:r w:rsidR="006915FC">
          <w:rPr>
            <w:noProof/>
            <w:webHidden/>
          </w:rPr>
          <w:t>13</w:t>
        </w:r>
        <w:r w:rsidR="0034751B">
          <w:rPr>
            <w:noProof/>
            <w:webHidden/>
          </w:rPr>
          <w:fldChar w:fldCharType="end"/>
        </w:r>
      </w:hyperlink>
    </w:p>
    <w:p w14:paraId="4ED401B2"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34" w:history="1">
        <w:r w:rsidR="0034751B" w:rsidRPr="00C84A80">
          <w:rPr>
            <w:rStyle w:val="Hyperlink"/>
            <w:noProof/>
          </w:rPr>
          <w:t>1223.03 - Policy</w:t>
        </w:r>
        <w:r w:rsidR="0034751B">
          <w:rPr>
            <w:noProof/>
            <w:webHidden/>
          </w:rPr>
          <w:tab/>
        </w:r>
        <w:r w:rsidR="0034751B">
          <w:rPr>
            <w:noProof/>
            <w:webHidden/>
          </w:rPr>
          <w:fldChar w:fldCharType="begin"/>
        </w:r>
        <w:r w:rsidR="0034751B">
          <w:rPr>
            <w:noProof/>
            <w:webHidden/>
          </w:rPr>
          <w:instrText xml:space="preserve"> PAGEREF _Toc16250534 \h </w:instrText>
        </w:r>
        <w:r w:rsidR="0034751B">
          <w:rPr>
            <w:noProof/>
            <w:webHidden/>
          </w:rPr>
        </w:r>
        <w:r w:rsidR="0034751B">
          <w:rPr>
            <w:noProof/>
            <w:webHidden/>
          </w:rPr>
          <w:fldChar w:fldCharType="separate"/>
        </w:r>
        <w:r w:rsidR="006915FC">
          <w:rPr>
            <w:noProof/>
            <w:webHidden/>
          </w:rPr>
          <w:t>13</w:t>
        </w:r>
        <w:r w:rsidR="0034751B">
          <w:rPr>
            <w:noProof/>
            <w:webHidden/>
          </w:rPr>
          <w:fldChar w:fldCharType="end"/>
        </w:r>
      </w:hyperlink>
    </w:p>
    <w:p w14:paraId="3651E65A"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35" w:history="1">
        <w:r w:rsidR="0034751B" w:rsidRPr="00C84A80">
          <w:rPr>
            <w:rStyle w:val="Hyperlink"/>
            <w:noProof/>
          </w:rPr>
          <w:t>1223.04 - Responsibility</w:t>
        </w:r>
        <w:r w:rsidR="0034751B">
          <w:rPr>
            <w:noProof/>
            <w:webHidden/>
          </w:rPr>
          <w:tab/>
        </w:r>
        <w:r w:rsidR="0034751B">
          <w:rPr>
            <w:noProof/>
            <w:webHidden/>
          </w:rPr>
          <w:fldChar w:fldCharType="begin"/>
        </w:r>
        <w:r w:rsidR="0034751B">
          <w:rPr>
            <w:noProof/>
            <w:webHidden/>
          </w:rPr>
          <w:instrText xml:space="preserve"> PAGEREF _Toc16250535 \h </w:instrText>
        </w:r>
        <w:r w:rsidR="0034751B">
          <w:rPr>
            <w:noProof/>
            <w:webHidden/>
          </w:rPr>
        </w:r>
        <w:r w:rsidR="0034751B">
          <w:rPr>
            <w:noProof/>
            <w:webHidden/>
          </w:rPr>
          <w:fldChar w:fldCharType="separate"/>
        </w:r>
        <w:r w:rsidR="006915FC">
          <w:rPr>
            <w:noProof/>
            <w:webHidden/>
          </w:rPr>
          <w:t>13</w:t>
        </w:r>
        <w:r w:rsidR="0034751B">
          <w:rPr>
            <w:noProof/>
            <w:webHidden/>
          </w:rPr>
          <w:fldChar w:fldCharType="end"/>
        </w:r>
      </w:hyperlink>
    </w:p>
    <w:p w14:paraId="7EFED89E"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36" w:history="1">
        <w:r w:rsidR="0034751B" w:rsidRPr="00C84A80">
          <w:rPr>
            <w:rStyle w:val="Hyperlink"/>
            <w:noProof/>
          </w:rPr>
          <w:t>1223.04a - Chief</w:t>
        </w:r>
        <w:r w:rsidR="0034751B">
          <w:rPr>
            <w:noProof/>
            <w:webHidden/>
          </w:rPr>
          <w:tab/>
        </w:r>
        <w:r w:rsidR="0034751B">
          <w:rPr>
            <w:noProof/>
            <w:webHidden/>
          </w:rPr>
          <w:fldChar w:fldCharType="begin"/>
        </w:r>
        <w:r w:rsidR="0034751B">
          <w:rPr>
            <w:noProof/>
            <w:webHidden/>
          </w:rPr>
          <w:instrText xml:space="preserve"> PAGEREF _Toc16250536 \h </w:instrText>
        </w:r>
        <w:r w:rsidR="0034751B">
          <w:rPr>
            <w:noProof/>
            <w:webHidden/>
          </w:rPr>
        </w:r>
        <w:r w:rsidR="0034751B">
          <w:rPr>
            <w:noProof/>
            <w:webHidden/>
          </w:rPr>
          <w:fldChar w:fldCharType="separate"/>
        </w:r>
        <w:r w:rsidR="006915FC">
          <w:rPr>
            <w:noProof/>
            <w:webHidden/>
          </w:rPr>
          <w:t>13</w:t>
        </w:r>
        <w:r w:rsidR="0034751B">
          <w:rPr>
            <w:noProof/>
            <w:webHidden/>
          </w:rPr>
          <w:fldChar w:fldCharType="end"/>
        </w:r>
      </w:hyperlink>
    </w:p>
    <w:p w14:paraId="11C92202"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37" w:history="1">
        <w:r w:rsidR="0034751B" w:rsidRPr="00C84A80">
          <w:rPr>
            <w:rStyle w:val="Hyperlink"/>
            <w:noProof/>
          </w:rPr>
          <w:t>1223.04b - Deputy Chief for Administration</w:t>
        </w:r>
        <w:r w:rsidR="0034751B">
          <w:rPr>
            <w:noProof/>
            <w:webHidden/>
          </w:rPr>
          <w:tab/>
        </w:r>
        <w:r w:rsidR="0034751B">
          <w:rPr>
            <w:noProof/>
            <w:webHidden/>
          </w:rPr>
          <w:fldChar w:fldCharType="begin"/>
        </w:r>
        <w:r w:rsidR="0034751B">
          <w:rPr>
            <w:noProof/>
            <w:webHidden/>
          </w:rPr>
          <w:instrText xml:space="preserve"> PAGEREF _Toc16250537 \h </w:instrText>
        </w:r>
        <w:r w:rsidR="0034751B">
          <w:rPr>
            <w:noProof/>
            <w:webHidden/>
          </w:rPr>
        </w:r>
        <w:r w:rsidR="0034751B">
          <w:rPr>
            <w:noProof/>
            <w:webHidden/>
          </w:rPr>
          <w:fldChar w:fldCharType="separate"/>
        </w:r>
        <w:r w:rsidR="006915FC">
          <w:rPr>
            <w:noProof/>
            <w:webHidden/>
          </w:rPr>
          <w:t>13</w:t>
        </w:r>
        <w:r w:rsidR="0034751B">
          <w:rPr>
            <w:noProof/>
            <w:webHidden/>
          </w:rPr>
          <w:fldChar w:fldCharType="end"/>
        </w:r>
      </w:hyperlink>
    </w:p>
    <w:p w14:paraId="6C2A5CE6"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38" w:history="1">
        <w:r w:rsidR="0034751B" w:rsidRPr="00C84A80">
          <w:rPr>
            <w:rStyle w:val="Hyperlink"/>
            <w:noProof/>
          </w:rPr>
          <w:t>1223.1 - Assignment of Titles by Type of Position</w:t>
        </w:r>
        <w:r w:rsidR="0034751B">
          <w:rPr>
            <w:noProof/>
            <w:webHidden/>
          </w:rPr>
          <w:tab/>
        </w:r>
        <w:r w:rsidR="0034751B">
          <w:rPr>
            <w:noProof/>
            <w:webHidden/>
          </w:rPr>
          <w:fldChar w:fldCharType="begin"/>
        </w:r>
        <w:r w:rsidR="0034751B">
          <w:rPr>
            <w:noProof/>
            <w:webHidden/>
          </w:rPr>
          <w:instrText xml:space="preserve"> PAGEREF _Toc16250538 \h </w:instrText>
        </w:r>
        <w:r w:rsidR="0034751B">
          <w:rPr>
            <w:noProof/>
            <w:webHidden/>
          </w:rPr>
        </w:r>
        <w:r w:rsidR="0034751B">
          <w:rPr>
            <w:noProof/>
            <w:webHidden/>
          </w:rPr>
          <w:fldChar w:fldCharType="separate"/>
        </w:r>
        <w:r w:rsidR="006915FC">
          <w:rPr>
            <w:noProof/>
            <w:webHidden/>
          </w:rPr>
          <w:t>13</w:t>
        </w:r>
        <w:r w:rsidR="0034751B">
          <w:rPr>
            <w:noProof/>
            <w:webHidden/>
          </w:rPr>
          <w:fldChar w:fldCharType="end"/>
        </w:r>
      </w:hyperlink>
    </w:p>
    <w:p w14:paraId="303AC9E8"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39" w:history="1">
        <w:r w:rsidR="0034751B" w:rsidRPr="00C84A80">
          <w:rPr>
            <w:rStyle w:val="Hyperlink"/>
            <w:noProof/>
          </w:rPr>
          <w:t>1223.2 - Authorized Unit Names</w:t>
        </w:r>
        <w:r w:rsidR="0034751B">
          <w:rPr>
            <w:noProof/>
            <w:webHidden/>
          </w:rPr>
          <w:tab/>
        </w:r>
        <w:r w:rsidR="0034751B">
          <w:rPr>
            <w:noProof/>
            <w:webHidden/>
          </w:rPr>
          <w:fldChar w:fldCharType="begin"/>
        </w:r>
        <w:r w:rsidR="0034751B">
          <w:rPr>
            <w:noProof/>
            <w:webHidden/>
          </w:rPr>
          <w:instrText xml:space="preserve"> PAGEREF _Toc16250539 \h </w:instrText>
        </w:r>
        <w:r w:rsidR="0034751B">
          <w:rPr>
            <w:noProof/>
            <w:webHidden/>
          </w:rPr>
        </w:r>
        <w:r w:rsidR="0034751B">
          <w:rPr>
            <w:noProof/>
            <w:webHidden/>
          </w:rPr>
          <w:fldChar w:fldCharType="separate"/>
        </w:r>
        <w:r w:rsidR="006915FC">
          <w:rPr>
            <w:noProof/>
            <w:webHidden/>
          </w:rPr>
          <w:t>19</w:t>
        </w:r>
        <w:r w:rsidR="0034751B">
          <w:rPr>
            <w:noProof/>
            <w:webHidden/>
          </w:rPr>
          <w:fldChar w:fldCharType="end"/>
        </w:r>
      </w:hyperlink>
    </w:p>
    <w:p w14:paraId="5A60A7EA" w14:textId="77777777" w:rsidR="0034751B" w:rsidRDefault="00985A7F">
      <w:pPr>
        <w:pStyle w:val="TOC1"/>
        <w:tabs>
          <w:tab w:val="right" w:leader="dot" w:pos="9350"/>
        </w:tabs>
        <w:rPr>
          <w:rFonts w:asciiTheme="minorHAnsi" w:eastAsiaTheme="minorEastAsia" w:hAnsiTheme="minorHAnsi" w:cstheme="minorBidi"/>
          <w:b w:val="0"/>
          <w:noProof/>
          <w:color w:val="auto"/>
          <w:sz w:val="22"/>
          <w:szCs w:val="22"/>
        </w:rPr>
      </w:pPr>
      <w:hyperlink w:anchor="_Toc16250540" w:history="1">
        <w:r w:rsidR="0034751B" w:rsidRPr="00C84A80">
          <w:rPr>
            <w:rStyle w:val="Hyperlink"/>
            <w:noProof/>
          </w:rPr>
          <w:t>1224 - DOCUMENTATION REQUIREMENTS</w:t>
        </w:r>
        <w:r w:rsidR="0034751B">
          <w:rPr>
            <w:noProof/>
            <w:webHidden/>
          </w:rPr>
          <w:tab/>
        </w:r>
        <w:r w:rsidR="0034751B">
          <w:rPr>
            <w:noProof/>
            <w:webHidden/>
          </w:rPr>
          <w:fldChar w:fldCharType="begin"/>
        </w:r>
        <w:r w:rsidR="0034751B">
          <w:rPr>
            <w:noProof/>
            <w:webHidden/>
          </w:rPr>
          <w:instrText xml:space="preserve"> PAGEREF _Toc16250540 \h </w:instrText>
        </w:r>
        <w:r w:rsidR="0034751B">
          <w:rPr>
            <w:noProof/>
            <w:webHidden/>
          </w:rPr>
        </w:r>
        <w:r w:rsidR="0034751B">
          <w:rPr>
            <w:noProof/>
            <w:webHidden/>
          </w:rPr>
          <w:fldChar w:fldCharType="separate"/>
        </w:r>
        <w:r w:rsidR="006915FC">
          <w:rPr>
            <w:noProof/>
            <w:webHidden/>
          </w:rPr>
          <w:t>19</w:t>
        </w:r>
        <w:r w:rsidR="0034751B">
          <w:rPr>
            <w:noProof/>
            <w:webHidden/>
          </w:rPr>
          <w:fldChar w:fldCharType="end"/>
        </w:r>
      </w:hyperlink>
    </w:p>
    <w:p w14:paraId="4916A5A8"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41" w:history="1">
        <w:r w:rsidR="0034751B" w:rsidRPr="00C84A80">
          <w:rPr>
            <w:rStyle w:val="Hyperlink"/>
            <w:noProof/>
          </w:rPr>
          <w:t>1224.1 - Organization Charts</w:t>
        </w:r>
        <w:r w:rsidR="0034751B">
          <w:rPr>
            <w:noProof/>
            <w:webHidden/>
          </w:rPr>
          <w:tab/>
        </w:r>
        <w:r w:rsidR="0034751B">
          <w:rPr>
            <w:noProof/>
            <w:webHidden/>
          </w:rPr>
          <w:fldChar w:fldCharType="begin"/>
        </w:r>
        <w:r w:rsidR="0034751B">
          <w:rPr>
            <w:noProof/>
            <w:webHidden/>
          </w:rPr>
          <w:instrText xml:space="preserve"> PAGEREF _Toc16250541 \h </w:instrText>
        </w:r>
        <w:r w:rsidR="0034751B">
          <w:rPr>
            <w:noProof/>
            <w:webHidden/>
          </w:rPr>
        </w:r>
        <w:r w:rsidR="0034751B">
          <w:rPr>
            <w:noProof/>
            <w:webHidden/>
          </w:rPr>
          <w:fldChar w:fldCharType="separate"/>
        </w:r>
        <w:r w:rsidR="006915FC">
          <w:rPr>
            <w:noProof/>
            <w:webHidden/>
          </w:rPr>
          <w:t>19</w:t>
        </w:r>
        <w:r w:rsidR="0034751B">
          <w:rPr>
            <w:noProof/>
            <w:webHidden/>
          </w:rPr>
          <w:fldChar w:fldCharType="end"/>
        </w:r>
      </w:hyperlink>
    </w:p>
    <w:p w14:paraId="04DDFC38"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2" w:history="1">
        <w:r w:rsidR="0034751B" w:rsidRPr="00C84A80">
          <w:rPr>
            <w:rStyle w:val="Hyperlink"/>
            <w:noProof/>
          </w:rPr>
          <w:t>1224.11 - Levels at Which Organization Charts Are Required</w:t>
        </w:r>
        <w:r w:rsidR="0034751B">
          <w:rPr>
            <w:noProof/>
            <w:webHidden/>
          </w:rPr>
          <w:tab/>
        </w:r>
        <w:r w:rsidR="0034751B">
          <w:rPr>
            <w:noProof/>
            <w:webHidden/>
          </w:rPr>
          <w:fldChar w:fldCharType="begin"/>
        </w:r>
        <w:r w:rsidR="0034751B">
          <w:rPr>
            <w:noProof/>
            <w:webHidden/>
          </w:rPr>
          <w:instrText xml:space="preserve"> PAGEREF _Toc16250542 \h </w:instrText>
        </w:r>
        <w:r w:rsidR="0034751B">
          <w:rPr>
            <w:noProof/>
            <w:webHidden/>
          </w:rPr>
        </w:r>
        <w:r w:rsidR="0034751B">
          <w:rPr>
            <w:noProof/>
            <w:webHidden/>
          </w:rPr>
          <w:fldChar w:fldCharType="separate"/>
        </w:r>
        <w:r w:rsidR="006915FC">
          <w:rPr>
            <w:noProof/>
            <w:webHidden/>
          </w:rPr>
          <w:t>19</w:t>
        </w:r>
        <w:r w:rsidR="0034751B">
          <w:rPr>
            <w:noProof/>
            <w:webHidden/>
          </w:rPr>
          <w:fldChar w:fldCharType="end"/>
        </w:r>
      </w:hyperlink>
    </w:p>
    <w:p w14:paraId="5321B02F"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3" w:history="1">
        <w:r w:rsidR="0034751B" w:rsidRPr="00C84A80">
          <w:rPr>
            <w:rStyle w:val="Hyperlink"/>
            <w:noProof/>
          </w:rPr>
          <w:t>1224.12 - Typical Charts</w:t>
        </w:r>
        <w:r w:rsidR="0034751B">
          <w:rPr>
            <w:noProof/>
            <w:webHidden/>
          </w:rPr>
          <w:tab/>
        </w:r>
        <w:r w:rsidR="0034751B">
          <w:rPr>
            <w:noProof/>
            <w:webHidden/>
          </w:rPr>
          <w:fldChar w:fldCharType="begin"/>
        </w:r>
        <w:r w:rsidR="0034751B">
          <w:rPr>
            <w:noProof/>
            <w:webHidden/>
          </w:rPr>
          <w:instrText xml:space="preserve"> PAGEREF _Toc16250543 \h </w:instrText>
        </w:r>
        <w:r w:rsidR="0034751B">
          <w:rPr>
            <w:noProof/>
            <w:webHidden/>
          </w:rPr>
        </w:r>
        <w:r w:rsidR="0034751B">
          <w:rPr>
            <w:noProof/>
            <w:webHidden/>
          </w:rPr>
          <w:fldChar w:fldCharType="separate"/>
        </w:r>
        <w:r w:rsidR="006915FC">
          <w:rPr>
            <w:noProof/>
            <w:webHidden/>
          </w:rPr>
          <w:t>20</w:t>
        </w:r>
        <w:r w:rsidR="0034751B">
          <w:rPr>
            <w:noProof/>
            <w:webHidden/>
          </w:rPr>
          <w:fldChar w:fldCharType="end"/>
        </w:r>
      </w:hyperlink>
    </w:p>
    <w:p w14:paraId="4E70CB9F"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44" w:history="1">
        <w:r w:rsidR="0034751B" w:rsidRPr="00C84A80">
          <w:rPr>
            <w:rStyle w:val="Hyperlink"/>
            <w:noProof/>
          </w:rPr>
          <w:t>1224.2 - Organization Structure Codes</w:t>
        </w:r>
        <w:r w:rsidR="0034751B">
          <w:rPr>
            <w:noProof/>
            <w:webHidden/>
          </w:rPr>
          <w:tab/>
        </w:r>
        <w:r w:rsidR="0034751B">
          <w:rPr>
            <w:noProof/>
            <w:webHidden/>
          </w:rPr>
          <w:fldChar w:fldCharType="begin"/>
        </w:r>
        <w:r w:rsidR="0034751B">
          <w:rPr>
            <w:noProof/>
            <w:webHidden/>
          </w:rPr>
          <w:instrText xml:space="preserve"> PAGEREF _Toc16250544 \h </w:instrText>
        </w:r>
        <w:r w:rsidR="0034751B">
          <w:rPr>
            <w:noProof/>
            <w:webHidden/>
          </w:rPr>
        </w:r>
        <w:r w:rsidR="0034751B">
          <w:rPr>
            <w:noProof/>
            <w:webHidden/>
          </w:rPr>
          <w:fldChar w:fldCharType="separate"/>
        </w:r>
        <w:r w:rsidR="006915FC">
          <w:rPr>
            <w:noProof/>
            <w:webHidden/>
          </w:rPr>
          <w:t>22</w:t>
        </w:r>
        <w:r w:rsidR="0034751B">
          <w:rPr>
            <w:noProof/>
            <w:webHidden/>
          </w:rPr>
          <w:fldChar w:fldCharType="end"/>
        </w:r>
      </w:hyperlink>
    </w:p>
    <w:p w14:paraId="584076B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5" w:history="1">
        <w:r w:rsidR="0034751B" w:rsidRPr="00C84A80">
          <w:rPr>
            <w:rStyle w:val="Hyperlink"/>
            <w:noProof/>
          </w:rPr>
          <w:t>1224.21 - Objective</w:t>
        </w:r>
        <w:r w:rsidR="0034751B">
          <w:rPr>
            <w:noProof/>
            <w:webHidden/>
          </w:rPr>
          <w:tab/>
        </w:r>
        <w:r w:rsidR="0034751B">
          <w:rPr>
            <w:noProof/>
            <w:webHidden/>
          </w:rPr>
          <w:fldChar w:fldCharType="begin"/>
        </w:r>
        <w:r w:rsidR="0034751B">
          <w:rPr>
            <w:noProof/>
            <w:webHidden/>
          </w:rPr>
          <w:instrText xml:space="preserve"> PAGEREF _Toc16250545 \h </w:instrText>
        </w:r>
        <w:r w:rsidR="0034751B">
          <w:rPr>
            <w:noProof/>
            <w:webHidden/>
          </w:rPr>
        </w:r>
        <w:r w:rsidR="0034751B">
          <w:rPr>
            <w:noProof/>
            <w:webHidden/>
          </w:rPr>
          <w:fldChar w:fldCharType="separate"/>
        </w:r>
        <w:r w:rsidR="006915FC">
          <w:rPr>
            <w:noProof/>
            <w:webHidden/>
          </w:rPr>
          <w:t>22</w:t>
        </w:r>
        <w:r w:rsidR="0034751B">
          <w:rPr>
            <w:noProof/>
            <w:webHidden/>
          </w:rPr>
          <w:fldChar w:fldCharType="end"/>
        </w:r>
      </w:hyperlink>
    </w:p>
    <w:p w14:paraId="3C173029"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6" w:history="1">
        <w:r w:rsidR="0034751B" w:rsidRPr="00C84A80">
          <w:rPr>
            <w:rStyle w:val="Hyperlink"/>
            <w:noProof/>
          </w:rPr>
          <w:t>1224.22 - Policy</w:t>
        </w:r>
        <w:r w:rsidR="0034751B">
          <w:rPr>
            <w:noProof/>
            <w:webHidden/>
          </w:rPr>
          <w:tab/>
        </w:r>
        <w:r w:rsidR="0034751B">
          <w:rPr>
            <w:noProof/>
            <w:webHidden/>
          </w:rPr>
          <w:fldChar w:fldCharType="begin"/>
        </w:r>
        <w:r w:rsidR="0034751B">
          <w:rPr>
            <w:noProof/>
            <w:webHidden/>
          </w:rPr>
          <w:instrText xml:space="preserve"> PAGEREF _Toc16250546 \h </w:instrText>
        </w:r>
        <w:r w:rsidR="0034751B">
          <w:rPr>
            <w:noProof/>
            <w:webHidden/>
          </w:rPr>
        </w:r>
        <w:r w:rsidR="0034751B">
          <w:rPr>
            <w:noProof/>
            <w:webHidden/>
          </w:rPr>
          <w:fldChar w:fldCharType="separate"/>
        </w:r>
        <w:r w:rsidR="006915FC">
          <w:rPr>
            <w:noProof/>
            <w:webHidden/>
          </w:rPr>
          <w:t>22</w:t>
        </w:r>
        <w:r w:rsidR="0034751B">
          <w:rPr>
            <w:noProof/>
            <w:webHidden/>
          </w:rPr>
          <w:fldChar w:fldCharType="end"/>
        </w:r>
      </w:hyperlink>
    </w:p>
    <w:p w14:paraId="609F5B0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7" w:history="1">
        <w:r w:rsidR="0034751B" w:rsidRPr="00C84A80">
          <w:rPr>
            <w:rStyle w:val="Hyperlink"/>
            <w:noProof/>
          </w:rPr>
          <w:t>1224.23 - Responsibility</w:t>
        </w:r>
        <w:r w:rsidR="0034751B">
          <w:rPr>
            <w:noProof/>
            <w:webHidden/>
          </w:rPr>
          <w:tab/>
        </w:r>
        <w:r w:rsidR="0034751B">
          <w:rPr>
            <w:noProof/>
            <w:webHidden/>
          </w:rPr>
          <w:fldChar w:fldCharType="begin"/>
        </w:r>
        <w:r w:rsidR="0034751B">
          <w:rPr>
            <w:noProof/>
            <w:webHidden/>
          </w:rPr>
          <w:instrText xml:space="preserve"> PAGEREF _Toc16250547 \h </w:instrText>
        </w:r>
        <w:r w:rsidR="0034751B">
          <w:rPr>
            <w:noProof/>
            <w:webHidden/>
          </w:rPr>
        </w:r>
        <w:r w:rsidR="0034751B">
          <w:rPr>
            <w:noProof/>
            <w:webHidden/>
          </w:rPr>
          <w:fldChar w:fldCharType="separate"/>
        </w:r>
        <w:r w:rsidR="006915FC">
          <w:rPr>
            <w:noProof/>
            <w:webHidden/>
          </w:rPr>
          <w:t>22</w:t>
        </w:r>
        <w:r w:rsidR="0034751B">
          <w:rPr>
            <w:noProof/>
            <w:webHidden/>
          </w:rPr>
          <w:fldChar w:fldCharType="end"/>
        </w:r>
      </w:hyperlink>
    </w:p>
    <w:p w14:paraId="5C73F5FB"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8" w:history="1">
        <w:r w:rsidR="0034751B" w:rsidRPr="00C84A80">
          <w:rPr>
            <w:rStyle w:val="Hyperlink"/>
            <w:noProof/>
          </w:rPr>
          <w:t>1224.23a - Director, Personnel Management Staff, Washington Office</w:t>
        </w:r>
        <w:r w:rsidR="0034751B">
          <w:rPr>
            <w:noProof/>
            <w:webHidden/>
          </w:rPr>
          <w:tab/>
        </w:r>
        <w:r w:rsidR="0034751B">
          <w:rPr>
            <w:noProof/>
            <w:webHidden/>
          </w:rPr>
          <w:fldChar w:fldCharType="begin"/>
        </w:r>
        <w:r w:rsidR="0034751B">
          <w:rPr>
            <w:noProof/>
            <w:webHidden/>
          </w:rPr>
          <w:instrText xml:space="preserve"> PAGEREF _Toc16250548 \h </w:instrText>
        </w:r>
        <w:r w:rsidR="0034751B">
          <w:rPr>
            <w:noProof/>
            <w:webHidden/>
          </w:rPr>
        </w:r>
        <w:r w:rsidR="0034751B">
          <w:rPr>
            <w:noProof/>
            <w:webHidden/>
          </w:rPr>
          <w:fldChar w:fldCharType="separate"/>
        </w:r>
        <w:r w:rsidR="006915FC">
          <w:rPr>
            <w:noProof/>
            <w:webHidden/>
          </w:rPr>
          <w:t>22</w:t>
        </w:r>
        <w:r w:rsidR="0034751B">
          <w:rPr>
            <w:noProof/>
            <w:webHidden/>
          </w:rPr>
          <w:fldChar w:fldCharType="end"/>
        </w:r>
      </w:hyperlink>
    </w:p>
    <w:p w14:paraId="67B0813D"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49" w:history="1">
        <w:r w:rsidR="0034751B" w:rsidRPr="00C84A80">
          <w:rPr>
            <w:rStyle w:val="Hyperlink"/>
            <w:noProof/>
          </w:rPr>
          <w:t>1224.23b - Director, Information Systems and Technology Staff, Washington Office</w:t>
        </w:r>
        <w:r w:rsidR="0034751B">
          <w:rPr>
            <w:noProof/>
            <w:webHidden/>
          </w:rPr>
          <w:tab/>
        </w:r>
        <w:r w:rsidR="0034751B">
          <w:rPr>
            <w:noProof/>
            <w:webHidden/>
          </w:rPr>
          <w:fldChar w:fldCharType="begin"/>
        </w:r>
        <w:r w:rsidR="0034751B">
          <w:rPr>
            <w:noProof/>
            <w:webHidden/>
          </w:rPr>
          <w:instrText xml:space="preserve"> PAGEREF _Toc16250549 \h </w:instrText>
        </w:r>
        <w:r w:rsidR="0034751B">
          <w:rPr>
            <w:noProof/>
            <w:webHidden/>
          </w:rPr>
        </w:r>
        <w:r w:rsidR="0034751B">
          <w:rPr>
            <w:noProof/>
            <w:webHidden/>
          </w:rPr>
          <w:fldChar w:fldCharType="separate"/>
        </w:r>
        <w:r w:rsidR="006915FC">
          <w:rPr>
            <w:noProof/>
            <w:webHidden/>
          </w:rPr>
          <w:t>22</w:t>
        </w:r>
        <w:r w:rsidR="0034751B">
          <w:rPr>
            <w:noProof/>
            <w:webHidden/>
          </w:rPr>
          <w:fldChar w:fldCharType="end"/>
        </w:r>
      </w:hyperlink>
    </w:p>
    <w:p w14:paraId="795ADFF1"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0" w:history="1">
        <w:r w:rsidR="0034751B" w:rsidRPr="00C84A80">
          <w:rPr>
            <w:rStyle w:val="Hyperlink"/>
            <w:noProof/>
          </w:rPr>
          <w:t>1224.23c - Regional Foresters, Station Directors, Area Director, and Institute Director</w:t>
        </w:r>
        <w:r w:rsidR="0034751B">
          <w:rPr>
            <w:noProof/>
            <w:webHidden/>
          </w:rPr>
          <w:tab/>
        </w:r>
        <w:r w:rsidR="0034751B">
          <w:rPr>
            <w:noProof/>
            <w:webHidden/>
          </w:rPr>
          <w:fldChar w:fldCharType="begin"/>
        </w:r>
        <w:r w:rsidR="0034751B">
          <w:rPr>
            <w:noProof/>
            <w:webHidden/>
          </w:rPr>
          <w:instrText xml:space="preserve"> PAGEREF _Toc16250550 \h </w:instrText>
        </w:r>
        <w:r w:rsidR="0034751B">
          <w:rPr>
            <w:noProof/>
            <w:webHidden/>
          </w:rPr>
        </w:r>
        <w:r w:rsidR="0034751B">
          <w:rPr>
            <w:noProof/>
            <w:webHidden/>
          </w:rPr>
          <w:fldChar w:fldCharType="separate"/>
        </w:r>
        <w:r w:rsidR="006915FC">
          <w:rPr>
            <w:noProof/>
            <w:webHidden/>
          </w:rPr>
          <w:t>23</w:t>
        </w:r>
        <w:r w:rsidR="0034751B">
          <w:rPr>
            <w:noProof/>
            <w:webHidden/>
          </w:rPr>
          <w:fldChar w:fldCharType="end"/>
        </w:r>
      </w:hyperlink>
    </w:p>
    <w:p w14:paraId="2E4E1823"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1" w:history="1">
        <w:r w:rsidR="0034751B" w:rsidRPr="00C84A80">
          <w:rPr>
            <w:rStyle w:val="Hyperlink"/>
            <w:noProof/>
          </w:rPr>
          <w:t>1224.24 - Establishing or Changing Organization Structure Codes</w:t>
        </w:r>
        <w:r w:rsidR="0034751B">
          <w:rPr>
            <w:noProof/>
            <w:webHidden/>
          </w:rPr>
          <w:tab/>
        </w:r>
        <w:r w:rsidR="0034751B">
          <w:rPr>
            <w:noProof/>
            <w:webHidden/>
          </w:rPr>
          <w:fldChar w:fldCharType="begin"/>
        </w:r>
        <w:r w:rsidR="0034751B">
          <w:rPr>
            <w:noProof/>
            <w:webHidden/>
          </w:rPr>
          <w:instrText xml:space="preserve"> PAGEREF _Toc16250551 \h </w:instrText>
        </w:r>
        <w:r w:rsidR="0034751B">
          <w:rPr>
            <w:noProof/>
            <w:webHidden/>
          </w:rPr>
        </w:r>
        <w:r w:rsidR="0034751B">
          <w:rPr>
            <w:noProof/>
            <w:webHidden/>
          </w:rPr>
          <w:fldChar w:fldCharType="separate"/>
        </w:r>
        <w:r w:rsidR="006915FC">
          <w:rPr>
            <w:noProof/>
            <w:webHidden/>
          </w:rPr>
          <w:t>23</w:t>
        </w:r>
        <w:r w:rsidR="0034751B">
          <w:rPr>
            <w:noProof/>
            <w:webHidden/>
          </w:rPr>
          <w:fldChar w:fldCharType="end"/>
        </w:r>
      </w:hyperlink>
    </w:p>
    <w:p w14:paraId="0500CCA9"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2" w:history="1">
        <w:r w:rsidR="0034751B" w:rsidRPr="00C84A80">
          <w:rPr>
            <w:rStyle w:val="Hyperlink"/>
            <w:noProof/>
          </w:rPr>
          <w:t>1224.25 - Coding Scheme</w:t>
        </w:r>
        <w:r w:rsidR="0034751B">
          <w:rPr>
            <w:noProof/>
            <w:webHidden/>
          </w:rPr>
          <w:tab/>
        </w:r>
        <w:r w:rsidR="0034751B">
          <w:rPr>
            <w:noProof/>
            <w:webHidden/>
          </w:rPr>
          <w:fldChar w:fldCharType="begin"/>
        </w:r>
        <w:r w:rsidR="0034751B">
          <w:rPr>
            <w:noProof/>
            <w:webHidden/>
          </w:rPr>
          <w:instrText xml:space="preserve"> PAGEREF _Toc16250552 \h </w:instrText>
        </w:r>
        <w:r w:rsidR="0034751B">
          <w:rPr>
            <w:noProof/>
            <w:webHidden/>
          </w:rPr>
        </w:r>
        <w:r w:rsidR="0034751B">
          <w:rPr>
            <w:noProof/>
            <w:webHidden/>
          </w:rPr>
          <w:fldChar w:fldCharType="separate"/>
        </w:r>
        <w:r w:rsidR="006915FC">
          <w:rPr>
            <w:noProof/>
            <w:webHidden/>
          </w:rPr>
          <w:t>23</w:t>
        </w:r>
        <w:r w:rsidR="0034751B">
          <w:rPr>
            <w:noProof/>
            <w:webHidden/>
          </w:rPr>
          <w:fldChar w:fldCharType="end"/>
        </w:r>
      </w:hyperlink>
    </w:p>
    <w:p w14:paraId="0AB82FFC"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3" w:history="1">
        <w:r w:rsidR="0034751B" w:rsidRPr="00C84A80">
          <w:rPr>
            <w:rStyle w:val="Hyperlink"/>
            <w:noProof/>
          </w:rPr>
          <w:t>1224.25a - Washington Office Organization Structure Codes</w:t>
        </w:r>
        <w:r w:rsidR="0034751B">
          <w:rPr>
            <w:noProof/>
            <w:webHidden/>
          </w:rPr>
          <w:tab/>
        </w:r>
        <w:r w:rsidR="0034751B">
          <w:rPr>
            <w:noProof/>
            <w:webHidden/>
          </w:rPr>
          <w:fldChar w:fldCharType="begin"/>
        </w:r>
        <w:r w:rsidR="0034751B">
          <w:rPr>
            <w:noProof/>
            <w:webHidden/>
          </w:rPr>
          <w:instrText xml:space="preserve"> PAGEREF _Toc16250553 \h </w:instrText>
        </w:r>
        <w:r w:rsidR="0034751B">
          <w:rPr>
            <w:noProof/>
            <w:webHidden/>
          </w:rPr>
        </w:r>
        <w:r w:rsidR="0034751B">
          <w:rPr>
            <w:noProof/>
            <w:webHidden/>
          </w:rPr>
          <w:fldChar w:fldCharType="separate"/>
        </w:r>
        <w:r w:rsidR="006915FC">
          <w:rPr>
            <w:noProof/>
            <w:webHidden/>
          </w:rPr>
          <w:t>26</w:t>
        </w:r>
        <w:r w:rsidR="0034751B">
          <w:rPr>
            <w:noProof/>
            <w:webHidden/>
          </w:rPr>
          <w:fldChar w:fldCharType="end"/>
        </w:r>
      </w:hyperlink>
    </w:p>
    <w:p w14:paraId="5715A00D"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4" w:history="1">
        <w:r w:rsidR="0034751B" w:rsidRPr="00C84A80">
          <w:rPr>
            <w:rStyle w:val="Hyperlink"/>
            <w:noProof/>
          </w:rPr>
          <w:t>1224.25b - Field Unit Organization Codes</w:t>
        </w:r>
        <w:r w:rsidR="0034751B">
          <w:rPr>
            <w:noProof/>
            <w:webHidden/>
          </w:rPr>
          <w:tab/>
        </w:r>
        <w:r w:rsidR="0034751B">
          <w:rPr>
            <w:noProof/>
            <w:webHidden/>
          </w:rPr>
          <w:fldChar w:fldCharType="begin"/>
        </w:r>
        <w:r w:rsidR="0034751B">
          <w:rPr>
            <w:noProof/>
            <w:webHidden/>
          </w:rPr>
          <w:instrText xml:space="preserve"> PAGEREF _Toc16250554 \h </w:instrText>
        </w:r>
        <w:r w:rsidR="0034751B">
          <w:rPr>
            <w:noProof/>
            <w:webHidden/>
          </w:rPr>
        </w:r>
        <w:r w:rsidR="0034751B">
          <w:rPr>
            <w:noProof/>
            <w:webHidden/>
          </w:rPr>
          <w:fldChar w:fldCharType="separate"/>
        </w:r>
        <w:r w:rsidR="006915FC">
          <w:rPr>
            <w:noProof/>
            <w:webHidden/>
          </w:rPr>
          <w:t>28</w:t>
        </w:r>
        <w:r w:rsidR="0034751B">
          <w:rPr>
            <w:noProof/>
            <w:webHidden/>
          </w:rPr>
          <w:fldChar w:fldCharType="end"/>
        </w:r>
      </w:hyperlink>
    </w:p>
    <w:p w14:paraId="73A9F3D4" w14:textId="77777777" w:rsidR="0034751B" w:rsidRDefault="00985A7F">
      <w:pPr>
        <w:pStyle w:val="TOC1"/>
        <w:tabs>
          <w:tab w:val="right" w:leader="dot" w:pos="9350"/>
        </w:tabs>
        <w:rPr>
          <w:rFonts w:asciiTheme="minorHAnsi" w:eastAsiaTheme="minorEastAsia" w:hAnsiTheme="minorHAnsi" w:cstheme="minorBidi"/>
          <w:b w:val="0"/>
          <w:noProof/>
          <w:color w:val="auto"/>
          <w:sz w:val="22"/>
          <w:szCs w:val="22"/>
        </w:rPr>
      </w:pPr>
      <w:hyperlink w:anchor="_Toc16250555" w:history="1">
        <w:r w:rsidR="0034751B" w:rsidRPr="00C84A80">
          <w:rPr>
            <w:rStyle w:val="Hyperlink"/>
            <w:noProof/>
          </w:rPr>
          <w:t>1225 - APPROVAL OF ORGANIZATIONAL CHANGES</w:t>
        </w:r>
        <w:r w:rsidR="0034751B">
          <w:rPr>
            <w:noProof/>
            <w:webHidden/>
          </w:rPr>
          <w:tab/>
        </w:r>
        <w:r w:rsidR="0034751B">
          <w:rPr>
            <w:noProof/>
            <w:webHidden/>
          </w:rPr>
          <w:fldChar w:fldCharType="begin"/>
        </w:r>
        <w:r w:rsidR="0034751B">
          <w:rPr>
            <w:noProof/>
            <w:webHidden/>
          </w:rPr>
          <w:instrText xml:space="preserve"> PAGEREF _Toc16250555 \h </w:instrText>
        </w:r>
        <w:r w:rsidR="0034751B">
          <w:rPr>
            <w:noProof/>
            <w:webHidden/>
          </w:rPr>
        </w:r>
        <w:r w:rsidR="0034751B">
          <w:rPr>
            <w:noProof/>
            <w:webHidden/>
          </w:rPr>
          <w:fldChar w:fldCharType="separate"/>
        </w:r>
        <w:r w:rsidR="006915FC">
          <w:rPr>
            <w:noProof/>
            <w:webHidden/>
          </w:rPr>
          <w:t>30</w:t>
        </w:r>
        <w:r w:rsidR="0034751B">
          <w:rPr>
            <w:noProof/>
            <w:webHidden/>
          </w:rPr>
          <w:fldChar w:fldCharType="end"/>
        </w:r>
      </w:hyperlink>
    </w:p>
    <w:p w14:paraId="59FBF570"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6" w:history="1">
        <w:r w:rsidR="0034751B" w:rsidRPr="00C84A80">
          <w:rPr>
            <w:rStyle w:val="Hyperlink"/>
            <w:noProof/>
          </w:rPr>
          <w:t>1225.01 - Authority</w:t>
        </w:r>
        <w:r w:rsidR="0034751B">
          <w:rPr>
            <w:noProof/>
            <w:webHidden/>
          </w:rPr>
          <w:tab/>
        </w:r>
        <w:r w:rsidR="0034751B">
          <w:rPr>
            <w:noProof/>
            <w:webHidden/>
          </w:rPr>
          <w:fldChar w:fldCharType="begin"/>
        </w:r>
        <w:r w:rsidR="0034751B">
          <w:rPr>
            <w:noProof/>
            <w:webHidden/>
          </w:rPr>
          <w:instrText xml:space="preserve"> PAGEREF _Toc16250556 \h </w:instrText>
        </w:r>
        <w:r w:rsidR="0034751B">
          <w:rPr>
            <w:noProof/>
            <w:webHidden/>
          </w:rPr>
        </w:r>
        <w:r w:rsidR="0034751B">
          <w:rPr>
            <w:noProof/>
            <w:webHidden/>
          </w:rPr>
          <w:fldChar w:fldCharType="separate"/>
        </w:r>
        <w:r w:rsidR="006915FC">
          <w:rPr>
            <w:noProof/>
            <w:webHidden/>
          </w:rPr>
          <w:t>30</w:t>
        </w:r>
        <w:r w:rsidR="0034751B">
          <w:rPr>
            <w:noProof/>
            <w:webHidden/>
          </w:rPr>
          <w:fldChar w:fldCharType="end"/>
        </w:r>
      </w:hyperlink>
    </w:p>
    <w:p w14:paraId="3203B968"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7" w:history="1">
        <w:r w:rsidR="0034751B" w:rsidRPr="00C84A80">
          <w:rPr>
            <w:rStyle w:val="Hyperlink"/>
            <w:noProof/>
          </w:rPr>
          <w:t>1225.03 - Policy</w:t>
        </w:r>
        <w:r w:rsidR="0034751B">
          <w:rPr>
            <w:noProof/>
            <w:webHidden/>
          </w:rPr>
          <w:tab/>
        </w:r>
        <w:r w:rsidR="0034751B">
          <w:rPr>
            <w:noProof/>
            <w:webHidden/>
          </w:rPr>
          <w:fldChar w:fldCharType="begin"/>
        </w:r>
        <w:r w:rsidR="0034751B">
          <w:rPr>
            <w:noProof/>
            <w:webHidden/>
          </w:rPr>
          <w:instrText xml:space="preserve"> PAGEREF _Toc16250557 \h </w:instrText>
        </w:r>
        <w:r w:rsidR="0034751B">
          <w:rPr>
            <w:noProof/>
            <w:webHidden/>
          </w:rPr>
        </w:r>
        <w:r w:rsidR="0034751B">
          <w:rPr>
            <w:noProof/>
            <w:webHidden/>
          </w:rPr>
          <w:fldChar w:fldCharType="separate"/>
        </w:r>
        <w:r w:rsidR="006915FC">
          <w:rPr>
            <w:noProof/>
            <w:webHidden/>
          </w:rPr>
          <w:t>30</w:t>
        </w:r>
        <w:r w:rsidR="0034751B">
          <w:rPr>
            <w:noProof/>
            <w:webHidden/>
          </w:rPr>
          <w:fldChar w:fldCharType="end"/>
        </w:r>
      </w:hyperlink>
    </w:p>
    <w:p w14:paraId="53EC9DF3"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8" w:history="1">
        <w:r w:rsidR="0034751B" w:rsidRPr="00C84A80">
          <w:rPr>
            <w:rStyle w:val="Hyperlink"/>
            <w:noProof/>
          </w:rPr>
          <w:t>1225.04 - Responsibility</w:t>
        </w:r>
        <w:r w:rsidR="0034751B">
          <w:rPr>
            <w:noProof/>
            <w:webHidden/>
          </w:rPr>
          <w:tab/>
        </w:r>
        <w:r w:rsidR="0034751B">
          <w:rPr>
            <w:noProof/>
            <w:webHidden/>
          </w:rPr>
          <w:fldChar w:fldCharType="begin"/>
        </w:r>
        <w:r w:rsidR="0034751B">
          <w:rPr>
            <w:noProof/>
            <w:webHidden/>
          </w:rPr>
          <w:instrText xml:space="preserve"> PAGEREF _Toc16250558 \h </w:instrText>
        </w:r>
        <w:r w:rsidR="0034751B">
          <w:rPr>
            <w:noProof/>
            <w:webHidden/>
          </w:rPr>
        </w:r>
        <w:r w:rsidR="0034751B">
          <w:rPr>
            <w:noProof/>
            <w:webHidden/>
          </w:rPr>
          <w:fldChar w:fldCharType="separate"/>
        </w:r>
        <w:r w:rsidR="006915FC">
          <w:rPr>
            <w:noProof/>
            <w:webHidden/>
          </w:rPr>
          <w:t>31</w:t>
        </w:r>
        <w:r w:rsidR="0034751B">
          <w:rPr>
            <w:noProof/>
            <w:webHidden/>
          </w:rPr>
          <w:fldChar w:fldCharType="end"/>
        </w:r>
      </w:hyperlink>
    </w:p>
    <w:p w14:paraId="377464F2"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59" w:history="1">
        <w:r w:rsidR="0034751B" w:rsidRPr="00C84A80">
          <w:rPr>
            <w:rStyle w:val="Hyperlink"/>
            <w:noProof/>
          </w:rPr>
          <w:t>1225.04a - Chief</w:t>
        </w:r>
        <w:r w:rsidR="0034751B">
          <w:rPr>
            <w:noProof/>
            <w:webHidden/>
          </w:rPr>
          <w:tab/>
        </w:r>
        <w:r w:rsidR="0034751B">
          <w:rPr>
            <w:noProof/>
            <w:webHidden/>
          </w:rPr>
          <w:fldChar w:fldCharType="begin"/>
        </w:r>
        <w:r w:rsidR="0034751B">
          <w:rPr>
            <w:noProof/>
            <w:webHidden/>
          </w:rPr>
          <w:instrText xml:space="preserve"> PAGEREF _Toc16250559 \h </w:instrText>
        </w:r>
        <w:r w:rsidR="0034751B">
          <w:rPr>
            <w:noProof/>
            <w:webHidden/>
          </w:rPr>
        </w:r>
        <w:r w:rsidR="0034751B">
          <w:rPr>
            <w:noProof/>
            <w:webHidden/>
          </w:rPr>
          <w:fldChar w:fldCharType="separate"/>
        </w:r>
        <w:r w:rsidR="006915FC">
          <w:rPr>
            <w:noProof/>
            <w:webHidden/>
          </w:rPr>
          <w:t>31</w:t>
        </w:r>
        <w:r w:rsidR="0034751B">
          <w:rPr>
            <w:noProof/>
            <w:webHidden/>
          </w:rPr>
          <w:fldChar w:fldCharType="end"/>
        </w:r>
      </w:hyperlink>
    </w:p>
    <w:p w14:paraId="07516073"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0" w:history="1">
        <w:r w:rsidR="0034751B" w:rsidRPr="00C84A80">
          <w:rPr>
            <w:rStyle w:val="Hyperlink"/>
            <w:noProof/>
          </w:rPr>
          <w:t>1225.04b - Deputy Chief for Administration</w:t>
        </w:r>
        <w:r w:rsidR="0034751B">
          <w:rPr>
            <w:noProof/>
            <w:webHidden/>
          </w:rPr>
          <w:tab/>
        </w:r>
        <w:r w:rsidR="0034751B">
          <w:rPr>
            <w:noProof/>
            <w:webHidden/>
          </w:rPr>
          <w:fldChar w:fldCharType="begin"/>
        </w:r>
        <w:r w:rsidR="0034751B">
          <w:rPr>
            <w:noProof/>
            <w:webHidden/>
          </w:rPr>
          <w:instrText xml:space="preserve"> PAGEREF _Toc16250560 \h </w:instrText>
        </w:r>
        <w:r w:rsidR="0034751B">
          <w:rPr>
            <w:noProof/>
            <w:webHidden/>
          </w:rPr>
        </w:r>
        <w:r w:rsidR="0034751B">
          <w:rPr>
            <w:noProof/>
            <w:webHidden/>
          </w:rPr>
          <w:fldChar w:fldCharType="separate"/>
        </w:r>
        <w:r w:rsidR="006915FC">
          <w:rPr>
            <w:noProof/>
            <w:webHidden/>
          </w:rPr>
          <w:t>31</w:t>
        </w:r>
        <w:r w:rsidR="0034751B">
          <w:rPr>
            <w:noProof/>
            <w:webHidden/>
          </w:rPr>
          <w:fldChar w:fldCharType="end"/>
        </w:r>
      </w:hyperlink>
    </w:p>
    <w:p w14:paraId="57EDC8A9"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1" w:history="1">
        <w:r w:rsidR="0034751B" w:rsidRPr="00C84A80">
          <w:rPr>
            <w:rStyle w:val="Hyperlink"/>
            <w:noProof/>
          </w:rPr>
          <w:t>1225.04c - Deputy Chiefs</w:t>
        </w:r>
        <w:r w:rsidR="0034751B">
          <w:rPr>
            <w:noProof/>
            <w:webHidden/>
          </w:rPr>
          <w:tab/>
        </w:r>
        <w:r w:rsidR="0034751B">
          <w:rPr>
            <w:noProof/>
            <w:webHidden/>
          </w:rPr>
          <w:fldChar w:fldCharType="begin"/>
        </w:r>
        <w:r w:rsidR="0034751B">
          <w:rPr>
            <w:noProof/>
            <w:webHidden/>
          </w:rPr>
          <w:instrText xml:space="preserve"> PAGEREF _Toc16250561 \h </w:instrText>
        </w:r>
        <w:r w:rsidR="0034751B">
          <w:rPr>
            <w:noProof/>
            <w:webHidden/>
          </w:rPr>
        </w:r>
        <w:r w:rsidR="0034751B">
          <w:rPr>
            <w:noProof/>
            <w:webHidden/>
          </w:rPr>
          <w:fldChar w:fldCharType="separate"/>
        </w:r>
        <w:r w:rsidR="006915FC">
          <w:rPr>
            <w:noProof/>
            <w:webHidden/>
          </w:rPr>
          <w:t>31</w:t>
        </w:r>
        <w:r w:rsidR="0034751B">
          <w:rPr>
            <w:noProof/>
            <w:webHidden/>
          </w:rPr>
          <w:fldChar w:fldCharType="end"/>
        </w:r>
      </w:hyperlink>
    </w:p>
    <w:p w14:paraId="5837CDAA"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2" w:history="1">
        <w:r w:rsidR="0034751B" w:rsidRPr="00C84A80">
          <w:rPr>
            <w:rStyle w:val="Hyperlink"/>
            <w:noProof/>
          </w:rPr>
          <w:t>1225.04d - Director, Personnel Management Staff, Washington Office</w:t>
        </w:r>
        <w:r w:rsidR="0034751B">
          <w:rPr>
            <w:noProof/>
            <w:webHidden/>
          </w:rPr>
          <w:tab/>
        </w:r>
        <w:r w:rsidR="0034751B">
          <w:rPr>
            <w:noProof/>
            <w:webHidden/>
          </w:rPr>
          <w:fldChar w:fldCharType="begin"/>
        </w:r>
        <w:r w:rsidR="0034751B">
          <w:rPr>
            <w:noProof/>
            <w:webHidden/>
          </w:rPr>
          <w:instrText xml:space="preserve"> PAGEREF _Toc16250562 \h </w:instrText>
        </w:r>
        <w:r w:rsidR="0034751B">
          <w:rPr>
            <w:noProof/>
            <w:webHidden/>
          </w:rPr>
        </w:r>
        <w:r w:rsidR="0034751B">
          <w:rPr>
            <w:noProof/>
            <w:webHidden/>
          </w:rPr>
          <w:fldChar w:fldCharType="separate"/>
        </w:r>
        <w:r w:rsidR="006915FC">
          <w:rPr>
            <w:noProof/>
            <w:webHidden/>
          </w:rPr>
          <w:t>32</w:t>
        </w:r>
        <w:r w:rsidR="0034751B">
          <w:rPr>
            <w:noProof/>
            <w:webHidden/>
          </w:rPr>
          <w:fldChar w:fldCharType="end"/>
        </w:r>
      </w:hyperlink>
    </w:p>
    <w:p w14:paraId="6FD9DD8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3" w:history="1">
        <w:r w:rsidR="0034751B" w:rsidRPr="00C84A80">
          <w:rPr>
            <w:rStyle w:val="Hyperlink"/>
            <w:noProof/>
          </w:rPr>
          <w:t>1225.04e - Regional Foresters, Station Directors, Area Director, and Institute Director</w:t>
        </w:r>
        <w:r w:rsidR="0034751B">
          <w:rPr>
            <w:noProof/>
            <w:webHidden/>
          </w:rPr>
          <w:tab/>
        </w:r>
        <w:r w:rsidR="0034751B">
          <w:rPr>
            <w:noProof/>
            <w:webHidden/>
          </w:rPr>
          <w:fldChar w:fldCharType="begin"/>
        </w:r>
        <w:r w:rsidR="0034751B">
          <w:rPr>
            <w:noProof/>
            <w:webHidden/>
          </w:rPr>
          <w:instrText xml:space="preserve"> PAGEREF _Toc16250563 \h </w:instrText>
        </w:r>
        <w:r w:rsidR="0034751B">
          <w:rPr>
            <w:noProof/>
            <w:webHidden/>
          </w:rPr>
        </w:r>
        <w:r w:rsidR="0034751B">
          <w:rPr>
            <w:noProof/>
            <w:webHidden/>
          </w:rPr>
          <w:fldChar w:fldCharType="separate"/>
        </w:r>
        <w:r w:rsidR="006915FC">
          <w:rPr>
            <w:noProof/>
            <w:webHidden/>
          </w:rPr>
          <w:t>32</w:t>
        </w:r>
        <w:r w:rsidR="0034751B">
          <w:rPr>
            <w:noProof/>
            <w:webHidden/>
          </w:rPr>
          <w:fldChar w:fldCharType="end"/>
        </w:r>
      </w:hyperlink>
    </w:p>
    <w:p w14:paraId="14147E0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4" w:history="1">
        <w:r w:rsidR="0034751B" w:rsidRPr="00C84A80">
          <w:rPr>
            <w:rStyle w:val="Hyperlink"/>
            <w:noProof/>
          </w:rPr>
          <w:t>1225.05 - Definitions</w:t>
        </w:r>
        <w:r w:rsidR="0034751B">
          <w:rPr>
            <w:noProof/>
            <w:webHidden/>
          </w:rPr>
          <w:tab/>
        </w:r>
        <w:r w:rsidR="0034751B">
          <w:rPr>
            <w:noProof/>
            <w:webHidden/>
          </w:rPr>
          <w:fldChar w:fldCharType="begin"/>
        </w:r>
        <w:r w:rsidR="0034751B">
          <w:rPr>
            <w:noProof/>
            <w:webHidden/>
          </w:rPr>
          <w:instrText xml:space="preserve"> PAGEREF _Toc16250564 \h </w:instrText>
        </w:r>
        <w:r w:rsidR="0034751B">
          <w:rPr>
            <w:noProof/>
            <w:webHidden/>
          </w:rPr>
        </w:r>
        <w:r w:rsidR="0034751B">
          <w:rPr>
            <w:noProof/>
            <w:webHidden/>
          </w:rPr>
          <w:fldChar w:fldCharType="separate"/>
        </w:r>
        <w:r w:rsidR="006915FC">
          <w:rPr>
            <w:noProof/>
            <w:webHidden/>
          </w:rPr>
          <w:t>32</w:t>
        </w:r>
        <w:r w:rsidR="0034751B">
          <w:rPr>
            <w:noProof/>
            <w:webHidden/>
          </w:rPr>
          <w:fldChar w:fldCharType="end"/>
        </w:r>
      </w:hyperlink>
    </w:p>
    <w:p w14:paraId="7133A14A"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65" w:history="1">
        <w:r w:rsidR="0034751B" w:rsidRPr="00C84A80">
          <w:rPr>
            <w:rStyle w:val="Hyperlink"/>
            <w:noProof/>
          </w:rPr>
          <w:t>1225.1 - Changes Requiring Approval</w:t>
        </w:r>
        <w:r w:rsidR="0034751B">
          <w:rPr>
            <w:noProof/>
            <w:webHidden/>
          </w:rPr>
          <w:tab/>
        </w:r>
        <w:r w:rsidR="0034751B">
          <w:rPr>
            <w:noProof/>
            <w:webHidden/>
          </w:rPr>
          <w:fldChar w:fldCharType="begin"/>
        </w:r>
        <w:r w:rsidR="0034751B">
          <w:rPr>
            <w:noProof/>
            <w:webHidden/>
          </w:rPr>
          <w:instrText xml:space="preserve"> PAGEREF _Toc16250565 \h </w:instrText>
        </w:r>
        <w:r w:rsidR="0034751B">
          <w:rPr>
            <w:noProof/>
            <w:webHidden/>
          </w:rPr>
        </w:r>
        <w:r w:rsidR="0034751B">
          <w:rPr>
            <w:noProof/>
            <w:webHidden/>
          </w:rPr>
          <w:fldChar w:fldCharType="separate"/>
        </w:r>
        <w:r w:rsidR="006915FC">
          <w:rPr>
            <w:noProof/>
            <w:webHidden/>
          </w:rPr>
          <w:t>33</w:t>
        </w:r>
        <w:r w:rsidR="0034751B">
          <w:rPr>
            <w:noProof/>
            <w:webHidden/>
          </w:rPr>
          <w:fldChar w:fldCharType="end"/>
        </w:r>
      </w:hyperlink>
    </w:p>
    <w:p w14:paraId="64BF9069"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66" w:history="1">
        <w:r w:rsidR="0034751B" w:rsidRPr="00C84A80">
          <w:rPr>
            <w:rStyle w:val="Hyperlink"/>
            <w:noProof/>
          </w:rPr>
          <w:t>1225.2 - Documentation and Procedures for Obtaining Approval</w:t>
        </w:r>
        <w:r w:rsidR="0034751B">
          <w:rPr>
            <w:noProof/>
            <w:webHidden/>
          </w:rPr>
          <w:tab/>
        </w:r>
        <w:r w:rsidR="0034751B">
          <w:rPr>
            <w:noProof/>
            <w:webHidden/>
          </w:rPr>
          <w:fldChar w:fldCharType="begin"/>
        </w:r>
        <w:r w:rsidR="0034751B">
          <w:rPr>
            <w:noProof/>
            <w:webHidden/>
          </w:rPr>
          <w:instrText xml:space="preserve"> PAGEREF _Toc16250566 \h </w:instrText>
        </w:r>
        <w:r w:rsidR="0034751B">
          <w:rPr>
            <w:noProof/>
            <w:webHidden/>
          </w:rPr>
        </w:r>
        <w:r w:rsidR="0034751B">
          <w:rPr>
            <w:noProof/>
            <w:webHidden/>
          </w:rPr>
          <w:fldChar w:fldCharType="separate"/>
        </w:r>
        <w:r w:rsidR="006915FC">
          <w:rPr>
            <w:noProof/>
            <w:webHidden/>
          </w:rPr>
          <w:t>33</w:t>
        </w:r>
        <w:r w:rsidR="0034751B">
          <w:rPr>
            <w:noProof/>
            <w:webHidden/>
          </w:rPr>
          <w:fldChar w:fldCharType="end"/>
        </w:r>
      </w:hyperlink>
    </w:p>
    <w:p w14:paraId="2414082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7" w:history="1">
        <w:r w:rsidR="0034751B" w:rsidRPr="00C84A80">
          <w:rPr>
            <w:rStyle w:val="Hyperlink"/>
            <w:noProof/>
          </w:rPr>
          <w:t>1225.21 - Narrative Proposal</w:t>
        </w:r>
        <w:r w:rsidR="0034751B">
          <w:rPr>
            <w:noProof/>
            <w:webHidden/>
          </w:rPr>
          <w:tab/>
        </w:r>
        <w:r w:rsidR="0034751B">
          <w:rPr>
            <w:noProof/>
            <w:webHidden/>
          </w:rPr>
          <w:fldChar w:fldCharType="begin"/>
        </w:r>
        <w:r w:rsidR="0034751B">
          <w:rPr>
            <w:noProof/>
            <w:webHidden/>
          </w:rPr>
          <w:instrText xml:space="preserve"> PAGEREF _Toc16250567 \h </w:instrText>
        </w:r>
        <w:r w:rsidR="0034751B">
          <w:rPr>
            <w:noProof/>
            <w:webHidden/>
          </w:rPr>
        </w:r>
        <w:r w:rsidR="0034751B">
          <w:rPr>
            <w:noProof/>
            <w:webHidden/>
          </w:rPr>
          <w:fldChar w:fldCharType="separate"/>
        </w:r>
        <w:r w:rsidR="006915FC">
          <w:rPr>
            <w:noProof/>
            <w:webHidden/>
          </w:rPr>
          <w:t>34</w:t>
        </w:r>
        <w:r w:rsidR="0034751B">
          <w:rPr>
            <w:noProof/>
            <w:webHidden/>
          </w:rPr>
          <w:fldChar w:fldCharType="end"/>
        </w:r>
      </w:hyperlink>
    </w:p>
    <w:p w14:paraId="2F898B3F"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8" w:history="1">
        <w:r w:rsidR="0034751B" w:rsidRPr="00C84A80">
          <w:rPr>
            <w:rStyle w:val="Hyperlink"/>
            <w:noProof/>
          </w:rPr>
          <w:t>1225.22 - Proposed Organization Charts</w:t>
        </w:r>
        <w:r w:rsidR="0034751B">
          <w:rPr>
            <w:noProof/>
            <w:webHidden/>
          </w:rPr>
          <w:tab/>
        </w:r>
        <w:r w:rsidR="0034751B">
          <w:rPr>
            <w:noProof/>
            <w:webHidden/>
          </w:rPr>
          <w:fldChar w:fldCharType="begin"/>
        </w:r>
        <w:r w:rsidR="0034751B">
          <w:rPr>
            <w:noProof/>
            <w:webHidden/>
          </w:rPr>
          <w:instrText xml:space="preserve"> PAGEREF _Toc16250568 \h </w:instrText>
        </w:r>
        <w:r w:rsidR="0034751B">
          <w:rPr>
            <w:noProof/>
            <w:webHidden/>
          </w:rPr>
        </w:r>
        <w:r w:rsidR="0034751B">
          <w:rPr>
            <w:noProof/>
            <w:webHidden/>
          </w:rPr>
          <w:fldChar w:fldCharType="separate"/>
        </w:r>
        <w:r w:rsidR="006915FC">
          <w:rPr>
            <w:noProof/>
            <w:webHidden/>
          </w:rPr>
          <w:t>35</w:t>
        </w:r>
        <w:r w:rsidR="0034751B">
          <w:rPr>
            <w:noProof/>
            <w:webHidden/>
          </w:rPr>
          <w:fldChar w:fldCharType="end"/>
        </w:r>
      </w:hyperlink>
    </w:p>
    <w:p w14:paraId="4AAFC9E0"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69" w:history="1">
        <w:r w:rsidR="0034751B" w:rsidRPr="00C84A80">
          <w:rPr>
            <w:rStyle w:val="Hyperlink"/>
            <w:noProof/>
          </w:rPr>
          <w:t>1225.23 - Functional Statements.</w:t>
        </w:r>
        <w:r w:rsidR="0034751B">
          <w:rPr>
            <w:noProof/>
            <w:webHidden/>
          </w:rPr>
          <w:tab/>
        </w:r>
        <w:r w:rsidR="0034751B">
          <w:rPr>
            <w:noProof/>
            <w:webHidden/>
          </w:rPr>
          <w:fldChar w:fldCharType="begin"/>
        </w:r>
        <w:r w:rsidR="0034751B">
          <w:rPr>
            <w:noProof/>
            <w:webHidden/>
          </w:rPr>
          <w:instrText xml:space="preserve"> PAGEREF _Toc16250569 \h </w:instrText>
        </w:r>
        <w:r w:rsidR="0034751B">
          <w:rPr>
            <w:noProof/>
            <w:webHidden/>
          </w:rPr>
        </w:r>
        <w:r w:rsidR="0034751B">
          <w:rPr>
            <w:noProof/>
            <w:webHidden/>
          </w:rPr>
          <w:fldChar w:fldCharType="separate"/>
        </w:r>
        <w:r w:rsidR="006915FC">
          <w:rPr>
            <w:noProof/>
            <w:webHidden/>
          </w:rPr>
          <w:t>35</w:t>
        </w:r>
        <w:r w:rsidR="0034751B">
          <w:rPr>
            <w:noProof/>
            <w:webHidden/>
          </w:rPr>
          <w:fldChar w:fldCharType="end"/>
        </w:r>
      </w:hyperlink>
    </w:p>
    <w:p w14:paraId="54E075FC"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0" w:history="1">
        <w:r w:rsidR="0034751B" w:rsidRPr="00C84A80">
          <w:rPr>
            <w:rStyle w:val="Hyperlink"/>
            <w:noProof/>
          </w:rPr>
          <w:t>1225.23a - Washington Office, Regions, Stations, Area, and Institute.</w:t>
        </w:r>
        <w:r w:rsidR="0034751B">
          <w:rPr>
            <w:noProof/>
            <w:webHidden/>
          </w:rPr>
          <w:tab/>
        </w:r>
        <w:r w:rsidR="0034751B">
          <w:rPr>
            <w:noProof/>
            <w:webHidden/>
          </w:rPr>
          <w:fldChar w:fldCharType="begin"/>
        </w:r>
        <w:r w:rsidR="0034751B">
          <w:rPr>
            <w:noProof/>
            <w:webHidden/>
          </w:rPr>
          <w:instrText xml:space="preserve"> PAGEREF _Toc16250570 \h </w:instrText>
        </w:r>
        <w:r w:rsidR="0034751B">
          <w:rPr>
            <w:noProof/>
            <w:webHidden/>
          </w:rPr>
        </w:r>
        <w:r w:rsidR="0034751B">
          <w:rPr>
            <w:noProof/>
            <w:webHidden/>
          </w:rPr>
          <w:fldChar w:fldCharType="separate"/>
        </w:r>
        <w:r w:rsidR="006915FC">
          <w:rPr>
            <w:noProof/>
            <w:webHidden/>
          </w:rPr>
          <w:t>35</w:t>
        </w:r>
        <w:r w:rsidR="0034751B">
          <w:rPr>
            <w:noProof/>
            <w:webHidden/>
          </w:rPr>
          <w:fldChar w:fldCharType="end"/>
        </w:r>
      </w:hyperlink>
    </w:p>
    <w:p w14:paraId="421B15B2"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1" w:history="1">
        <w:r w:rsidR="0034751B" w:rsidRPr="00C84A80">
          <w:rPr>
            <w:rStyle w:val="Hyperlink"/>
            <w:noProof/>
          </w:rPr>
          <w:t>1225.23b - Other Units</w:t>
        </w:r>
        <w:r w:rsidR="0034751B">
          <w:rPr>
            <w:noProof/>
            <w:webHidden/>
          </w:rPr>
          <w:tab/>
        </w:r>
        <w:r w:rsidR="0034751B">
          <w:rPr>
            <w:noProof/>
            <w:webHidden/>
          </w:rPr>
          <w:fldChar w:fldCharType="begin"/>
        </w:r>
        <w:r w:rsidR="0034751B">
          <w:rPr>
            <w:noProof/>
            <w:webHidden/>
          </w:rPr>
          <w:instrText xml:space="preserve"> PAGEREF _Toc16250571 \h </w:instrText>
        </w:r>
        <w:r w:rsidR="0034751B">
          <w:rPr>
            <w:noProof/>
            <w:webHidden/>
          </w:rPr>
        </w:r>
        <w:r w:rsidR="0034751B">
          <w:rPr>
            <w:noProof/>
            <w:webHidden/>
          </w:rPr>
          <w:fldChar w:fldCharType="separate"/>
        </w:r>
        <w:r w:rsidR="006915FC">
          <w:rPr>
            <w:noProof/>
            <w:webHidden/>
          </w:rPr>
          <w:t>36</w:t>
        </w:r>
        <w:r w:rsidR="0034751B">
          <w:rPr>
            <w:noProof/>
            <w:webHidden/>
          </w:rPr>
          <w:fldChar w:fldCharType="end"/>
        </w:r>
      </w:hyperlink>
    </w:p>
    <w:p w14:paraId="241C1CA4"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2" w:history="1">
        <w:r w:rsidR="0034751B" w:rsidRPr="00C84A80">
          <w:rPr>
            <w:rStyle w:val="Hyperlink"/>
            <w:noProof/>
          </w:rPr>
          <w:t>1225.24 - Staffing Patterns</w:t>
        </w:r>
        <w:r w:rsidR="0034751B">
          <w:rPr>
            <w:noProof/>
            <w:webHidden/>
          </w:rPr>
          <w:tab/>
        </w:r>
        <w:r w:rsidR="0034751B">
          <w:rPr>
            <w:noProof/>
            <w:webHidden/>
          </w:rPr>
          <w:fldChar w:fldCharType="begin"/>
        </w:r>
        <w:r w:rsidR="0034751B">
          <w:rPr>
            <w:noProof/>
            <w:webHidden/>
          </w:rPr>
          <w:instrText xml:space="preserve"> PAGEREF _Toc16250572 \h </w:instrText>
        </w:r>
        <w:r w:rsidR="0034751B">
          <w:rPr>
            <w:noProof/>
            <w:webHidden/>
          </w:rPr>
        </w:r>
        <w:r w:rsidR="0034751B">
          <w:rPr>
            <w:noProof/>
            <w:webHidden/>
          </w:rPr>
          <w:fldChar w:fldCharType="separate"/>
        </w:r>
        <w:r w:rsidR="006915FC">
          <w:rPr>
            <w:noProof/>
            <w:webHidden/>
          </w:rPr>
          <w:t>36</w:t>
        </w:r>
        <w:r w:rsidR="0034751B">
          <w:rPr>
            <w:noProof/>
            <w:webHidden/>
          </w:rPr>
          <w:fldChar w:fldCharType="end"/>
        </w:r>
      </w:hyperlink>
    </w:p>
    <w:p w14:paraId="65838449"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3" w:history="1">
        <w:r w:rsidR="0034751B" w:rsidRPr="00C84A80">
          <w:rPr>
            <w:rStyle w:val="Hyperlink"/>
            <w:noProof/>
          </w:rPr>
          <w:t>1225.25 - Documentation for GM/GS-14's and Above.</w:t>
        </w:r>
        <w:r w:rsidR="0034751B">
          <w:rPr>
            <w:noProof/>
            <w:webHidden/>
          </w:rPr>
          <w:tab/>
        </w:r>
        <w:r w:rsidR="0034751B">
          <w:rPr>
            <w:noProof/>
            <w:webHidden/>
          </w:rPr>
          <w:fldChar w:fldCharType="begin"/>
        </w:r>
        <w:r w:rsidR="0034751B">
          <w:rPr>
            <w:noProof/>
            <w:webHidden/>
          </w:rPr>
          <w:instrText xml:space="preserve"> PAGEREF _Toc16250573 \h </w:instrText>
        </w:r>
        <w:r w:rsidR="0034751B">
          <w:rPr>
            <w:noProof/>
            <w:webHidden/>
          </w:rPr>
        </w:r>
        <w:r w:rsidR="0034751B">
          <w:rPr>
            <w:noProof/>
            <w:webHidden/>
          </w:rPr>
          <w:fldChar w:fldCharType="separate"/>
        </w:r>
        <w:r w:rsidR="006915FC">
          <w:rPr>
            <w:noProof/>
            <w:webHidden/>
          </w:rPr>
          <w:t>36</w:t>
        </w:r>
        <w:r w:rsidR="0034751B">
          <w:rPr>
            <w:noProof/>
            <w:webHidden/>
          </w:rPr>
          <w:fldChar w:fldCharType="end"/>
        </w:r>
      </w:hyperlink>
    </w:p>
    <w:p w14:paraId="0176D404"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4" w:history="1">
        <w:r w:rsidR="0034751B" w:rsidRPr="00C84A80">
          <w:rPr>
            <w:rStyle w:val="Hyperlink"/>
            <w:noProof/>
          </w:rPr>
          <w:t>1225.26 - Other Supplemental Information.</w:t>
        </w:r>
        <w:r w:rsidR="0034751B">
          <w:rPr>
            <w:noProof/>
            <w:webHidden/>
          </w:rPr>
          <w:tab/>
        </w:r>
        <w:r w:rsidR="0034751B">
          <w:rPr>
            <w:noProof/>
            <w:webHidden/>
          </w:rPr>
          <w:fldChar w:fldCharType="begin"/>
        </w:r>
        <w:r w:rsidR="0034751B">
          <w:rPr>
            <w:noProof/>
            <w:webHidden/>
          </w:rPr>
          <w:instrText xml:space="preserve"> PAGEREF _Toc16250574 \h </w:instrText>
        </w:r>
        <w:r w:rsidR="0034751B">
          <w:rPr>
            <w:noProof/>
            <w:webHidden/>
          </w:rPr>
        </w:r>
        <w:r w:rsidR="0034751B">
          <w:rPr>
            <w:noProof/>
            <w:webHidden/>
          </w:rPr>
          <w:fldChar w:fldCharType="separate"/>
        </w:r>
        <w:r w:rsidR="006915FC">
          <w:rPr>
            <w:noProof/>
            <w:webHidden/>
          </w:rPr>
          <w:t>37</w:t>
        </w:r>
        <w:r w:rsidR="0034751B">
          <w:rPr>
            <w:noProof/>
            <w:webHidden/>
          </w:rPr>
          <w:fldChar w:fldCharType="end"/>
        </w:r>
      </w:hyperlink>
    </w:p>
    <w:p w14:paraId="46B05BB8"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5" w:history="1">
        <w:r w:rsidR="0034751B" w:rsidRPr="00C84A80">
          <w:rPr>
            <w:rStyle w:val="Hyperlink"/>
            <w:noProof/>
          </w:rPr>
          <w:t>1225.27 - Examples of Required Documentation</w:t>
        </w:r>
        <w:r w:rsidR="0034751B">
          <w:rPr>
            <w:noProof/>
            <w:webHidden/>
          </w:rPr>
          <w:tab/>
        </w:r>
        <w:r w:rsidR="0034751B">
          <w:rPr>
            <w:noProof/>
            <w:webHidden/>
          </w:rPr>
          <w:fldChar w:fldCharType="begin"/>
        </w:r>
        <w:r w:rsidR="0034751B">
          <w:rPr>
            <w:noProof/>
            <w:webHidden/>
          </w:rPr>
          <w:instrText xml:space="preserve"> PAGEREF _Toc16250575 \h </w:instrText>
        </w:r>
        <w:r w:rsidR="0034751B">
          <w:rPr>
            <w:noProof/>
            <w:webHidden/>
          </w:rPr>
        </w:r>
        <w:r w:rsidR="0034751B">
          <w:rPr>
            <w:noProof/>
            <w:webHidden/>
          </w:rPr>
          <w:fldChar w:fldCharType="separate"/>
        </w:r>
        <w:r w:rsidR="006915FC">
          <w:rPr>
            <w:noProof/>
            <w:webHidden/>
          </w:rPr>
          <w:t>37</w:t>
        </w:r>
        <w:r w:rsidR="0034751B">
          <w:rPr>
            <w:noProof/>
            <w:webHidden/>
          </w:rPr>
          <w:fldChar w:fldCharType="end"/>
        </w:r>
      </w:hyperlink>
    </w:p>
    <w:p w14:paraId="76BB7982" w14:textId="77777777" w:rsidR="0034751B" w:rsidRDefault="00985A7F">
      <w:pPr>
        <w:pStyle w:val="TOC1"/>
        <w:tabs>
          <w:tab w:val="right" w:leader="dot" w:pos="9350"/>
        </w:tabs>
        <w:rPr>
          <w:rFonts w:asciiTheme="minorHAnsi" w:eastAsiaTheme="minorEastAsia" w:hAnsiTheme="minorHAnsi" w:cstheme="minorBidi"/>
          <w:b w:val="0"/>
          <w:noProof/>
          <w:color w:val="auto"/>
          <w:sz w:val="22"/>
          <w:szCs w:val="22"/>
        </w:rPr>
      </w:pPr>
      <w:hyperlink w:anchor="_Toc16250576" w:history="1">
        <w:r w:rsidR="0034751B" w:rsidRPr="00C84A80">
          <w:rPr>
            <w:rStyle w:val="Hyperlink"/>
            <w:noProof/>
          </w:rPr>
          <w:t>1226 - IMPLEMENTATION OF ORGANIZATIONAL CHANGES.</w:t>
        </w:r>
        <w:r w:rsidR="0034751B">
          <w:rPr>
            <w:noProof/>
            <w:webHidden/>
          </w:rPr>
          <w:tab/>
        </w:r>
        <w:r w:rsidR="0034751B">
          <w:rPr>
            <w:noProof/>
            <w:webHidden/>
          </w:rPr>
          <w:fldChar w:fldCharType="begin"/>
        </w:r>
        <w:r w:rsidR="0034751B">
          <w:rPr>
            <w:noProof/>
            <w:webHidden/>
          </w:rPr>
          <w:instrText xml:space="preserve"> PAGEREF _Toc16250576 \h </w:instrText>
        </w:r>
        <w:r w:rsidR="0034751B">
          <w:rPr>
            <w:noProof/>
            <w:webHidden/>
          </w:rPr>
        </w:r>
        <w:r w:rsidR="0034751B">
          <w:rPr>
            <w:noProof/>
            <w:webHidden/>
          </w:rPr>
          <w:fldChar w:fldCharType="separate"/>
        </w:r>
        <w:r w:rsidR="006915FC">
          <w:rPr>
            <w:noProof/>
            <w:webHidden/>
          </w:rPr>
          <w:t>40</w:t>
        </w:r>
        <w:r w:rsidR="0034751B">
          <w:rPr>
            <w:noProof/>
            <w:webHidden/>
          </w:rPr>
          <w:fldChar w:fldCharType="end"/>
        </w:r>
      </w:hyperlink>
    </w:p>
    <w:p w14:paraId="1131697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7" w:history="1">
        <w:r w:rsidR="0034751B" w:rsidRPr="00C84A80">
          <w:rPr>
            <w:rStyle w:val="Hyperlink"/>
            <w:noProof/>
          </w:rPr>
          <w:t>1226.03 - Policy</w:t>
        </w:r>
        <w:r w:rsidR="0034751B">
          <w:rPr>
            <w:noProof/>
            <w:webHidden/>
          </w:rPr>
          <w:tab/>
        </w:r>
        <w:r w:rsidR="0034751B">
          <w:rPr>
            <w:noProof/>
            <w:webHidden/>
          </w:rPr>
          <w:fldChar w:fldCharType="begin"/>
        </w:r>
        <w:r w:rsidR="0034751B">
          <w:rPr>
            <w:noProof/>
            <w:webHidden/>
          </w:rPr>
          <w:instrText xml:space="preserve"> PAGEREF _Toc16250577 \h </w:instrText>
        </w:r>
        <w:r w:rsidR="0034751B">
          <w:rPr>
            <w:noProof/>
            <w:webHidden/>
          </w:rPr>
        </w:r>
        <w:r w:rsidR="0034751B">
          <w:rPr>
            <w:noProof/>
            <w:webHidden/>
          </w:rPr>
          <w:fldChar w:fldCharType="separate"/>
        </w:r>
        <w:r w:rsidR="006915FC">
          <w:rPr>
            <w:noProof/>
            <w:webHidden/>
          </w:rPr>
          <w:t>40</w:t>
        </w:r>
        <w:r w:rsidR="0034751B">
          <w:rPr>
            <w:noProof/>
            <w:webHidden/>
          </w:rPr>
          <w:fldChar w:fldCharType="end"/>
        </w:r>
      </w:hyperlink>
    </w:p>
    <w:p w14:paraId="2FA7A9D0"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78" w:history="1">
        <w:r w:rsidR="0034751B" w:rsidRPr="00C84A80">
          <w:rPr>
            <w:rStyle w:val="Hyperlink"/>
            <w:noProof/>
          </w:rPr>
          <w:t>1226.04 - Responsibility</w:t>
        </w:r>
        <w:r w:rsidR="0034751B">
          <w:rPr>
            <w:noProof/>
            <w:webHidden/>
          </w:rPr>
          <w:tab/>
        </w:r>
        <w:r w:rsidR="0034751B">
          <w:rPr>
            <w:noProof/>
            <w:webHidden/>
          </w:rPr>
          <w:fldChar w:fldCharType="begin"/>
        </w:r>
        <w:r w:rsidR="0034751B">
          <w:rPr>
            <w:noProof/>
            <w:webHidden/>
          </w:rPr>
          <w:instrText xml:space="preserve"> PAGEREF _Toc16250578 \h </w:instrText>
        </w:r>
        <w:r w:rsidR="0034751B">
          <w:rPr>
            <w:noProof/>
            <w:webHidden/>
          </w:rPr>
        </w:r>
        <w:r w:rsidR="0034751B">
          <w:rPr>
            <w:noProof/>
            <w:webHidden/>
          </w:rPr>
          <w:fldChar w:fldCharType="separate"/>
        </w:r>
        <w:r w:rsidR="006915FC">
          <w:rPr>
            <w:noProof/>
            <w:webHidden/>
          </w:rPr>
          <w:t>40</w:t>
        </w:r>
        <w:r w:rsidR="0034751B">
          <w:rPr>
            <w:noProof/>
            <w:webHidden/>
          </w:rPr>
          <w:fldChar w:fldCharType="end"/>
        </w:r>
      </w:hyperlink>
    </w:p>
    <w:p w14:paraId="4E2A5126" w14:textId="77777777" w:rsidR="0034751B" w:rsidRDefault="00985A7F">
      <w:pPr>
        <w:pStyle w:val="TOC2"/>
        <w:tabs>
          <w:tab w:val="right" w:leader="dot" w:pos="9350"/>
        </w:tabs>
        <w:rPr>
          <w:rFonts w:asciiTheme="minorHAnsi" w:eastAsiaTheme="minorEastAsia" w:hAnsiTheme="minorHAnsi" w:cstheme="minorBidi"/>
          <w:noProof/>
          <w:sz w:val="22"/>
          <w:szCs w:val="22"/>
        </w:rPr>
      </w:pPr>
      <w:hyperlink w:anchor="_Toc16250579" w:history="1">
        <w:r w:rsidR="0034751B" w:rsidRPr="00C84A80">
          <w:rPr>
            <w:rStyle w:val="Hyperlink"/>
            <w:noProof/>
          </w:rPr>
          <w:t>1226.1 - Current Organization of Forest Service Units</w:t>
        </w:r>
        <w:r w:rsidR="0034751B">
          <w:rPr>
            <w:noProof/>
            <w:webHidden/>
          </w:rPr>
          <w:tab/>
        </w:r>
        <w:r w:rsidR="0034751B">
          <w:rPr>
            <w:noProof/>
            <w:webHidden/>
          </w:rPr>
          <w:fldChar w:fldCharType="begin"/>
        </w:r>
        <w:r w:rsidR="0034751B">
          <w:rPr>
            <w:noProof/>
            <w:webHidden/>
          </w:rPr>
          <w:instrText xml:space="preserve"> PAGEREF _Toc16250579 \h </w:instrText>
        </w:r>
        <w:r w:rsidR="0034751B">
          <w:rPr>
            <w:noProof/>
            <w:webHidden/>
          </w:rPr>
        </w:r>
        <w:r w:rsidR="0034751B">
          <w:rPr>
            <w:noProof/>
            <w:webHidden/>
          </w:rPr>
          <w:fldChar w:fldCharType="separate"/>
        </w:r>
        <w:r w:rsidR="006915FC">
          <w:rPr>
            <w:noProof/>
            <w:webHidden/>
          </w:rPr>
          <w:t>40</w:t>
        </w:r>
        <w:r w:rsidR="0034751B">
          <w:rPr>
            <w:noProof/>
            <w:webHidden/>
          </w:rPr>
          <w:fldChar w:fldCharType="end"/>
        </w:r>
      </w:hyperlink>
    </w:p>
    <w:p w14:paraId="48780EAC"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80" w:history="1">
        <w:r w:rsidR="0034751B" w:rsidRPr="00C84A80">
          <w:rPr>
            <w:rStyle w:val="Hyperlink"/>
            <w:noProof/>
          </w:rPr>
          <w:t>1226.11 - Washington Office Organization</w:t>
        </w:r>
        <w:r w:rsidR="0034751B">
          <w:rPr>
            <w:noProof/>
            <w:webHidden/>
          </w:rPr>
          <w:tab/>
        </w:r>
        <w:r w:rsidR="0034751B">
          <w:rPr>
            <w:noProof/>
            <w:webHidden/>
          </w:rPr>
          <w:fldChar w:fldCharType="begin"/>
        </w:r>
        <w:r w:rsidR="0034751B">
          <w:rPr>
            <w:noProof/>
            <w:webHidden/>
          </w:rPr>
          <w:instrText xml:space="preserve"> PAGEREF _Toc16250580 \h </w:instrText>
        </w:r>
        <w:r w:rsidR="0034751B">
          <w:rPr>
            <w:noProof/>
            <w:webHidden/>
          </w:rPr>
        </w:r>
        <w:r w:rsidR="0034751B">
          <w:rPr>
            <w:noProof/>
            <w:webHidden/>
          </w:rPr>
          <w:fldChar w:fldCharType="separate"/>
        </w:r>
        <w:r w:rsidR="006915FC">
          <w:rPr>
            <w:noProof/>
            <w:webHidden/>
          </w:rPr>
          <w:t>41</w:t>
        </w:r>
        <w:r w:rsidR="0034751B">
          <w:rPr>
            <w:noProof/>
            <w:webHidden/>
          </w:rPr>
          <w:fldChar w:fldCharType="end"/>
        </w:r>
      </w:hyperlink>
    </w:p>
    <w:p w14:paraId="40D7BD97"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81" w:history="1">
        <w:r w:rsidR="0034751B" w:rsidRPr="00C84A80">
          <w:rPr>
            <w:rStyle w:val="Hyperlink"/>
            <w:noProof/>
          </w:rPr>
          <w:t>1226.12 - Region, Station, Area, and Institute Organization</w:t>
        </w:r>
        <w:r w:rsidR="0034751B">
          <w:rPr>
            <w:noProof/>
            <w:webHidden/>
          </w:rPr>
          <w:tab/>
        </w:r>
        <w:r w:rsidR="0034751B">
          <w:rPr>
            <w:noProof/>
            <w:webHidden/>
          </w:rPr>
          <w:fldChar w:fldCharType="begin"/>
        </w:r>
        <w:r w:rsidR="0034751B">
          <w:rPr>
            <w:noProof/>
            <w:webHidden/>
          </w:rPr>
          <w:instrText xml:space="preserve"> PAGEREF _Toc16250581 \h </w:instrText>
        </w:r>
        <w:r w:rsidR="0034751B">
          <w:rPr>
            <w:noProof/>
            <w:webHidden/>
          </w:rPr>
        </w:r>
        <w:r w:rsidR="0034751B">
          <w:rPr>
            <w:noProof/>
            <w:webHidden/>
          </w:rPr>
          <w:fldChar w:fldCharType="separate"/>
        </w:r>
        <w:r w:rsidR="006915FC">
          <w:rPr>
            <w:noProof/>
            <w:webHidden/>
          </w:rPr>
          <w:t>41</w:t>
        </w:r>
        <w:r w:rsidR="0034751B">
          <w:rPr>
            <w:noProof/>
            <w:webHidden/>
          </w:rPr>
          <w:fldChar w:fldCharType="end"/>
        </w:r>
      </w:hyperlink>
    </w:p>
    <w:p w14:paraId="2F913348"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82" w:history="1">
        <w:r w:rsidR="0034751B" w:rsidRPr="00C84A80">
          <w:rPr>
            <w:rStyle w:val="Hyperlink"/>
            <w:noProof/>
          </w:rPr>
          <w:t>1226.13 - National Forest Organization</w:t>
        </w:r>
        <w:r w:rsidR="0034751B">
          <w:rPr>
            <w:noProof/>
            <w:webHidden/>
          </w:rPr>
          <w:tab/>
        </w:r>
        <w:r w:rsidR="0034751B">
          <w:rPr>
            <w:noProof/>
            <w:webHidden/>
          </w:rPr>
          <w:fldChar w:fldCharType="begin"/>
        </w:r>
        <w:r w:rsidR="0034751B">
          <w:rPr>
            <w:noProof/>
            <w:webHidden/>
          </w:rPr>
          <w:instrText xml:space="preserve"> PAGEREF _Toc16250582 \h </w:instrText>
        </w:r>
        <w:r w:rsidR="0034751B">
          <w:rPr>
            <w:noProof/>
            <w:webHidden/>
          </w:rPr>
        </w:r>
        <w:r w:rsidR="0034751B">
          <w:rPr>
            <w:noProof/>
            <w:webHidden/>
          </w:rPr>
          <w:fldChar w:fldCharType="separate"/>
        </w:r>
        <w:r w:rsidR="006915FC">
          <w:rPr>
            <w:noProof/>
            <w:webHidden/>
          </w:rPr>
          <w:t>41</w:t>
        </w:r>
        <w:r w:rsidR="0034751B">
          <w:rPr>
            <w:noProof/>
            <w:webHidden/>
          </w:rPr>
          <w:fldChar w:fldCharType="end"/>
        </w:r>
      </w:hyperlink>
    </w:p>
    <w:p w14:paraId="70691A6F" w14:textId="77777777" w:rsidR="0034751B" w:rsidRDefault="00985A7F">
      <w:pPr>
        <w:pStyle w:val="TOC3"/>
        <w:tabs>
          <w:tab w:val="right" w:leader="dot" w:pos="9350"/>
        </w:tabs>
        <w:rPr>
          <w:rFonts w:asciiTheme="minorHAnsi" w:eastAsiaTheme="minorEastAsia" w:hAnsiTheme="minorHAnsi" w:cstheme="minorBidi"/>
          <w:noProof/>
          <w:sz w:val="22"/>
          <w:szCs w:val="22"/>
        </w:rPr>
      </w:pPr>
      <w:hyperlink w:anchor="_Toc16250583" w:history="1">
        <w:r w:rsidR="0034751B" w:rsidRPr="00C84A80">
          <w:rPr>
            <w:rStyle w:val="Hyperlink"/>
            <w:noProof/>
          </w:rPr>
          <w:t>1226.14 –National Technology &amp; Development Program and the Geospatial Technology &amp; Applications Center Directors</w:t>
        </w:r>
        <w:r w:rsidR="0034751B">
          <w:rPr>
            <w:noProof/>
            <w:webHidden/>
          </w:rPr>
          <w:tab/>
        </w:r>
        <w:r w:rsidR="0034751B">
          <w:rPr>
            <w:noProof/>
            <w:webHidden/>
          </w:rPr>
          <w:fldChar w:fldCharType="begin"/>
        </w:r>
        <w:r w:rsidR="0034751B">
          <w:rPr>
            <w:noProof/>
            <w:webHidden/>
          </w:rPr>
          <w:instrText xml:space="preserve"> PAGEREF _Toc16250583 \h </w:instrText>
        </w:r>
        <w:r w:rsidR="0034751B">
          <w:rPr>
            <w:noProof/>
            <w:webHidden/>
          </w:rPr>
        </w:r>
        <w:r w:rsidR="0034751B">
          <w:rPr>
            <w:noProof/>
            <w:webHidden/>
          </w:rPr>
          <w:fldChar w:fldCharType="separate"/>
        </w:r>
        <w:r w:rsidR="006915FC">
          <w:rPr>
            <w:noProof/>
            <w:webHidden/>
          </w:rPr>
          <w:t>41</w:t>
        </w:r>
        <w:r w:rsidR="0034751B">
          <w:rPr>
            <w:noProof/>
            <w:webHidden/>
          </w:rPr>
          <w:fldChar w:fldCharType="end"/>
        </w:r>
      </w:hyperlink>
    </w:p>
    <w:p w14:paraId="1D6FD72A" w14:textId="01831D43" w:rsidR="0091264E" w:rsidRDefault="006B2E4D" w:rsidP="006B2E4D">
      <w:r>
        <w:fldChar w:fldCharType="end"/>
      </w:r>
    </w:p>
    <w:p w14:paraId="669E2D23" w14:textId="77777777" w:rsidR="0091264E" w:rsidRDefault="0091264E">
      <w:r>
        <w:br w:type="page"/>
      </w:r>
    </w:p>
    <w:p w14:paraId="73C7F741" w14:textId="77777777" w:rsidR="009E4DD9" w:rsidRDefault="009E4DD9" w:rsidP="009E4DD9">
      <w:pPr>
        <w:pStyle w:val="ruler0"/>
        <w:widowControl/>
        <w:tabs>
          <w:tab w:val="clear" w:pos="1296"/>
          <w:tab w:val="clear" w:pos="6336"/>
          <w:tab w:val="left" w:pos="5040"/>
          <w:tab w:val="left" w:pos="7200"/>
        </w:tabs>
      </w:pPr>
      <w:r>
        <w:lastRenderedPageBreak/>
        <w:t>This chapter establishes policies and standards for assigning and arranging work into manageable units and designing positions within these units.  Changes in organization and position structures should be implemented in accordance with other applicable chapters of this title as well as FSM 1300, FSM 6100, and related Handbooks.</w:t>
      </w:r>
    </w:p>
    <w:p w14:paraId="0998D1D1" w14:textId="725AA706" w:rsidR="00BE3BF8" w:rsidRDefault="009E4DD9" w:rsidP="00BE3BF8">
      <w:pPr>
        <w:pStyle w:val="Heading2"/>
      </w:pPr>
      <w:bookmarkStart w:id="1" w:name="_Toc16250515"/>
      <w:r>
        <w:t>1220.2 - Objectives</w:t>
      </w:r>
      <w:bookmarkEnd w:id="1"/>
    </w:p>
    <w:p w14:paraId="52AA826E" w14:textId="77777777" w:rsidR="00BE3BF8" w:rsidRDefault="00BE3BF8" w:rsidP="009E4DD9">
      <w:pPr>
        <w:pStyle w:val="ruler0"/>
        <w:widowControl/>
        <w:tabs>
          <w:tab w:val="clear" w:pos="1296"/>
          <w:tab w:val="clear" w:pos="6336"/>
          <w:tab w:val="left" w:pos="5040"/>
          <w:tab w:val="left" w:pos="7200"/>
        </w:tabs>
      </w:pPr>
    </w:p>
    <w:p w14:paraId="20AB6BC9" w14:textId="46B5F267" w:rsidR="009E4DD9" w:rsidRDefault="009E4DD9" w:rsidP="009E4DD9">
      <w:pPr>
        <w:pStyle w:val="ruler0"/>
        <w:widowControl/>
        <w:tabs>
          <w:tab w:val="clear" w:pos="1296"/>
          <w:tab w:val="clear" w:pos="6336"/>
          <w:tab w:val="left" w:pos="5040"/>
          <w:tab w:val="left" w:pos="7200"/>
        </w:tabs>
      </w:pPr>
      <w:r>
        <w:t>Organize and arrange work at all levels to achieve Forest Service mission and program goals in the most effective and economical manner.  Specific objectives are to:</w:t>
      </w:r>
    </w:p>
    <w:p w14:paraId="5F30BE24" w14:textId="1AC6950E" w:rsidR="009E4DD9" w:rsidRPr="00BE3BF8" w:rsidRDefault="009E4DD9" w:rsidP="009631CB">
      <w:pPr>
        <w:pStyle w:val="NumberList1"/>
        <w:ind w:left="0"/>
      </w:pPr>
      <w:r w:rsidRPr="00BE3BF8">
        <w:t>1.  Organize the work to maximize cost effectiveness, efficiency, and established quality and production standards.</w:t>
      </w:r>
    </w:p>
    <w:p w14:paraId="261EC88A" w14:textId="4F5107F0" w:rsidR="009E4DD9" w:rsidRPr="00BE3BF8" w:rsidRDefault="009E4DD9" w:rsidP="009631CB">
      <w:pPr>
        <w:pStyle w:val="NumberList1"/>
        <w:ind w:left="0"/>
      </w:pPr>
      <w:r w:rsidRPr="00BE3BF8">
        <w:t>2.  Distribute work among positions according to amount, kind, difficulty, and responsibility.</w:t>
      </w:r>
    </w:p>
    <w:p w14:paraId="4CA55E83" w14:textId="72AA5175" w:rsidR="009E4DD9" w:rsidRPr="00BE3BF8" w:rsidRDefault="009E4DD9" w:rsidP="009631CB">
      <w:pPr>
        <w:pStyle w:val="NumberList1"/>
        <w:ind w:left="0"/>
      </w:pPr>
      <w:r w:rsidRPr="00BE3BF8">
        <w:t>3.  Design positions to effectively utilize employee skills and provide career development opportunities.</w:t>
      </w:r>
    </w:p>
    <w:p w14:paraId="307F7294" w14:textId="0B03FC74" w:rsidR="009E4DD9" w:rsidRPr="00BE3BF8" w:rsidRDefault="009E4DD9" w:rsidP="009631CB">
      <w:pPr>
        <w:pStyle w:val="NumberList1"/>
        <w:ind w:left="0"/>
      </w:pPr>
      <w:r w:rsidRPr="00BE3BF8">
        <w:t>4.  Facilitate the flow of communication among organizational units and between various organizational levels.</w:t>
      </w:r>
    </w:p>
    <w:p w14:paraId="632D9876" w14:textId="32F8A6DD" w:rsidR="009E4DD9" w:rsidRPr="00BE3BF8" w:rsidRDefault="009E4DD9" w:rsidP="009631CB">
      <w:pPr>
        <w:pStyle w:val="NumberList1"/>
        <w:ind w:left="0"/>
      </w:pPr>
      <w:r w:rsidRPr="00BE3BF8">
        <w:t>5.  Delegate authority to positions in a manner that enhances service to the public and is consistent with FSM 1231.1.</w:t>
      </w:r>
    </w:p>
    <w:p w14:paraId="70A9CC70" w14:textId="08263305" w:rsidR="009E4DD9" w:rsidRPr="00BE3BF8" w:rsidRDefault="009E4DD9" w:rsidP="009631CB">
      <w:pPr>
        <w:pStyle w:val="NumberList1"/>
        <w:ind w:left="0"/>
      </w:pPr>
      <w:r w:rsidRPr="00BE3BF8">
        <w:t>6.  Accommodate changes in program goals, work environment, workload or skill distribution, and new developments in technology, work methods, and management practices.</w:t>
      </w:r>
    </w:p>
    <w:p w14:paraId="61650133" w14:textId="3C800C47" w:rsidR="009E4DD9" w:rsidRPr="00BE3BF8" w:rsidRDefault="009E4DD9" w:rsidP="009631CB">
      <w:pPr>
        <w:pStyle w:val="NumberList1"/>
        <w:ind w:left="0"/>
      </w:pPr>
      <w:r w:rsidRPr="00BE3BF8">
        <w:t>7.  Be responsive to the organization environment, including publics the agency serves.</w:t>
      </w:r>
    </w:p>
    <w:p w14:paraId="4D212B17" w14:textId="1763C1E2" w:rsidR="00BE3BF8" w:rsidRDefault="009E4DD9" w:rsidP="00BE3BF8">
      <w:pPr>
        <w:pStyle w:val="Heading2"/>
      </w:pPr>
      <w:bookmarkStart w:id="2" w:name="_Toc16250516"/>
      <w:r>
        <w:t>1220.4 - Responsibility</w:t>
      </w:r>
      <w:bookmarkEnd w:id="2"/>
    </w:p>
    <w:p w14:paraId="6911B684" w14:textId="77777777" w:rsidR="00BE3BF8" w:rsidRDefault="00BE3BF8" w:rsidP="009E4DD9">
      <w:pPr>
        <w:pStyle w:val="ruler0"/>
        <w:widowControl/>
        <w:tabs>
          <w:tab w:val="clear" w:pos="1296"/>
          <w:tab w:val="clear" w:pos="6336"/>
          <w:tab w:val="left" w:pos="5040"/>
          <w:tab w:val="left" w:pos="7200"/>
        </w:tabs>
      </w:pPr>
    </w:p>
    <w:p w14:paraId="488471B4" w14:textId="0C7EEAC0" w:rsidR="009E4DD9" w:rsidRDefault="009E4DD9" w:rsidP="009E4DD9">
      <w:pPr>
        <w:pStyle w:val="ruler0"/>
        <w:widowControl/>
        <w:tabs>
          <w:tab w:val="clear" w:pos="1296"/>
          <w:tab w:val="clear" w:pos="6336"/>
          <w:tab w:val="left" w:pos="5040"/>
          <w:tab w:val="left" w:pos="7200"/>
        </w:tabs>
      </w:pPr>
      <w:r>
        <w:t>The Chief has overall responsibility for the organization of the Forest Service.  The Deputy Chief for Administration is responsible for providing support to the Chief concerning organization and position management.  Line and staff officers are responsible for effective management of the work and people assigned to their organization.</w:t>
      </w:r>
    </w:p>
    <w:p w14:paraId="7C006F9C" w14:textId="37C71D69" w:rsidR="00BE3BF8" w:rsidRDefault="009E4DD9" w:rsidP="00BE3BF8">
      <w:pPr>
        <w:pStyle w:val="Heading1"/>
      </w:pPr>
      <w:bookmarkStart w:id="3" w:name="_Toc16250517"/>
      <w:r>
        <w:t>1221 - POSITION MANAGEMENT</w:t>
      </w:r>
      <w:bookmarkEnd w:id="3"/>
    </w:p>
    <w:p w14:paraId="6CC01C0F" w14:textId="77777777" w:rsidR="00BE3BF8" w:rsidRDefault="00BE3BF8" w:rsidP="009E4DD9">
      <w:pPr>
        <w:pStyle w:val="ruler0"/>
        <w:widowControl/>
        <w:tabs>
          <w:tab w:val="clear" w:pos="1296"/>
          <w:tab w:val="clear" w:pos="6336"/>
          <w:tab w:val="left" w:pos="5040"/>
          <w:tab w:val="left" w:pos="7200"/>
        </w:tabs>
      </w:pPr>
    </w:p>
    <w:p w14:paraId="6934BE80" w14:textId="37C6A5CA" w:rsidR="009E4DD9" w:rsidRDefault="009E4DD9" w:rsidP="009E4DD9">
      <w:pPr>
        <w:pStyle w:val="ruler0"/>
        <w:widowControl/>
        <w:tabs>
          <w:tab w:val="clear" w:pos="1296"/>
          <w:tab w:val="clear" w:pos="6336"/>
          <w:tab w:val="left" w:pos="5040"/>
          <w:tab w:val="left" w:pos="7200"/>
        </w:tabs>
      </w:pPr>
      <w:r>
        <w:t xml:space="preserve">Position management is the continuous and systematic process each manager goes through to determine how many positions are needed, how jobs should be designed, </w:t>
      </w:r>
      <w:r>
        <w:lastRenderedPageBreak/>
        <w:t>and the type of organizational structure that is required to accomplish the functional assignments of the unit.</w:t>
      </w:r>
    </w:p>
    <w:p w14:paraId="5AD3026F" w14:textId="30B5686B" w:rsidR="00BE3BF8" w:rsidRDefault="009E4DD9" w:rsidP="00BE3BF8">
      <w:pPr>
        <w:pStyle w:val="Heading3"/>
      </w:pPr>
      <w:bookmarkStart w:id="4" w:name="_Toc16250518"/>
      <w:r>
        <w:t>1221.01 - Authority</w:t>
      </w:r>
      <w:bookmarkEnd w:id="4"/>
    </w:p>
    <w:p w14:paraId="3A73B0EE" w14:textId="77777777" w:rsidR="00BE3BF8" w:rsidRDefault="00BE3BF8" w:rsidP="009E4DD9">
      <w:pPr>
        <w:pStyle w:val="ruler0"/>
        <w:widowControl/>
        <w:tabs>
          <w:tab w:val="clear" w:pos="1296"/>
          <w:tab w:val="clear" w:pos="6336"/>
          <w:tab w:val="left" w:pos="5040"/>
          <w:tab w:val="left" w:pos="7200"/>
        </w:tabs>
      </w:pPr>
    </w:p>
    <w:p w14:paraId="04A46562" w14:textId="03576F0F" w:rsidR="009E4DD9" w:rsidRDefault="009E4DD9" w:rsidP="009E4DD9">
      <w:pPr>
        <w:pStyle w:val="ruler0"/>
        <w:widowControl/>
        <w:tabs>
          <w:tab w:val="clear" w:pos="1296"/>
          <w:tab w:val="clear" w:pos="6336"/>
          <w:tab w:val="left" w:pos="5040"/>
          <w:tab w:val="left" w:pos="7200"/>
        </w:tabs>
      </w:pPr>
      <w:r>
        <w:t>Authorities governing position management are set forth in the Federal Personnel Manual and Department Personnel Manual, chapters 312 and 511 (FSH 6109.41 - FPM/DPM 312, 511); and OMB Circular A-64 (Revised July 30, 1980).</w:t>
      </w:r>
    </w:p>
    <w:p w14:paraId="6D7142BE" w14:textId="258DC1FD" w:rsidR="00BE3BF8" w:rsidRDefault="009E4DD9" w:rsidP="00BE3BF8">
      <w:pPr>
        <w:pStyle w:val="Heading3"/>
      </w:pPr>
      <w:bookmarkStart w:id="5" w:name="_Toc16250519"/>
      <w:r>
        <w:t>1221.02 - Objectives</w:t>
      </w:r>
      <w:bookmarkEnd w:id="5"/>
      <w:r>
        <w:t xml:space="preserve"> </w:t>
      </w:r>
    </w:p>
    <w:p w14:paraId="4C4C48B2" w14:textId="77777777" w:rsidR="00BE3BF8" w:rsidRDefault="00BE3BF8" w:rsidP="009E4DD9">
      <w:pPr>
        <w:pStyle w:val="ruler0"/>
        <w:widowControl/>
        <w:tabs>
          <w:tab w:val="clear" w:pos="1296"/>
          <w:tab w:val="clear" w:pos="6336"/>
          <w:tab w:val="left" w:pos="5040"/>
          <w:tab w:val="left" w:pos="7200"/>
        </w:tabs>
      </w:pPr>
    </w:p>
    <w:p w14:paraId="63F44DF4" w14:textId="2D1A6F7B" w:rsidR="009E4DD9" w:rsidRDefault="009E4DD9" w:rsidP="009E4DD9">
      <w:pPr>
        <w:pStyle w:val="ruler0"/>
        <w:widowControl/>
        <w:tabs>
          <w:tab w:val="clear" w:pos="1296"/>
          <w:tab w:val="clear" w:pos="6336"/>
          <w:tab w:val="left" w:pos="5040"/>
          <w:tab w:val="left" w:pos="7200"/>
        </w:tabs>
      </w:pPr>
      <w:r>
        <w:t>The overall goal of position management is to yield the best use of personnel resources.  Specific objectives in distributing work among positions are to:</w:t>
      </w:r>
    </w:p>
    <w:p w14:paraId="1D8C2AF1" w14:textId="4A57BAE9" w:rsidR="009E4DD9" w:rsidRDefault="009E4DD9" w:rsidP="009631CB">
      <w:pPr>
        <w:pStyle w:val="NumberList1"/>
        <w:ind w:left="0"/>
      </w:pPr>
      <w:r>
        <w:t>1.  Prevent an overlap of responsibility or conflict of duties between positions.</w:t>
      </w:r>
    </w:p>
    <w:p w14:paraId="42C15878" w14:textId="22AA58BC" w:rsidR="009E4DD9" w:rsidRDefault="009E4DD9" w:rsidP="009631CB">
      <w:pPr>
        <w:pStyle w:val="NumberList1"/>
        <w:ind w:left="0"/>
      </w:pPr>
      <w:r>
        <w:t>2.  Group work of similar levels and skills in order to minimize the number of higher grade positions and reduce the requirement for scarce skills.</w:t>
      </w:r>
    </w:p>
    <w:p w14:paraId="57AC78E5" w14:textId="7C1AE0D6" w:rsidR="009E4DD9" w:rsidRPr="00BE3BF8" w:rsidRDefault="009E4DD9" w:rsidP="009631CB">
      <w:pPr>
        <w:pStyle w:val="NumberList1"/>
        <w:ind w:left="0"/>
      </w:pPr>
      <w:r w:rsidRPr="00BE3BF8">
        <w:t>3.  Promote full use of employee skills in making work assignments without regard to employee race, color, national origin, age, religion, sex, disability, familial status, marital status, or political affiliation.</w:t>
      </w:r>
    </w:p>
    <w:p w14:paraId="6A339048" w14:textId="05A8B498" w:rsidR="00BE3BF8" w:rsidRDefault="009E4DD9" w:rsidP="00BE3BF8">
      <w:pPr>
        <w:pStyle w:val="Heading3"/>
      </w:pPr>
      <w:bookmarkStart w:id="6" w:name="_Toc16250520"/>
      <w:r>
        <w:t>1221.04 - Responsibility</w:t>
      </w:r>
      <w:bookmarkEnd w:id="6"/>
    </w:p>
    <w:p w14:paraId="3424D0D5" w14:textId="77777777" w:rsidR="00BE3BF8" w:rsidRDefault="00BE3BF8" w:rsidP="009E4DD9">
      <w:pPr>
        <w:pStyle w:val="ruler0"/>
        <w:widowControl/>
        <w:tabs>
          <w:tab w:val="clear" w:pos="1296"/>
          <w:tab w:val="clear" w:pos="6336"/>
          <w:tab w:val="left" w:pos="5040"/>
          <w:tab w:val="left" w:pos="7200"/>
        </w:tabs>
      </w:pPr>
    </w:p>
    <w:p w14:paraId="2DD7241D" w14:textId="573308C0" w:rsidR="009E4DD9" w:rsidRDefault="009E4DD9" w:rsidP="009E4DD9">
      <w:pPr>
        <w:pStyle w:val="ruler0"/>
        <w:widowControl/>
        <w:tabs>
          <w:tab w:val="clear" w:pos="1296"/>
          <w:tab w:val="clear" w:pos="6336"/>
          <w:tab w:val="left" w:pos="5040"/>
          <w:tab w:val="left" w:pos="7200"/>
        </w:tabs>
      </w:pPr>
      <w:r>
        <w:t>The Deputy Chief for Administration is assigned responsibility for the development, implementation, and operation of the overall Forest Service position management program.</w:t>
      </w:r>
    </w:p>
    <w:p w14:paraId="5BE38B7C" w14:textId="6F1C4ADB" w:rsidR="00BE3BF8" w:rsidRDefault="009E4DD9" w:rsidP="00BE3BF8">
      <w:pPr>
        <w:pStyle w:val="Heading2"/>
      </w:pPr>
      <w:bookmarkStart w:id="7" w:name="_Toc16250521"/>
      <w:r>
        <w:t>1221.1 - Position Management Plans</w:t>
      </w:r>
      <w:bookmarkEnd w:id="7"/>
    </w:p>
    <w:p w14:paraId="036C5C44" w14:textId="77777777" w:rsidR="00BE3BF8" w:rsidRDefault="00BE3BF8" w:rsidP="009E4DD9">
      <w:pPr>
        <w:pStyle w:val="ruler0"/>
        <w:widowControl/>
        <w:tabs>
          <w:tab w:val="clear" w:pos="1296"/>
          <w:tab w:val="clear" w:pos="6336"/>
          <w:tab w:val="left" w:pos="5040"/>
          <w:tab w:val="left" w:pos="7200"/>
        </w:tabs>
      </w:pPr>
    </w:p>
    <w:p w14:paraId="2DB89D60" w14:textId="436AF6CD" w:rsidR="009E4DD9" w:rsidRDefault="009E4DD9" w:rsidP="009E4DD9">
      <w:pPr>
        <w:pStyle w:val="ruler0"/>
        <w:widowControl/>
        <w:tabs>
          <w:tab w:val="clear" w:pos="1296"/>
          <w:tab w:val="clear" w:pos="6336"/>
          <w:tab w:val="left" w:pos="5040"/>
          <w:tab w:val="left" w:pos="7200"/>
        </w:tabs>
      </w:pPr>
      <w:r>
        <w:t>Refer to the Department of Agriculture Personnel Manual, chapter 312, subchapter 6 (FSH 6109.41 - DPM 312, subch. 6) for requirements of position management plans and planning systems.  Refer to FSM 1311.1 for direction on related work force planning.</w:t>
      </w:r>
    </w:p>
    <w:p w14:paraId="798AFFBE" w14:textId="2B70AF91" w:rsidR="00BE3BF8" w:rsidRDefault="009E4DD9" w:rsidP="00BE3BF8">
      <w:pPr>
        <w:pStyle w:val="Heading2"/>
      </w:pPr>
      <w:bookmarkStart w:id="8" w:name="_Toc16250522"/>
      <w:r>
        <w:t>1221.2 - Position Management Surveys</w:t>
      </w:r>
      <w:bookmarkEnd w:id="8"/>
    </w:p>
    <w:p w14:paraId="1D0C18D5" w14:textId="77777777" w:rsidR="00BE3BF8" w:rsidRDefault="00BE3BF8" w:rsidP="009E4DD9">
      <w:pPr>
        <w:pStyle w:val="ruler0"/>
        <w:widowControl/>
        <w:tabs>
          <w:tab w:val="clear" w:pos="1296"/>
          <w:tab w:val="clear" w:pos="6336"/>
          <w:tab w:val="left" w:pos="5040"/>
          <w:tab w:val="left" w:pos="7200"/>
        </w:tabs>
      </w:pPr>
    </w:p>
    <w:p w14:paraId="520B2396" w14:textId="553F1652" w:rsidR="009E4DD9" w:rsidRDefault="009E4DD9" w:rsidP="009E4DD9">
      <w:pPr>
        <w:pStyle w:val="ruler0"/>
        <w:widowControl/>
        <w:tabs>
          <w:tab w:val="clear" w:pos="1296"/>
          <w:tab w:val="clear" w:pos="6336"/>
          <w:tab w:val="left" w:pos="5040"/>
          <w:tab w:val="left" w:pos="7200"/>
        </w:tabs>
      </w:pPr>
      <w:r>
        <w:t xml:space="preserve">Line </w:t>
      </w:r>
      <w:r w:rsidR="00517880">
        <w:t>O</w:t>
      </w:r>
      <w:r>
        <w:t xml:space="preserve">fficers and unit managers shall review their units annually to ensure soundness of organizational structure and accuracy of position descriptions and to plan for the timely accomplishment of needed adjustments (see FSM 6151.4).  Field units must submit reports of position management reviews accomplished in </w:t>
      </w:r>
      <w:r>
        <w:lastRenderedPageBreak/>
        <w:t>accordance with DPM chapter 312, subchapter 4-3 (FSH 6109.41 - DPM 312, subch. 4-3).  This report is part of the annual classification review report (FSM 6151.4).</w:t>
      </w:r>
    </w:p>
    <w:p w14:paraId="6FAF8129" w14:textId="77777777" w:rsidR="00BE3BF8" w:rsidRDefault="009E4DD9" w:rsidP="00BE3BF8">
      <w:pPr>
        <w:pStyle w:val="Heading2"/>
      </w:pPr>
      <w:bookmarkStart w:id="9" w:name="_Toc16250523"/>
      <w:r>
        <w:t>1221.3 - Position Management System Standards.</w:t>
      </w:r>
      <w:bookmarkEnd w:id="9"/>
      <w:r>
        <w:t xml:space="preserve">  </w:t>
      </w:r>
    </w:p>
    <w:p w14:paraId="74215DF8" w14:textId="77777777" w:rsidR="00BE3BF8" w:rsidRDefault="00BE3BF8" w:rsidP="009E4DD9">
      <w:pPr>
        <w:pStyle w:val="ruler0"/>
        <w:widowControl/>
        <w:tabs>
          <w:tab w:val="clear" w:pos="1296"/>
          <w:tab w:val="clear" w:pos="6336"/>
          <w:tab w:val="left" w:pos="5040"/>
          <w:tab w:val="left" w:pos="7200"/>
        </w:tabs>
      </w:pPr>
    </w:p>
    <w:p w14:paraId="75C31022" w14:textId="3AFAF6EF" w:rsidR="009E4DD9" w:rsidRDefault="009E4DD9" w:rsidP="009E4DD9">
      <w:pPr>
        <w:pStyle w:val="ruler0"/>
        <w:widowControl/>
        <w:tabs>
          <w:tab w:val="clear" w:pos="1296"/>
          <w:tab w:val="clear" w:pos="6336"/>
          <w:tab w:val="left" w:pos="5040"/>
          <w:tab w:val="left" w:pos="7200"/>
        </w:tabs>
      </w:pPr>
      <w:r>
        <w:t>All organizational units must establish a position management system designed to meet their particular needs.  Each system must:</w:t>
      </w:r>
    </w:p>
    <w:p w14:paraId="0A059849" w14:textId="1C3038CA" w:rsidR="009E4DD9" w:rsidRDefault="009E4DD9" w:rsidP="009631CB">
      <w:pPr>
        <w:pStyle w:val="NumberList1"/>
        <w:ind w:left="0"/>
      </w:pPr>
      <w:r>
        <w:t xml:space="preserve">1.  Assign responsibility for organization and position management to </w:t>
      </w:r>
      <w:r w:rsidR="006B2E4D">
        <w:t>Line Officers</w:t>
      </w:r>
      <w:r>
        <w:t>.</w:t>
      </w:r>
    </w:p>
    <w:p w14:paraId="5A950E75" w14:textId="70482E97" w:rsidR="009E4DD9" w:rsidRDefault="009E4DD9" w:rsidP="009631CB">
      <w:pPr>
        <w:pStyle w:val="NumberList1"/>
        <w:ind w:left="0"/>
      </w:pPr>
      <w:r>
        <w:t xml:space="preserve">2.  Require </w:t>
      </w:r>
      <w:r w:rsidR="006B2E4D">
        <w:t>Line Officers</w:t>
      </w:r>
      <w:r>
        <w:t xml:space="preserve"> and program managers to use support staff trained in the management sciences to help design organizational structures.</w:t>
      </w:r>
    </w:p>
    <w:p w14:paraId="154CAB4A" w14:textId="3A84A903" w:rsidR="009E4DD9" w:rsidRDefault="009E4DD9" w:rsidP="009631CB">
      <w:pPr>
        <w:pStyle w:val="NumberList1"/>
        <w:ind w:left="0"/>
      </w:pPr>
      <w:r>
        <w:t>3.  Assign approval authority for organizational changes to appropriate levels.</w:t>
      </w:r>
    </w:p>
    <w:p w14:paraId="638B1BD3" w14:textId="0E54AA70" w:rsidR="009E4DD9" w:rsidRDefault="009E4DD9" w:rsidP="009631CB">
      <w:pPr>
        <w:pStyle w:val="NumberList1"/>
        <w:ind w:left="0"/>
      </w:pPr>
      <w:r>
        <w:t>4.  Establish position authorization, control, and monitoring procedures.</w:t>
      </w:r>
    </w:p>
    <w:p w14:paraId="6AB7587F" w14:textId="611B5610" w:rsidR="009E4DD9" w:rsidRDefault="009E4DD9" w:rsidP="009631CB">
      <w:pPr>
        <w:pStyle w:val="NumberList1"/>
        <w:ind w:left="0"/>
      </w:pPr>
      <w:r>
        <w:t>5.  Require units to analyze the need for vacant positions before they are refilled.</w:t>
      </w:r>
    </w:p>
    <w:p w14:paraId="04F599FD" w14:textId="70C199AC" w:rsidR="009E4DD9" w:rsidRDefault="009E4DD9" w:rsidP="009631CB">
      <w:pPr>
        <w:pStyle w:val="NumberList1"/>
        <w:ind w:left="0"/>
      </w:pPr>
      <w:r>
        <w:t>6.  Require units to conduct an annual review of positions and organizations (FSM 6151.4).</w:t>
      </w:r>
    </w:p>
    <w:p w14:paraId="5D185753" w14:textId="06DF5BC9" w:rsidR="009E4DD9" w:rsidRDefault="009E4DD9" w:rsidP="009631CB">
      <w:pPr>
        <w:pStyle w:val="NumberList1"/>
        <w:ind w:left="0"/>
      </w:pPr>
      <w:r>
        <w:t>7.  Require units to use job restructuring and other upward mobility/equal employment opportunity techniques in support of the Forest Service Civil Rights Program.  Refer to FSM 1761 for information on Special-Emphasis programs</w:t>
      </w:r>
      <w:r w:rsidR="009631CB">
        <w:t>.</w:t>
      </w:r>
      <w:r>
        <w:t xml:space="preserve"> </w:t>
      </w:r>
    </w:p>
    <w:p w14:paraId="09DB006B" w14:textId="77777777" w:rsidR="009E4DD9" w:rsidRDefault="009E4DD9" w:rsidP="009631CB">
      <w:pPr>
        <w:pStyle w:val="NumberList1"/>
        <w:ind w:left="0"/>
      </w:pPr>
      <w:r>
        <w:t>FSM 1762 for information on the Forest Service Upward Mobility program, Cooperative Education program, and other special programs; and FSM 6134 for direction on Forest Service Upward Mobility program requirements.</w:t>
      </w:r>
    </w:p>
    <w:p w14:paraId="31ABC69D" w14:textId="77777777" w:rsidR="009E4DD9" w:rsidRDefault="009E4DD9" w:rsidP="009E4DD9">
      <w:pPr>
        <w:pStyle w:val="ruler0"/>
        <w:widowControl/>
        <w:tabs>
          <w:tab w:val="clear" w:pos="1296"/>
          <w:tab w:val="clear" w:pos="6336"/>
          <w:tab w:val="left" w:pos="5040"/>
          <w:tab w:val="left" w:pos="7200"/>
        </w:tabs>
      </w:pPr>
    </w:p>
    <w:p w14:paraId="25EF424A" w14:textId="77777777" w:rsidR="009E4DD9" w:rsidRDefault="009E4DD9" w:rsidP="009E4DD9">
      <w:pPr>
        <w:pStyle w:val="ruler0"/>
        <w:widowControl/>
        <w:tabs>
          <w:tab w:val="clear" w:pos="1296"/>
          <w:tab w:val="clear" w:pos="6336"/>
          <w:tab w:val="left" w:pos="5040"/>
          <w:tab w:val="left" w:pos="7200"/>
        </w:tabs>
      </w:pPr>
      <w:r>
        <w:t>Refer to FSH 6109.41 - DPM 312 and 511 for direction on position management requirements and systems.</w:t>
      </w:r>
    </w:p>
    <w:p w14:paraId="48DFFE2C" w14:textId="0AFCA66D" w:rsidR="00BE3BF8" w:rsidRDefault="009E4DD9" w:rsidP="00BE3BF8">
      <w:pPr>
        <w:pStyle w:val="Heading2"/>
      </w:pPr>
      <w:bookmarkStart w:id="10" w:name="_Toc16250524"/>
      <w:r>
        <w:t>1221.4 - Position Control</w:t>
      </w:r>
      <w:bookmarkEnd w:id="10"/>
    </w:p>
    <w:p w14:paraId="10E3B753" w14:textId="77777777" w:rsidR="00BE3BF8" w:rsidRDefault="00BE3BF8" w:rsidP="009E4DD9">
      <w:pPr>
        <w:pStyle w:val="ruler0"/>
        <w:widowControl/>
        <w:tabs>
          <w:tab w:val="clear" w:pos="1296"/>
          <w:tab w:val="clear" w:pos="6336"/>
          <w:tab w:val="left" w:pos="5040"/>
          <w:tab w:val="left" w:pos="7200"/>
        </w:tabs>
      </w:pPr>
    </w:p>
    <w:p w14:paraId="26DF5D1F" w14:textId="5426C589" w:rsidR="009E4DD9" w:rsidRDefault="009E4DD9" w:rsidP="009E4DD9">
      <w:pPr>
        <w:pStyle w:val="ruler0"/>
        <w:widowControl/>
        <w:tabs>
          <w:tab w:val="clear" w:pos="1296"/>
          <w:tab w:val="clear" w:pos="6336"/>
          <w:tab w:val="left" w:pos="5040"/>
          <w:tab w:val="left" w:pos="7200"/>
        </w:tabs>
      </w:pPr>
      <w:r>
        <w:t>(FSH 6109.41 - FPM 312).</w:t>
      </w:r>
    </w:p>
    <w:p w14:paraId="7D01FFD3" w14:textId="679726C6" w:rsidR="00BE3BF8" w:rsidRDefault="00E651DE" w:rsidP="00BE3BF8">
      <w:pPr>
        <w:pStyle w:val="Heading3"/>
      </w:pPr>
      <w:bookmarkStart w:id="11" w:name="_Toc16250525"/>
      <w:r>
        <w:t>1221.41</w:t>
      </w:r>
      <w:r w:rsidR="009E4DD9">
        <w:t xml:space="preserve"> - Field Units</w:t>
      </w:r>
      <w:bookmarkEnd w:id="11"/>
    </w:p>
    <w:p w14:paraId="37C53814" w14:textId="77777777" w:rsidR="00BE3BF8" w:rsidRDefault="00BE3BF8" w:rsidP="009E4DD9">
      <w:pPr>
        <w:pStyle w:val="ruler0"/>
        <w:widowControl/>
        <w:tabs>
          <w:tab w:val="clear" w:pos="1296"/>
          <w:tab w:val="clear" w:pos="6336"/>
          <w:tab w:val="left" w:pos="5040"/>
          <w:tab w:val="left" w:pos="7200"/>
        </w:tabs>
      </w:pPr>
    </w:p>
    <w:p w14:paraId="0509A22D" w14:textId="50C03B7C" w:rsidR="009E4DD9" w:rsidRDefault="009E4DD9" w:rsidP="009E4DD9">
      <w:pPr>
        <w:pStyle w:val="ruler0"/>
        <w:widowControl/>
        <w:tabs>
          <w:tab w:val="clear" w:pos="1296"/>
          <w:tab w:val="clear" w:pos="6336"/>
          <w:tab w:val="left" w:pos="5040"/>
          <w:tab w:val="left" w:pos="7200"/>
        </w:tabs>
      </w:pPr>
      <w:r>
        <w:t>Field units may issue appropriate position control procedures at this code.</w:t>
      </w:r>
    </w:p>
    <w:p w14:paraId="79B6EB5F" w14:textId="24051768" w:rsidR="00BE3BF8" w:rsidRDefault="009E4DD9" w:rsidP="00BE3BF8">
      <w:pPr>
        <w:pStyle w:val="Heading2"/>
      </w:pPr>
      <w:bookmarkStart w:id="12" w:name="_Toc16250526"/>
      <w:r>
        <w:t>1221.5 - Ceiling Controls</w:t>
      </w:r>
      <w:bookmarkEnd w:id="12"/>
    </w:p>
    <w:p w14:paraId="725FB6D6" w14:textId="77777777" w:rsidR="00BE3BF8" w:rsidRDefault="00BE3BF8" w:rsidP="009E4DD9">
      <w:pPr>
        <w:pStyle w:val="ruler0"/>
        <w:widowControl/>
        <w:tabs>
          <w:tab w:val="clear" w:pos="1296"/>
          <w:tab w:val="clear" w:pos="6336"/>
          <w:tab w:val="left" w:pos="5040"/>
          <w:tab w:val="left" w:pos="7200"/>
        </w:tabs>
      </w:pPr>
    </w:p>
    <w:p w14:paraId="43019144" w14:textId="797087DB" w:rsidR="009E4DD9" w:rsidRDefault="009E4DD9" w:rsidP="009E4DD9">
      <w:pPr>
        <w:pStyle w:val="ruler0"/>
        <w:widowControl/>
        <w:tabs>
          <w:tab w:val="clear" w:pos="1296"/>
          <w:tab w:val="clear" w:pos="6336"/>
          <w:tab w:val="left" w:pos="5040"/>
          <w:tab w:val="left" w:pos="7200"/>
        </w:tabs>
      </w:pPr>
      <w:r>
        <w:t xml:space="preserve">Refer to FSH 1909.13, Program Development and Budgeting Handbook, section 34.3 for direction about Forest Service full-time equivalent (FTE) ceiling controls.  </w:t>
      </w:r>
      <w:r>
        <w:lastRenderedPageBreak/>
        <w:t>Specific annual FTE ceiling distributions are made in the Program Budget Management Information (PBMI) book issued annually by the Washington Office Program Development and Budget Staff.</w:t>
      </w:r>
    </w:p>
    <w:p w14:paraId="4EF6DBAE" w14:textId="090B462E" w:rsidR="009E4DD9" w:rsidRDefault="009E4DD9" w:rsidP="00BE3BF8">
      <w:pPr>
        <w:pStyle w:val="Heading1"/>
      </w:pPr>
      <w:bookmarkStart w:id="13" w:name="_Toc16250527"/>
      <w:r>
        <w:t>1222 - ORGANIZATION OF WORK UNITS</w:t>
      </w:r>
      <w:bookmarkEnd w:id="13"/>
    </w:p>
    <w:p w14:paraId="6D18CF92" w14:textId="108FF6D4" w:rsidR="00BE3BF8" w:rsidRDefault="009E4DD9" w:rsidP="00BE3BF8">
      <w:pPr>
        <w:pStyle w:val="Heading3"/>
      </w:pPr>
      <w:bookmarkStart w:id="14" w:name="_Toc16250528"/>
      <w:r>
        <w:t>1222.03 - Policy</w:t>
      </w:r>
      <w:bookmarkEnd w:id="14"/>
    </w:p>
    <w:p w14:paraId="7DFCEB9E" w14:textId="77777777" w:rsidR="00E651DE" w:rsidRDefault="00E651DE" w:rsidP="009E4DD9">
      <w:pPr>
        <w:pStyle w:val="ruler0"/>
        <w:widowControl/>
        <w:tabs>
          <w:tab w:val="clear" w:pos="1296"/>
          <w:tab w:val="clear" w:pos="6336"/>
          <w:tab w:val="left" w:pos="5040"/>
          <w:tab w:val="left" w:pos="7200"/>
        </w:tabs>
      </w:pPr>
    </w:p>
    <w:p w14:paraId="63F02FBF" w14:textId="56577EDE" w:rsidR="009E4DD9" w:rsidRDefault="009E4DD9" w:rsidP="009E4DD9">
      <w:pPr>
        <w:pStyle w:val="ruler0"/>
        <w:widowControl/>
        <w:tabs>
          <w:tab w:val="clear" w:pos="1296"/>
          <w:tab w:val="clear" w:pos="6336"/>
          <w:tab w:val="left" w:pos="5040"/>
          <w:tab w:val="left" w:pos="7200"/>
        </w:tabs>
      </w:pPr>
      <w:r>
        <w:t>Broad policies applicable to the organization of the Forest Service are set forth i</w:t>
      </w:r>
      <w:r w:rsidR="00517880">
        <w:t>n FSM 1203.  In addition, unit S</w:t>
      </w:r>
      <w:r>
        <w:t>upervisors shall ensure the structure of their organization and proposed organization changes meet the objectives set forth in section 1220.2.</w:t>
      </w:r>
    </w:p>
    <w:p w14:paraId="0D6CEC2C" w14:textId="6AE80CF9" w:rsidR="00BE3BF8" w:rsidRDefault="009E4DD9" w:rsidP="00BE3BF8">
      <w:pPr>
        <w:pStyle w:val="Heading2"/>
      </w:pPr>
      <w:bookmarkStart w:id="15" w:name="_Toc16250529"/>
      <w:r>
        <w:t>1222.1 - Organization Principles</w:t>
      </w:r>
      <w:bookmarkEnd w:id="15"/>
    </w:p>
    <w:p w14:paraId="6346A0F8" w14:textId="77777777" w:rsidR="00E651DE" w:rsidRDefault="00E651DE" w:rsidP="009E4DD9">
      <w:pPr>
        <w:pStyle w:val="ruler0"/>
        <w:widowControl/>
        <w:tabs>
          <w:tab w:val="clear" w:pos="1296"/>
          <w:tab w:val="clear" w:pos="6336"/>
          <w:tab w:val="left" w:pos="5040"/>
          <w:tab w:val="left" w:pos="7200"/>
        </w:tabs>
      </w:pPr>
    </w:p>
    <w:p w14:paraId="7EFF40BC" w14:textId="26AD098F" w:rsidR="009E4DD9" w:rsidRDefault="009E4DD9" w:rsidP="009E4DD9">
      <w:pPr>
        <w:pStyle w:val="ruler0"/>
        <w:widowControl/>
        <w:tabs>
          <w:tab w:val="clear" w:pos="1296"/>
          <w:tab w:val="clear" w:pos="6336"/>
          <w:tab w:val="left" w:pos="5040"/>
          <w:tab w:val="left" w:pos="7200"/>
        </w:tabs>
      </w:pPr>
      <w:r>
        <w:t>There is no one best way to organize.  Size of the workforce, type of work to be accomplished, managerial style, the role of technology, and the method used to obtain the skills needed to produce the services and products of the unit influence the choice of organization structure.  Overall effectiveness and customer satisfaction must be the final determining factor.  Organization principles are:</w:t>
      </w:r>
    </w:p>
    <w:p w14:paraId="7EA7F7D9" w14:textId="279A3551" w:rsidR="009E4DD9" w:rsidRDefault="009E4DD9" w:rsidP="009631CB">
      <w:pPr>
        <w:pStyle w:val="NumberList1"/>
        <w:ind w:left="0"/>
      </w:pPr>
      <w:r>
        <w:t>1.  Assign responsibility and accountability for all of the products and services the unit is expected to accomplish.</w:t>
      </w:r>
    </w:p>
    <w:p w14:paraId="75CB6AE2" w14:textId="61FC3B7E" w:rsidR="009E4DD9" w:rsidRDefault="009E4DD9" w:rsidP="009631CB">
      <w:pPr>
        <w:pStyle w:val="NumberList1"/>
        <w:ind w:left="0"/>
      </w:pPr>
      <w:r>
        <w:t>2.  Assign authority commensurate with responsibility and accountability.</w:t>
      </w:r>
    </w:p>
    <w:p w14:paraId="2D4B21D8" w14:textId="24832D29" w:rsidR="009E4DD9" w:rsidRDefault="009E4DD9" w:rsidP="009631CB">
      <w:pPr>
        <w:pStyle w:val="NumberList1"/>
        <w:ind w:left="0"/>
      </w:pPr>
      <w:r>
        <w:t>3.  Minimize the number of organizational levels; emphasize delegation and decentralization to the lowest practicable working level.</w:t>
      </w:r>
    </w:p>
    <w:p w14:paraId="554A1F3A" w14:textId="5768564F" w:rsidR="009E4DD9" w:rsidRDefault="009E4DD9" w:rsidP="009631CB">
      <w:pPr>
        <w:pStyle w:val="NumberList1"/>
        <w:ind w:left="0"/>
      </w:pPr>
      <w:r>
        <w:t>4.  Establish at each level only those positions that are essential to accomplish assigned objectives efficiently.</w:t>
      </w:r>
    </w:p>
    <w:p w14:paraId="76660BDF" w14:textId="58C3FB6D" w:rsidR="009E4DD9" w:rsidRDefault="009E4DD9" w:rsidP="009631CB">
      <w:pPr>
        <w:pStyle w:val="NumberList1"/>
        <w:ind w:left="0"/>
      </w:pPr>
      <w:r>
        <w:t>5.  Organize to make maximum use of employee skills and enhance the productivity of the work force.  Consider use of alternatives such as Human Resource Programs or contracting where scarce or high cost skills are needed on an intermittent basis.</w:t>
      </w:r>
    </w:p>
    <w:p w14:paraId="60E9281A" w14:textId="71915F8F" w:rsidR="009E4DD9" w:rsidRDefault="009E4DD9" w:rsidP="009631CB">
      <w:pPr>
        <w:pStyle w:val="NumberList1"/>
        <w:ind w:left="0"/>
      </w:pPr>
      <w:r>
        <w:t>6.  Design positions with consideration of Equal Employment Opportunity and Affirmative Action objectives, and the skill needs of the organization at all levels.</w:t>
      </w:r>
    </w:p>
    <w:p w14:paraId="7FD199A9" w14:textId="38349F46" w:rsidR="009E4DD9" w:rsidRDefault="009E4DD9" w:rsidP="009631CB">
      <w:pPr>
        <w:pStyle w:val="NumberList1"/>
        <w:ind w:left="0"/>
      </w:pPr>
      <w:r>
        <w:t xml:space="preserve">7.  Maintain a reasonable span of control for supervisory positions.  The number of individuals a </w:t>
      </w:r>
      <w:r w:rsidR="00517880">
        <w:t>S</w:t>
      </w:r>
      <w:r>
        <w:t>upervisor can effectively manage will vary depending on the nature of the work, skill levels of the employees, need for quality control and review, and managerial style.</w:t>
      </w:r>
    </w:p>
    <w:p w14:paraId="575487EB" w14:textId="77777777" w:rsidR="00BE3BF8" w:rsidRDefault="009E4DD9" w:rsidP="00E651DE">
      <w:pPr>
        <w:pStyle w:val="Heading2"/>
      </w:pPr>
      <w:bookmarkStart w:id="16" w:name="_Toc16250530"/>
      <w:r>
        <w:lastRenderedPageBreak/>
        <w:t>1222.2 - Basic Structure of Washington Office and Field Units.</w:t>
      </w:r>
      <w:bookmarkEnd w:id="16"/>
      <w:r>
        <w:t xml:space="preserve">  </w:t>
      </w:r>
    </w:p>
    <w:p w14:paraId="1EA2FA43" w14:textId="77777777" w:rsidR="00E651DE" w:rsidRDefault="00E651DE" w:rsidP="009E4DD9">
      <w:pPr>
        <w:pStyle w:val="ruler0"/>
        <w:widowControl/>
        <w:tabs>
          <w:tab w:val="clear" w:pos="1296"/>
          <w:tab w:val="clear" w:pos="6336"/>
          <w:tab w:val="left" w:pos="5040"/>
          <w:tab w:val="left" w:pos="7200"/>
        </w:tabs>
      </w:pPr>
    </w:p>
    <w:p w14:paraId="6794D696" w14:textId="60EF1B76" w:rsidR="009E4DD9" w:rsidRDefault="009E4DD9" w:rsidP="009E4DD9">
      <w:pPr>
        <w:pStyle w:val="ruler0"/>
        <w:widowControl/>
        <w:tabs>
          <w:tab w:val="clear" w:pos="1296"/>
          <w:tab w:val="clear" w:pos="6336"/>
          <w:tab w:val="left" w:pos="5040"/>
          <w:tab w:val="left" w:pos="7200"/>
        </w:tabs>
      </w:pPr>
      <w:r>
        <w:t>The Forest Service is organized to conduct four major missions:</w:t>
      </w:r>
    </w:p>
    <w:p w14:paraId="1A1DC08E" w14:textId="6D679C7A" w:rsidR="009E4DD9" w:rsidRDefault="009E4DD9" w:rsidP="009631CB">
      <w:pPr>
        <w:pStyle w:val="NumberList1"/>
        <w:ind w:left="0"/>
      </w:pPr>
      <w:r>
        <w:t>1.  Manage the National Forest System.</w:t>
      </w:r>
    </w:p>
    <w:p w14:paraId="3C7FA70F" w14:textId="3AEAE0BE" w:rsidR="009E4DD9" w:rsidRDefault="009E4DD9" w:rsidP="009631CB">
      <w:pPr>
        <w:pStyle w:val="NumberList1"/>
        <w:ind w:left="0"/>
      </w:pPr>
      <w:r>
        <w:t>2.  Conduct Forest and Range Research.</w:t>
      </w:r>
    </w:p>
    <w:p w14:paraId="04259B31" w14:textId="5FBCAC91" w:rsidR="009E4DD9" w:rsidRDefault="009E4DD9" w:rsidP="009631CB">
      <w:pPr>
        <w:pStyle w:val="NumberList1"/>
        <w:ind w:left="0"/>
      </w:pPr>
      <w:r>
        <w:t>3.  Manage Cooperative Forestry Programs.</w:t>
      </w:r>
    </w:p>
    <w:p w14:paraId="157B6185" w14:textId="643524D2" w:rsidR="009E4DD9" w:rsidRDefault="009E4DD9" w:rsidP="009631CB">
      <w:pPr>
        <w:pStyle w:val="NumberList1"/>
        <w:ind w:left="0"/>
      </w:pPr>
      <w:r>
        <w:t>4.  Manage International Forestry Cooperation and Natural Resource Assistance Programs.</w:t>
      </w:r>
    </w:p>
    <w:p w14:paraId="3958E097" w14:textId="77777777" w:rsidR="009E4DD9" w:rsidRDefault="009E4DD9" w:rsidP="009E4DD9">
      <w:pPr>
        <w:pStyle w:val="ruler0"/>
        <w:widowControl/>
        <w:tabs>
          <w:tab w:val="clear" w:pos="1296"/>
          <w:tab w:val="clear" w:pos="6336"/>
          <w:tab w:val="left" w:pos="5040"/>
          <w:tab w:val="left" w:pos="7200"/>
        </w:tabs>
      </w:pPr>
    </w:p>
    <w:p w14:paraId="21ACE051" w14:textId="77777777" w:rsidR="009E4DD9" w:rsidRDefault="009E4DD9" w:rsidP="009E4DD9">
      <w:pPr>
        <w:pStyle w:val="ruler0"/>
        <w:widowControl/>
        <w:tabs>
          <w:tab w:val="clear" w:pos="1296"/>
          <w:tab w:val="clear" w:pos="6336"/>
          <w:tab w:val="left" w:pos="5040"/>
          <w:tab w:val="left" w:pos="7200"/>
        </w:tabs>
      </w:pPr>
      <w:r>
        <w:t xml:space="preserve">The Chief provides overall direction of the Forest Service from the Washington Office.  The National Forest System field organization consists of Regions, National Forests, and Ranger Districts.  The Research field organization consists of Experiment Stations and the Forest Product Laboratory, plus field laboratories.  Cooperative Forestry is included with the National Forest System regional organizations, except for the Northeastern United States where there is a separate State and Private Forestry Area.  The International Forestry field organization is included in both the National Forest System and Research field organizations and also includes the separate International Institute for Tropical Forestry in Puerto Rico.  Refer to Title 36, Code of Federal Regulations, sections  200.1 and 200.2 </w:t>
      </w:r>
    </w:p>
    <w:p w14:paraId="002646A4" w14:textId="77777777" w:rsidR="009E4DD9" w:rsidRDefault="009E4DD9" w:rsidP="009E4DD9">
      <w:pPr>
        <w:pStyle w:val="ruler0"/>
        <w:widowControl/>
        <w:tabs>
          <w:tab w:val="clear" w:pos="1296"/>
          <w:tab w:val="clear" w:pos="6336"/>
          <w:tab w:val="left" w:pos="5040"/>
          <w:tab w:val="left" w:pos="7200"/>
        </w:tabs>
      </w:pPr>
      <w:r>
        <w:t>(36 CFR 200.1-200.2) for a complete outline of the Forest Service Washington Office and field organizations.</w:t>
      </w:r>
    </w:p>
    <w:p w14:paraId="5770B26E" w14:textId="77777777" w:rsidR="009E4DD9" w:rsidRDefault="009E4DD9" w:rsidP="009E4DD9">
      <w:pPr>
        <w:pStyle w:val="ruler0"/>
        <w:widowControl/>
        <w:tabs>
          <w:tab w:val="clear" w:pos="1296"/>
          <w:tab w:val="clear" w:pos="6336"/>
          <w:tab w:val="left" w:pos="5040"/>
          <w:tab w:val="left" w:pos="7200"/>
        </w:tabs>
      </w:pPr>
    </w:p>
    <w:p w14:paraId="197A104A" w14:textId="3F3A6613" w:rsidR="009E4DD9" w:rsidRDefault="009E4DD9" w:rsidP="00E651DE">
      <w:pPr>
        <w:pStyle w:val="Heading2"/>
      </w:pPr>
      <w:r>
        <w:br w:type="page"/>
      </w:r>
      <w:bookmarkStart w:id="17" w:name="_Toc16250531"/>
      <w:r>
        <w:lastRenderedPageBreak/>
        <w:t xml:space="preserve">1222.3 </w:t>
      </w:r>
      <w:r w:rsidR="00BA16D8">
        <w:t>- Traditional</w:t>
      </w:r>
      <w:r>
        <w:t xml:space="preserve"> Organization Structures Defined</w:t>
      </w:r>
      <w:bookmarkEnd w:id="17"/>
    </w:p>
    <w:p w14:paraId="7ACF9F13" w14:textId="77777777" w:rsidR="009E4DD9" w:rsidRDefault="009E4DD9" w:rsidP="009E4DD9">
      <w:pPr>
        <w:pStyle w:val="ruler0"/>
        <w:widowControl/>
        <w:tabs>
          <w:tab w:val="clear" w:pos="1296"/>
          <w:tab w:val="clear" w:pos="6336"/>
          <w:tab w:val="left" w:pos="5040"/>
          <w:tab w:val="left" w:pos="7200"/>
        </w:tabs>
      </w:pPr>
    </w:p>
    <w:p w14:paraId="0A16A4F3" w14:textId="0AB29522" w:rsidR="009E4DD9" w:rsidRDefault="009E4DD9" w:rsidP="009631CB">
      <w:pPr>
        <w:pStyle w:val="NumberList1"/>
        <w:ind w:left="0"/>
      </w:pPr>
      <w:r>
        <w:t xml:space="preserve">1.  </w:t>
      </w:r>
      <w:r>
        <w:rPr>
          <w:u w:val="single"/>
        </w:rPr>
        <w:t>Functional Organizations</w:t>
      </w:r>
      <w:r>
        <w:t>.  Functional organizations group similar or related tasks, skills, or occupations within an organizational unit.  Examples of functional organizations include consolidating all the budgeting and accounting work in a single organization, or consolidating all the engineering work in a single unit.  Benefits of this type of organization include development and maintenance of high levels of expertise, efficiency, and consistency in accomplishing work, and clarity of organizational responsibilities.  Drawbacks include increased potential for narrow focus on work that requires multifunctional or interdisciplinary approaches and skills, and less control for managers who have responsibility for cross-functional projects.</w:t>
      </w:r>
    </w:p>
    <w:p w14:paraId="4671BC0B" w14:textId="20402CE5" w:rsidR="009E4DD9" w:rsidRDefault="009E4DD9" w:rsidP="009631CB">
      <w:pPr>
        <w:pStyle w:val="NumberList1"/>
        <w:ind w:left="0"/>
      </w:pPr>
      <w:r>
        <w:t xml:space="preserve">2.  </w:t>
      </w:r>
      <w:r>
        <w:rPr>
          <w:u w:val="single"/>
        </w:rPr>
        <w:t>Program or Interdisciplinary Organizations</w:t>
      </w:r>
      <w:r>
        <w:t xml:space="preserve">.  In a program organization, a wide variety of skills or occupations needed to accomplish an activity or program are grouped in a single organization unit.  Examples of this type of organization might be grouping the organization into broad interdisciplinary units like natural resource management rather </w:t>
      </w:r>
      <w:r w:rsidR="00BA16D8">
        <w:t>than</w:t>
      </w:r>
      <w:r>
        <w:t xml:space="preserve"> having separate specialized units for timber management activities, range management activities, and so forth.  This organizational structure provides strength in program development and coordination, the potential for broader focus on issues, and expanded career opportunity for those who might otherwise be plateaued as functional specialists.  Potential drawbacks include loss of functional leadership and expertise, less clear cut paths for functional specialists, and less sharply focused communication paths.</w:t>
      </w:r>
    </w:p>
    <w:p w14:paraId="1FE8337D" w14:textId="7C9602DA" w:rsidR="009E4DD9" w:rsidRDefault="009E4DD9" w:rsidP="009631CB">
      <w:pPr>
        <w:pStyle w:val="NumberList1"/>
        <w:ind w:left="0"/>
      </w:pPr>
      <w:r>
        <w:t xml:space="preserve">3.  </w:t>
      </w:r>
      <w:r>
        <w:rPr>
          <w:u w:val="single"/>
        </w:rPr>
        <w:t>Project Organizations</w:t>
      </w:r>
      <w:r>
        <w:t>.  Project organizations are usually set up to complete a specific objective that requires special attention and emphasis over a relatively long period of time.  Short-term projects are generally handled by the use of special task forces and do not require permanent organization changes and reassignment of personnel.  An example of a project organization might be a 5-year research and development program.  Benefits of this type of organization include better project control, potential for improved quality, improvements in morale and coordination among those involved on the project, and accelerated career development of project managers.  Drawbacks include more complex internal operations with project and non-project units within the organization, potential inconsistency in application of organizational policy, relatively high costs associated with fully staffing projects, and outplacement of personnel at the project's end.</w:t>
      </w:r>
    </w:p>
    <w:p w14:paraId="42261DEF" w14:textId="5DA93AF3" w:rsidR="00BE3BF8" w:rsidRDefault="009E4DD9" w:rsidP="00E651DE">
      <w:pPr>
        <w:pStyle w:val="Heading2"/>
      </w:pPr>
      <w:bookmarkStart w:id="18" w:name="_Toc16250532"/>
      <w:r>
        <w:t>1222.4 - Developing Organizational Structures</w:t>
      </w:r>
      <w:bookmarkEnd w:id="18"/>
    </w:p>
    <w:p w14:paraId="21F84EFF" w14:textId="77777777" w:rsidR="00E651DE" w:rsidRDefault="00E651DE" w:rsidP="009E4DD9">
      <w:pPr>
        <w:pStyle w:val="ruler0"/>
        <w:widowControl/>
        <w:tabs>
          <w:tab w:val="clear" w:pos="1296"/>
          <w:tab w:val="clear" w:pos="6336"/>
          <w:tab w:val="left" w:pos="5040"/>
          <w:tab w:val="left" w:pos="7200"/>
        </w:tabs>
      </w:pPr>
    </w:p>
    <w:p w14:paraId="28DC0C04" w14:textId="3FA5B2DB" w:rsidR="009E4DD9" w:rsidRDefault="00E651DE" w:rsidP="009E4DD9">
      <w:pPr>
        <w:pStyle w:val="ruler0"/>
        <w:widowControl/>
        <w:tabs>
          <w:tab w:val="clear" w:pos="1296"/>
          <w:tab w:val="clear" w:pos="6336"/>
          <w:tab w:val="left" w:pos="5040"/>
          <w:tab w:val="left" w:pos="7200"/>
        </w:tabs>
      </w:pPr>
      <w:r>
        <w:t>Line O</w:t>
      </w:r>
      <w:r w:rsidR="009E4DD9">
        <w:t xml:space="preserve">fficers shall organize their workforce in accordance with principles outlined in FSM 1222.1, budgetary and ceiling constraints, and laws and regulations that guide their work (see </w:t>
      </w:r>
    </w:p>
    <w:p w14:paraId="52CB55D9" w14:textId="77777777" w:rsidR="00E651DE" w:rsidRDefault="00E651DE" w:rsidP="009E4DD9">
      <w:pPr>
        <w:pStyle w:val="ruler0"/>
        <w:widowControl/>
        <w:tabs>
          <w:tab w:val="clear" w:pos="1296"/>
          <w:tab w:val="clear" w:pos="6336"/>
          <w:tab w:val="left" w:pos="5040"/>
          <w:tab w:val="left" w:pos="7200"/>
        </w:tabs>
      </w:pPr>
    </w:p>
    <w:p w14:paraId="1CC5C5B4" w14:textId="77777777" w:rsidR="009E4DD9" w:rsidRDefault="009E4DD9" w:rsidP="009E4DD9">
      <w:pPr>
        <w:pStyle w:val="ruler0"/>
        <w:widowControl/>
        <w:tabs>
          <w:tab w:val="clear" w:pos="1296"/>
          <w:tab w:val="clear" w:pos="6336"/>
          <w:tab w:val="left" w:pos="5040"/>
          <w:tab w:val="left" w:pos="7200"/>
        </w:tabs>
      </w:pPr>
      <w:r>
        <w:t xml:space="preserve">FSM 1225.04 for responsibilities; 1225.01 for authorities; and 1222.3 for definitions of types of organization structures).  Lean, flexible organizations that are designed </w:t>
      </w:r>
      <w:r>
        <w:lastRenderedPageBreak/>
        <w:t>to accommodate cyclical functions in workload are generally considered better able to keep up with trends, develop new ideas, and make decisions.  Streamlined organizations tend to broaden individual responsibilities and flatten the organizational structure by having fewer levels of management and supervision.  Use of Human Resource Programs and contracting should be considered when evaluating workforce management and organizational alternatives.</w:t>
      </w:r>
    </w:p>
    <w:p w14:paraId="6A3E5278" w14:textId="77777777" w:rsidR="009E4DD9" w:rsidRDefault="009E4DD9" w:rsidP="009E4DD9">
      <w:pPr>
        <w:pStyle w:val="ruler0"/>
        <w:widowControl/>
        <w:tabs>
          <w:tab w:val="clear" w:pos="1296"/>
          <w:tab w:val="clear" w:pos="6336"/>
          <w:tab w:val="left" w:pos="5040"/>
          <w:tab w:val="left" w:pos="7200"/>
        </w:tabs>
      </w:pPr>
    </w:p>
    <w:p w14:paraId="73EEBBC1" w14:textId="7F8BC021" w:rsidR="00E651DE" w:rsidRDefault="009E4DD9" w:rsidP="009E4DD9">
      <w:pPr>
        <w:pStyle w:val="ruler0"/>
        <w:widowControl/>
        <w:tabs>
          <w:tab w:val="clear" w:pos="1296"/>
          <w:tab w:val="clear" w:pos="6336"/>
          <w:tab w:val="left" w:pos="5040"/>
          <w:tab w:val="left" w:pos="7200"/>
        </w:tabs>
      </w:pPr>
      <w:r>
        <w:t>A sample checklist for evaluating or changing an organization structure is shown in exhibit 01.</w:t>
      </w:r>
    </w:p>
    <w:p w14:paraId="2F56B663" w14:textId="77777777" w:rsidR="00E651DE" w:rsidRDefault="00E651DE">
      <w:pPr>
        <w:rPr>
          <w:rFonts w:ascii="NewCenturySchlbk" w:eastAsiaTheme="minorEastAsia" w:hAnsi="NewCenturySchlbk" w:cs="NewCenturySchlbk"/>
          <w:noProof/>
          <w:color w:val="000000"/>
        </w:rPr>
      </w:pPr>
      <w:r>
        <w:br w:type="page"/>
      </w:r>
    </w:p>
    <w:p w14:paraId="01907D6B" w14:textId="77777777" w:rsidR="009E4DD9" w:rsidRPr="00E651DE" w:rsidRDefault="009E4DD9" w:rsidP="009E4DD9">
      <w:pPr>
        <w:pStyle w:val="ruler0"/>
        <w:widowControl/>
        <w:tabs>
          <w:tab w:val="clear" w:pos="1296"/>
          <w:tab w:val="clear" w:pos="6336"/>
          <w:tab w:val="left" w:pos="5040"/>
          <w:tab w:val="left" w:pos="7200"/>
        </w:tabs>
        <w:jc w:val="center"/>
        <w:rPr>
          <w:b/>
        </w:rPr>
      </w:pPr>
      <w:r w:rsidRPr="00E651DE">
        <w:rPr>
          <w:b/>
          <w:u w:val="single"/>
        </w:rPr>
        <w:lastRenderedPageBreak/>
        <w:t>1222.4 - Exhibit 01</w:t>
      </w:r>
    </w:p>
    <w:p w14:paraId="1F2822F4" w14:textId="77777777" w:rsidR="009E4DD9" w:rsidRPr="00E651DE" w:rsidRDefault="009E4DD9" w:rsidP="009E4DD9">
      <w:pPr>
        <w:pStyle w:val="ruler0"/>
        <w:widowControl/>
        <w:tabs>
          <w:tab w:val="clear" w:pos="1296"/>
          <w:tab w:val="clear" w:pos="6336"/>
          <w:tab w:val="left" w:pos="5040"/>
          <w:tab w:val="left" w:pos="7200"/>
        </w:tabs>
        <w:jc w:val="center"/>
        <w:rPr>
          <w:b/>
        </w:rPr>
      </w:pPr>
    </w:p>
    <w:p w14:paraId="61D19D24" w14:textId="77777777" w:rsidR="009E4DD9" w:rsidRPr="00E651DE" w:rsidRDefault="009E4DD9" w:rsidP="009E4DD9">
      <w:pPr>
        <w:pStyle w:val="ruler0"/>
        <w:widowControl/>
        <w:tabs>
          <w:tab w:val="clear" w:pos="1296"/>
          <w:tab w:val="clear" w:pos="6336"/>
          <w:tab w:val="left" w:pos="5040"/>
          <w:tab w:val="left" w:pos="7200"/>
        </w:tabs>
        <w:jc w:val="center"/>
        <w:rPr>
          <w:b/>
        </w:rPr>
      </w:pPr>
      <w:r w:rsidRPr="00E651DE">
        <w:rPr>
          <w:b/>
          <w:u w:val="single"/>
        </w:rPr>
        <w:t>Sample Checklist for Evaluation of an Organization Structure</w:t>
      </w:r>
    </w:p>
    <w:p w14:paraId="418663C1" w14:textId="77777777" w:rsidR="009E4DD9" w:rsidRDefault="009E4DD9" w:rsidP="009E4DD9">
      <w:pPr>
        <w:pStyle w:val="ruler0"/>
        <w:widowControl/>
        <w:tabs>
          <w:tab w:val="clear" w:pos="1296"/>
          <w:tab w:val="clear" w:pos="6336"/>
          <w:tab w:val="left" w:pos="5040"/>
          <w:tab w:val="left" w:pos="7200"/>
        </w:tabs>
        <w:jc w:val="center"/>
      </w:pPr>
    </w:p>
    <w:p w14:paraId="5BADB409" w14:textId="77777777" w:rsidR="009E4DD9" w:rsidRDefault="009E4DD9" w:rsidP="009E4DD9">
      <w:pPr>
        <w:pStyle w:val="ruler0"/>
        <w:widowControl/>
        <w:tabs>
          <w:tab w:val="clear" w:pos="1296"/>
          <w:tab w:val="clear" w:pos="6336"/>
          <w:tab w:val="left" w:pos="5040"/>
          <w:tab w:val="left" w:pos="7200"/>
        </w:tabs>
      </w:pPr>
      <w:r>
        <w:rPr>
          <w:u w:val="single"/>
        </w:rPr>
        <w:t>The Work Situation</w:t>
      </w:r>
    </w:p>
    <w:p w14:paraId="31E09DB4" w14:textId="77777777" w:rsidR="009E4DD9" w:rsidRDefault="009E4DD9" w:rsidP="009E4DD9">
      <w:pPr>
        <w:pStyle w:val="ruler0"/>
        <w:widowControl/>
        <w:tabs>
          <w:tab w:val="clear" w:pos="1296"/>
          <w:tab w:val="clear" w:pos="6336"/>
          <w:tab w:val="left" w:pos="5040"/>
          <w:tab w:val="left" w:pos="7200"/>
        </w:tabs>
      </w:pPr>
    </w:p>
    <w:p w14:paraId="110ED377"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Are the organizational mission and goals clearly defined?</w:t>
      </w:r>
    </w:p>
    <w:p w14:paraId="00D3443E" w14:textId="77777777" w:rsidR="009E4DD9" w:rsidRDefault="009E4DD9" w:rsidP="009E4DD9">
      <w:pPr>
        <w:pStyle w:val="ruler0"/>
        <w:widowControl/>
        <w:tabs>
          <w:tab w:val="clear" w:pos="1296"/>
          <w:tab w:val="clear" w:pos="6336"/>
          <w:tab w:val="left" w:pos="5040"/>
          <w:tab w:val="left" w:pos="7200"/>
        </w:tabs>
      </w:pPr>
    </w:p>
    <w:p w14:paraId="43EDA0FE"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Has the responsibility, authority, and accountability for all the major outputs and services of the organization been identified?</w:t>
      </w:r>
    </w:p>
    <w:p w14:paraId="0E45F909" w14:textId="77777777" w:rsidR="009E4DD9" w:rsidRDefault="009E4DD9" w:rsidP="009E4DD9">
      <w:pPr>
        <w:pStyle w:val="ruler0"/>
        <w:widowControl/>
        <w:tabs>
          <w:tab w:val="clear" w:pos="1296"/>
          <w:tab w:val="clear" w:pos="6336"/>
          <w:tab w:val="left" w:pos="5040"/>
          <w:tab w:val="left" w:pos="7200"/>
        </w:tabs>
      </w:pPr>
    </w:p>
    <w:p w14:paraId="2D6F7529"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Have possible changes in the balance of outputs and services been considered?  This consideration is to include:  (1) Land and Resource Management Plans; </w:t>
      </w:r>
    </w:p>
    <w:p w14:paraId="27EE63C9" w14:textId="77777777" w:rsidR="009E4DD9" w:rsidRDefault="009E4DD9" w:rsidP="009E4DD9">
      <w:pPr>
        <w:pStyle w:val="ruler0"/>
        <w:widowControl/>
        <w:tabs>
          <w:tab w:val="clear" w:pos="1296"/>
          <w:tab w:val="clear" w:pos="6336"/>
          <w:tab w:val="left" w:pos="5040"/>
          <w:tab w:val="left" w:pos="7200"/>
        </w:tabs>
      </w:pPr>
      <w:r>
        <w:t xml:space="preserve">(2) Technological changes; (3) Research needs; (4) Employees skills shifts;  and </w:t>
      </w:r>
    </w:p>
    <w:p w14:paraId="7F76F134" w14:textId="77777777" w:rsidR="009E4DD9" w:rsidRDefault="009E4DD9" w:rsidP="009E4DD9">
      <w:pPr>
        <w:pStyle w:val="ruler0"/>
        <w:widowControl/>
        <w:tabs>
          <w:tab w:val="clear" w:pos="1296"/>
          <w:tab w:val="clear" w:pos="6336"/>
          <w:tab w:val="left" w:pos="5040"/>
          <w:tab w:val="left" w:pos="7200"/>
        </w:tabs>
      </w:pPr>
      <w:r>
        <w:t xml:space="preserve">(5) other? </w:t>
      </w:r>
    </w:p>
    <w:p w14:paraId="11105A45" w14:textId="77777777" w:rsidR="009E4DD9" w:rsidRDefault="009E4DD9" w:rsidP="009E4DD9">
      <w:pPr>
        <w:pStyle w:val="ruler0"/>
        <w:widowControl/>
        <w:tabs>
          <w:tab w:val="clear" w:pos="1296"/>
          <w:tab w:val="clear" w:pos="6336"/>
          <w:tab w:val="left" w:pos="5040"/>
          <w:tab w:val="left" w:pos="7200"/>
        </w:tabs>
      </w:pPr>
    </w:p>
    <w:p w14:paraId="3B63BEA4"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Does the unit have the ability to collect, maintain, and evaluate management information and to support the required management information systems?</w:t>
      </w:r>
    </w:p>
    <w:p w14:paraId="7C956E8B" w14:textId="77777777" w:rsidR="009E4DD9" w:rsidRDefault="009E4DD9" w:rsidP="009E4DD9">
      <w:pPr>
        <w:pStyle w:val="ruler0"/>
        <w:widowControl/>
        <w:tabs>
          <w:tab w:val="clear" w:pos="1296"/>
          <w:tab w:val="clear" w:pos="6336"/>
          <w:tab w:val="left" w:pos="5040"/>
          <w:tab w:val="left" w:pos="7200"/>
        </w:tabs>
      </w:pPr>
    </w:p>
    <w:p w14:paraId="0BBEC9F4"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Has the expertise needed to accomplish expected quantity and quality of work been provided within the organization?</w:t>
      </w:r>
    </w:p>
    <w:p w14:paraId="31564812" w14:textId="77777777" w:rsidR="009E4DD9" w:rsidRDefault="009E4DD9" w:rsidP="009E4DD9">
      <w:pPr>
        <w:pStyle w:val="ruler0"/>
        <w:widowControl/>
        <w:tabs>
          <w:tab w:val="clear" w:pos="1296"/>
          <w:tab w:val="clear" w:pos="6336"/>
          <w:tab w:val="left" w:pos="5040"/>
          <w:tab w:val="left" w:pos="7200"/>
        </w:tabs>
      </w:pPr>
    </w:p>
    <w:p w14:paraId="56179761"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Does the unit have the capability to support or complete work in an interdisciplinary fashion and effectively interact with other Forest Service units, cooperators, and the public?</w:t>
      </w:r>
    </w:p>
    <w:p w14:paraId="621750F5" w14:textId="77777777" w:rsidR="009E4DD9" w:rsidRDefault="009E4DD9" w:rsidP="009E4DD9">
      <w:pPr>
        <w:pStyle w:val="ruler0"/>
        <w:widowControl/>
        <w:tabs>
          <w:tab w:val="clear" w:pos="1296"/>
          <w:tab w:val="clear" w:pos="6336"/>
          <w:tab w:val="left" w:pos="5040"/>
          <w:tab w:val="left" w:pos="7200"/>
        </w:tabs>
      </w:pPr>
    </w:p>
    <w:p w14:paraId="3389B659"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Does the unit have the flexibility to adjust to changes in workload or cyclic functions and maintain operational effectiveness during special situations, including emergencies.</w:t>
      </w:r>
    </w:p>
    <w:p w14:paraId="45254B06" w14:textId="77777777" w:rsidR="009E4DD9" w:rsidRDefault="009E4DD9" w:rsidP="009E4DD9">
      <w:pPr>
        <w:pStyle w:val="ruler0"/>
        <w:widowControl/>
        <w:tabs>
          <w:tab w:val="clear" w:pos="1296"/>
          <w:tab w:val="clear" w:pos="6336"/>
          <w:tab w:val="left" w:pos="5040"/>
          <w:tab w:val="left" w:pos="7200"/>
        </w:tabs>
      </w:pPr>
    </w:p>
    <w:p w14:paraId="29128139" w14:textId="77777777" w:rsidR="00695FDB" w:rsidRDefault="00695FDB" w:rsidP="00695FDB">
      <w:pPr>
        <w:pStyle w:val="ruler0"/>
        <w:widowControl/>
        <w:tabs>
          <w:tab w:val="clear" w:pos="1296"/>
          <w:tab w:val="clear" w:pos="6336"/>
          <w:tab w:val="left" w:pos="5040"/>
          <w:tab w:val="left" w:pos="7200"/>
        </w:tabs>
      </w:pPr>
      <w:r>
        <w:rPr>
          <w:u w:val="single"/>
        </w:rPr>
        <w:t>The Environment</w:t>
      </w:r>
    </w:p>
    <w:p w14:paraId="45F439C1" w14:textId="77777777" w:rsidR="00695FDB" w:rsidRDefault="00695FDB" w:rsidP="00695FDB">
      <w:pPr>
        <w:pStyle w:val="ruler0"/>
        <w:widowControl/>
        <w:tabs>
          <w:tab w:val="clear" w:pos="1296"/>
          <w:tab w:val="clear" w:pos="6336"/>
          <w:tab w:val="left" w:pos="5040"/>
          <w:tab w:val="left" w:pos="7200"/>
        </w:tabs>
      </w:pPr>
    </w:p>
    <w:p w14:paraId="455876FB" w14:textId="77777777" w:rsidR="00695FDB" w:rsidRDefault="00695FDB" w:rsidP="00695FDB">
      <w:pPr>
        <w:pStyle w:val="ruler0"/>
        <w:widowControl/>
        <w:tabs>
          <w:tab w:val="clear" w:pos="1296"/>
          <w:tab w:val="clear" w:pos="6336"/>
          <w:tab w:val="left" w:pos="5040"/>
          <w:tab w:val="left" w:pos="7200"/>
        </w:tabs>
      </w:pPr>
      <w:r>
        <w:rPr>
          <w:u w:val="single"/>
        </w:rPr>
        <w:t xml:space="preserve">    </w:t>
      </w:r>
      <w:r>
        <w:t xml:space="preserve"> Have the horizontal and vertical communications that link organizational levels been considered?</w:t>
      </w:r>
    </w:p>
    <w:p w14:paraId="6DD95B2A" w14:textId="77777777" w:rsidR="00695FDB" w:rsidRDefault="00695FDB" w:rsidP="00695FDB">
      <w:pPr>
        <w:pStyle w:val="ruler0"/>
        <w:widowControl/>
        <w:tabs>
          <w:tab w:val="clear" w:pos="1296"/>
          <w:tab w:val="clear" w:pos="6336"/>
          <w:tab w:val="left" w:pos="5040"/>
          <w:tab w:val="left" w:pos="7200"/>
        </w:tabs>
      </w:pPr>
    </w:p>
    <w:p w14:paraId="468B4E3F" w14:textId="77777777" w:rsidR="00695FDB" w:rsidRDefault="00695FDB" w:rsidP="00695FDB">
      <w:pPr>
        <w:pStyle w:val="ruler0"/>
        <w:widowControl/>
        <w:tabs>
          <w:tab w:val="clear" w:pos="1296"/>
          <w:tab w:val="clear" w:pos="6336"/>
          <w:tab w:val="left" w:pos="5040"/>
          <w:tab w:val="left" w:pos="7200"/>
        </w:tabs>
      </w:pPr>
      <w:r>
        <w:rPr>
          <w:u w:val="single"/>
        </w:rPr>
        <w:t xml:space="preserve">    </w:t>
      </w:r>
      <w:r>
        <w:t xml:space="preserve"> Do the communication paths needed to effectively interact with outside publics and other agencies exist?</w:t>
      </w:r>
    </w:p>
    <w:p w14:paraId="42BC0517" w14:textId="77777777" w:rsidR="009E4DD9" w:rsidRPr="00E651DE" w:rsidRDefault="009E4DD9" w:rsidP="009E4DD9">
      <w:pPr>
        <w:pStyle w:val="ruler0"/>
        <w:widowControl/>
        <w:tabs>
          <w:tab w:val="clear" w:pos="1296"/>
          <w:tab w:val="clear" w:pos="6336"/>
          <w:tab w:val="left" w:pos="5040"/>
          <w:tab w:val="left" w:pos="7200"/>
        </w:tabs>
        <w:jc w:val="center"/>
        <w:rPr>
          <w:b/>
        </w:rPr>
      </w:pPr>
      <w:r>
        <w:br w:type="page"/>
      </w:r>
      <w:r w:rsidRPr="00E651DE">
        <w:rPr>
          <w:b/>
          <w:u w:val="single"/>
        </w:rPr>
        <w:lastRenderedPageBreak/>
        <w:t>1222.4 - Exhibit 01--Continued</w:t>
      </w:r>
    </w:p>
    <w:p w14:paraId="421C0A03" w14:textId="77777777" w:rsidR="009E4DD9" w:rsidRDefault="009E4DD9" w:rsidP="009E4DD9">
      <w:pPr>
        <w:pStyle w:val="ruler0"/>
        <w:widowControl/>
        <w:tabs>
          <w:tab w:val="clear" w:pos="1296"/>
          <w:tab w:val="clear" w:pos="6336"/>
          <w:tab w:val="left" w:pos="5040"/>
          <w:tab w:val="left" w:pos="7200"/>
        </w:tabs>
      </w:pPr>
    </w:p>
    <w:p w14:paraId="66845A96" w14:textId="77777777" w:rsidR="009E4DD9" w:rsidRDefault="009E4DD9" w:rsidP="009E4DD9">
      <w:pPr>
        <w:pStyle w:val="ruler0"/>
        <w:widowControl/>
        <w:tabs>
          <w:tab w:val="clear" w:pos="1296"/>
          <w:tab w:val="clear" w:pos="6336"/>
          <w:tab w:val="left" w:pos="5040"/>
          <w:tab w:val="left" w:pos="7200"/>
        </w:tabs>
      </w:pPr>
    </w:p>
    <w:p w14:paraId="7E941430"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Have the effects of the proposed change been considered from the perspective of users and the public?</w:t>
      </w:r>
    </w:p>
    <w:p w14:paraId="11D784A1" w14:textId="77777777" w:rsidR="009E4DD9" w:rsidRDefault="009E4DD9" w:rsidP="009E4DD9">
      <w:pPr>
        <w:pStyle w:val="ruler0"/>
        <w:widowControl/>
        <w:tabs>
          <w:tab w:val="clear" w:pos="1296"/>
          <w:tab w:val="clear" w:pos="6336"/>
          <w:tab w:val="left" w:pos="5040"/>
          <w:tab w:val="left" w:pos="7200"/>
        </w:tabs>
      </w:pPr>
    </w:p>
    <w:p w14:paraId="1407CC76" w14:textId="77777777" w:rsidR="009E4DD9" w:rsidRDefault="009E4DD9" w:rsidP="009E4DD9">
      <w:pPr>
        <w:pStyle w:val="ruler0"/>
        <w:widowControl/>
        <w:tabs>
          <w:tab w:val="clear" w:pos="1296"/>
          <w:tab w:val="clear" w:pos="6336"/>
          <w:tab w:val="left" w:pos="5040"/>
          <w:tab w:val="left" w:pos="7200"/>
        </w:tabs>
      </w:pPr>
      <w:r>
        <w:rPr>
          <w:u w:val="single"/>
        </w:rPr>
        <w:t>The Human Resources</w:t>
      </w:r>
    </w:p>
    <w:p w14:paraId="0A3B98A5" w14:textId="77777777" w:rsidR="009E4DD9" w:rsidRDefault="009E4DD9" w:rsidP="009E4DD9">
      <w:pPr>
        <w:pStyle w:val="ruler0"/>
        <w:widowControl/>
        <w:tabs>
          <w:tab w:val="clear" w:pos="1296"/>
          <w:tab w:val="clear" w:pos="6336"/>
          <w:tab w:val="left" w:pos="5040"/>
          <w:tab w:val="left" w:pos="7200"/>
        </w:tabs>
      </w:pPr>
    </w:p>
    <w:p w14:paraId="2B5BBA40"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Have career ladders been evaluated?</w:t>
      </w:r>
    </w:p>
    <w:p w14:paraId="7904E796" w14:textId="77777777" w:rsidR="009E4DD9" w:rsidRDefault="009E4DD9" w:rsidP="009E4DD9">
      <w:pPr>
        <w:pStyle w:val="ruler0"/>
        <w:widowControl/>
        <w:tabs>
          <w:tab w:val="clear" w:pos="1296"/>
          <w:tab w:val="clear" w:pos="6336"/>
          <w:tab w:val="left" w:pos="5040"/>
          <w:tab w:val="left" w:pos="7200"/>
        </w:tabs>
      </w:pPr>
    </w:p>
    <w:p w14:paraId="4C356A7D"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Has the skill pool for the future of the organization, including maintaining workforce parity, been considered?</w:t>
      </w:r>
    </w:p>
    <w:p w14:paraId="38432723" w14:textId="77777777" w:rsidR="009E4DD9" w:rsidRDefault="009E4DD9" w:rsidP="009E4DD9">
      <w:pPr>
        <w:pStyle w:val="ruler0"/>
        <w:widowControl/>
        <w:tabs>
          <w:tab w:val="clear" w:pos="1296"/>
          <w:tab w:val="clear" w:pos="6336"/>
          <w:tab w:val="left" w:pos="5040"/>
          <w:tab w:val="left" w:pos="7200"/>
        </w:tabs>
      </w:pPr>
    </w:p>
    <w:p w14:paraId="03412882"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Are meaningful jobs being provided to help maintain a motivated workforce?</w:t>
      </w:r>
    </w:p>
    <w:p w14:paraId="75BBBEF1" w14:textId="77777777" w:rsidR="009E4DD9" w:rsidRDefault="009E4DD9" w:rsidP="009E4DD9">
      <w:pPr>
        <w:pStyle w:val="ruler0"/>
        <w:widowControl/>
        <w:tabs>
          <w:tab w:val="clear" w:pos="1296"/>
          <w:tab w:val="clear" w:pos="6336"/>
          <w:tab w:val="left" w:pos="5040"/>
          <w:tab w:val="left" w:pos="7200"/>
        </w:tabs>
      </w:pPr>
    </w:p>
    <w:p w14:paraId="3E991AD7"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Have grade level implications been reviewed?</w:t>
      </w:r>
    </w:p>
    <w:p w14:paraId="12A77B42" w14:textId="77777777" w:rsidR="009E4DD9" w:rsidRDefault="009E4DD9" w:rsidP="009E4DD9">
      <w:pPr>
        <w:pStyle w:val="ruler0"/>
        <w:widowControl/>
        <w:tabs>
          <w:tab w:val="clear" w:pos="1296"/>
          <w:tab w:val="clear" w:pos="6336"/>
          <w:tab w:val="left" w:pos="5040"/>
          <w:tab w:val="left" w:pos="7200"/>
        </w:tabs>
      </w:pPr>
    </w:p>
    <w:p w14:paraId="3E303B97"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Does the change require consultation with employee organizations and/or unions?</w:t>
      </w:r>
    </w:p>
    <w:p w14:paraId="5B6AD490" w14:textId="77777777" w:rsidR="009E4DD9" w:rsidRDefault="009E4DD9" w:rsidP="009E4DD9">
      <w:pPr>
        <w:pStyle w:val="ruler0"/>
        <w:widowControl/>
        <w:tabs>
          <w:tab w:val="clear" w:pos="1296"/>
          <w:tab w:val="clear" w:pos="6336"/>
          <w:tab w:val="left" w:pos="5040"/>
          <w:tab w:val="left" w:pos="7200"/>
        </w:tabs>
      </w:pPr>
    </w:p>
    <w:p w14:paraId="2C6987CF" w14:textId="77777777" w:rsidR="009E4DD9" w:rsidRDefault="009E4DD9" w:rsidP="009E4DD9">
      <w:pPr>
        <w:pStyle w:val="ruler0"/>
        <w:widowControl/>
        <w:tabs>
          <w:tab w:val="clear" w:pos="1296"/>
          <w:tab w:val="clear" w:pos="6336"/>
          <w:tab w:val="left" w:pos="5040"/>
          <w:tab w:val="left" w:pos="7200"/>
        </w:tabs>
      </w:pPr>
      <w:r>
        <w:rPr>
          <w:u w:val="single"/>
        </w:rPr>
        <w:t>The Managerial and Supervisory Situation</w:t>
      </w:r>
    </w:p>
    <w:p w14:paraId="678BCE76" w14:textId="77777777" w:rsidR="009E4DD9" w:rsidRDefault="009E4DD9" w:rsidP="009E4DD9">
      <w:pPr>
        <w:pStyle w:val="ruler0"/>
        <w:widowControl/>
        <w:tabs>
          <w:tab w:val="clear" w:pos="1296"/>
          <w:tab w:val="clear" w:pos="6336"/>
          <w:tab w:val="left" w:pos="5040"/>
          <w:tab w:val="left" w:pos="7200"/>
        </w:tabs>
      </w:pPr>
    </w:p>
    <w:p w14:paraId="797C82E5" w14:textId="4BEAF16B" w:rsidR="009E4DD9" w:rsidRDefault="009E4DD9" w:rsidP="009E4DD9">
      <w:pPr>
        <w:pStyle w:val="ruler0"/>
        <w:widowControl/>
        <w:tabs>
          <w:tab w:val="clear" w:pos="1296"/>
          <w:tab w:val="clear" w:pos="6336"/>
          <w:tab w:val="left" w:pos="5040"/>
          <w:tab w:val="left" w:pos="7200"/>
        </w:tabs>
      </w:pPr>
      <w:r>
        <w:rPr>
          <w:u w:val="single"/>
        </w:rPr>
        <w:t xml:space="preserve">    </w:t>
      </w:r>
      <w:r>
        <w:t xml:space="preserve"> Span of control--is the size of the unit compatible with the </w:t>
      </w:r>
      <w:r w:rsidR="00517880">
        <w:t>M</w:t>
      </w:r>
      <w:r>
        <w:t xml:space="preserve">anager's or </w:t>
      </w:r>
      <w:r w:rsidR="00517880">
        <w:t>S</w:t>
      </w:r>
      <w:r>
        <w:t>upervisor's ability to function effectively?</w:t>
      </w:r>
    </w:p>
    <w:p w14:paraId="38B678F6" w14:textId="77777777" w:rsidR="009E4DD9" w:rsidRDefault="009E4DD9" w:rsidP="009E4DD9">
      <w:pPr>
        <w:pStyle w:val="ruler0"/>
        <w:widowControl/>
        <w:tabs>
          <w:tab w:val="clear" w:pos="1296"/>
          <w:tab w:val="clear" w:pos="6336"/>
          <w:tab w:val="left" w:pos="5040"/>
          <w:tab w:val="left" w:pos="7200"/>
        </w:tabs>
      </w:pPr>
    </w:p>
    <w:p w14:paraId="4B4B5341"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Is the ratio of managerial and supervisory positions to non-supervisory positions workable and appropriate?</w:t>
      </w:r>
    </w:p>
    <w:p w14:paraId="23C5AEF2" w14:textId="77777777" w:rsidR="009E4DD9" w:rsidRDefault="009E4DD9" w:rsidP="009E4DD9">
      <w:pPr>
        <w:pStyle w:val="ruler0"/>
        <w:widowControl/>
        <w:tabs>
          <w:tab w:val="clear" w:pos="1296"/>
          <w:tab w:val="clear" w:pos="6336"/>
          <w:tab w:val="left" w:pos="5040"/>
          <w:tab w:val="left" w:pos="7200"/>
        </w:tabs>
      </w:pPr>
    </w:p>
    <w:p w14:paraId="71D53495"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Is the balance of management work versus "doing" work in managerial positions workable and efficient?</w:t>
      </w:r>
    </w:p>
    <w:p w14:paraId="1B4F1A96" w14:textId="77777777" w:rsidR="009E4DD9" w:rsidRDefault="009E4DD9" w:rsidP="009E4DD9">
      <w:pPr>
        <w:pStyle w:val="ruler0"/>
        <w:widowControl/>
        <w:tabs>
          <w:tab w:val="clear" w:pos="1296"/>
          <w:tab w:val="clear" w:pos="6336"/>
          <w:tab w:val="left" w:pos="5040"/>
          <w:tab w:val="left" w:pos="7200"/>
        </w:tabs>
      </w:pPr>
    </w:p>
    <w:p w14:paraId="44BBBA0B" w14:textId="77777777" w:rsidR="009E4DD9" w:rsidRDefault="009E4DD9" w:rsidP="009E4DD9">
      <w:pPr>
        <w:pStyle w:val="ruler0"/>
        <w:widowControl/>
        <w:tabs>
          <w:tab w:val="clear" w:pos="1296"/>
          <w:tab w:val="clear" w:pos="6336"/>
          <w:tab w:val="left" w:pos="5040"/>
          <w:tab w:val="left" w:pos="7200"/>
        </w:tabs>
      </w:pPr>
      <w:r>
        <w:rPr>
          <w:u w:val="single"/>
        </w:rPr>
        <w:t xml:space="preserve">    </w:t>
      </w:r>
      <w:r>
        <w:t xml:space="preserve"> Is managerial or supervisory workload distributed in a fashion that helps avoid layers of supervision?</w:t>
      </w:r>
    </w:p>
    <w:p w14:paraId="70DD11C2" w14:textId="77777777" w:rsidR="009E4DD9" w:rsidRDefault="009E4DD9" w:rsidP="009E4DD9">
      <w:pPr>
        <w:pStyle w:val="ruler0"/>
        <w:widowControl/>
        <w:tabs>
          <w:tab w:val="clear" w:pos="1296"/>
          <w:tab w:val="clear" w:pos="6336"/>
          <w:tab w:val="left" w:pos="5040"/>
          <w:tab w:val="left" w:pos="7200"/>
        </w:tabs>
      </w:pPr>
    </w:p>
    <w:p w14:paraId="6BFF308A" w14:textId="08E27A9F" w:rsidR="009E4DD9" w:rsidRDefault="009E4DD9" w:rsidP="009E4DD9">
      <w:pPr>
        <w:pStyle w:val="ruler0"/>
        <w:widowControl/>
        <w:tabs>
          <w:tab w:val="clear" w:pos="1296"/>
          <w:tab w:val="clear" w:pos="6336"/>
          <w:tab w:val="left" w:pos="5040"/>
          <w:tab w:val="left" w:pos="7200"/>
        </w:tabs>
      </w:pPr>
      <w:r>
        <w:rPr>
          <w:u w:val="single"/>
        </w:rPr>
        <w:t xml:space="preserve">    </w:t>
      </w:r>
      <w:r>
        <w:t xml:space="preserve"> Have technical versus managerial requirements of </w:t>
      </w:r>
      <w:r w:rsidR="00517880">
        <w:t>M</w:t>
      </w:r>
      <w:r>
        <w:t xml:space="preserve">anagers and </w:t>
      </w:r>
      <w:r w:rsidR="00517880">
        <w:t>S</w:t>
      </w:r>
      <w:r>
        <w:t>upervisors been assessed?</w:t>
      </w:r>
    </w:p>
    <w:p w14:paraId="37F62215" w14:textId="77777777" w:rsidR="009E4DD9" w:rsidRDefault="009E4DD9" w:rsidP="009E4DD9">
      <w:pPr>
        <w:pStyle w:val="ruler0"/>
        <w:widowControl/>
        <w:tabs>
          <w:tab w:val="clear" w:pos="1296"/>
          <w:tab w:val="clear" w:pos="6336"/>
          <w:tab w:val="left" w:pos="5040"/>
          <w:tab w:val="left" w:pos="7200"/>
        </w:tabs>
      </w:pPr>
    </w:p>
    <w:p w14:paraId="78865485" w14:textId="6945A79E" w:rsidR="009E4DD9" w:rsidRDefault="009E4DD9" w:rsidP="00695FDB">
      <w:pPr>
        <w:pStyle w:val="Heading1"/>
      </w:pPr>
      <w:r>
        <w:br w:type="page"/>
      </w:r>
      <w:bookmarkStart w:id="19" w:name="_Toc16250533"/>
      <w:r>
        <w:lastRenderedPageBreak/>
        <w:t>1223 - STANDARD TITLES AND UNIT NAMES</w:t>
      </w:r>
      <w:bookmarkEnd w:id="19"/>
    </w:p>
    <w:p w14:paraId="69A5669A" w14:textId="303C4558" w:rsidR="00BE3BF8" w:rsidRDefault="009E4DD9" w:rsidP="00695FDB">
      <w:pPr>
        <w:pStyle w:val="Heading3"/>
      </w:pPr>
      <w:bookmarkStart w:id="20" w:name="_Toc16250534"/>
      <w:r>
        <w:t>1223.03 - Policy</w:t>
      </w:r>
      <w:bookmarkEnd w:id="20"/>
    </w:p>
    <w:p w14:paraId="51BF174F" w14:textId="15857F24" w:rsidR="009E4DD9" w:rsidRDefault="009E4DD9" w:rsidP="009E4DD9">
      <w:pPr>
        <w:pStyle w:val="ruler0"/>
        <w:widowControl/>
        <w:tabs>
          <w:tab w:val="clear" w:pos="1296"/>
          <w:tab w:val="clear" w:pos="6336"/>
          <w:tab w:val="left" w:pos="5040"/>
          <w:tab w:val="left" w:pos="7200"/>
        </w:tabs>
      </w:pPr>
      <w:r>
        <w:t xml:space="preserve">Forest Service policy is to establish and maintain a uniform system of organization titles and unit names.  All organization units shall be titled in conformance with the direction on uniform organization titles in FSM 1223.1.  Individual positions shall be titled in conformance with Office of Personnel Management position classification titling practices.  Unit </w:t>
      </w:r>
      <w:r w:rsidR="00517880">
        <w:t>S</w:t>
      </w:r>
      <w:r>
        <w:t>upervisors may also assign informal working titles to individual positions.  Where official organization titles are also used as working titles, their use and definitions must conform with uniform organization title definitions (FSM 1223.1, ex. 01).</w:t>
      </w:r>
    </w:p>
    <w:p w14:paraId="098B1B51" w14:textId="6AB2B40D" w:rsidR="009E4DD9" w:rsidRDefault="009E4DD9" w:rsidP="00695FDB">
      <w:pPr>
        <w:pStyle w:val="Heading3"/>
      </w:pPr>
      <w:bookmarkStart w:id="21" w:name="_Toc16250535"/>
      <w:r>
        <w:t xml:space="preserve">1223.04 </w:t>
      </w:r>
      <w:r w:rsidR="006B2E4D">
        <w:t>-</w:t>
      </w:r>
      <w:r>
        <w:t xml:space="preserve"> Responsibility</w:t>
      </w:r>
      <w:bookmarkEnd w:id="21"/>
    </w:p>
    <w:p w14:paraId="1A43FA15" w14:textId="2AD581E4" w:rsidR="00BE3BF8" w:rsidRDefault="009E4DD9" w:rsidP="00695FDB">
      <w:pPr>
        <w:pStyle w:val="Heading3"/>
      </w:pPr>
      <w:bookmarkStart w:id="22" w:name="_Toc16250536"/>
      <w:r>
        <w:t>1223.04a - Chief</w:t>
      </w:r>
      <w:bookmarkEnd w:id="22"/>
    </w:p>
    <w:p w14:paraId="5BE4C27F" w14:textId="77777777" w:rsidR="00695FDB" w:rsidRDefault="00695FDB" w:rsidP="009E4DD9">
      <w:pPr>
        <w:pStyle w:val="ruler0"/>
        <w:widowControl/>
        <w:tabs>
          <w:tab w:val="clear" w:pos="1296"/>
          <w:tab w:val="clear" w:pos="6336"/>
          <w:tab w:val="left" w:pos="5040"/>
          <w:tab w:val="left" w:pos="7200"/>
        </w:tabs>
      </w:pPr>
    </w:p>
    <w:p w14:paraId="79A1BAC4" w14:textId="3CDDBBE4" w:rsidR="009E4DD9" w:rsidRDefault="009E4DD9" w:rsidP="009E4DD9">
      <w:pPr>
        <w:pStyle w:val="ruler0"/>
        <w:widowControl/>
        <w:tabs>
          <w:tab w:val="clear" w:pos="1296"/>
          <w:tab w:val="clear" w:pos="6336"/>
          <w:tab w:val="left" w:pos="5040"/>
          <w:tab w:val="left" w:pos="7200"/>
        </w:tabs>
      </w:pPr>
      <w:r>
        <w:t>The Chief reserves the authority to approve changes in the following organization unit and position titles:</w:t>
      </w:r>
    </w:p>
    <w:p w14:paraId="70CB0A62" w14:textId="72066497" w:rsidR="009E4DD9" w:rsidRDefault="009E4DD9" w:rsidP="009631CB">
      <w:pPr>
        <w:pStyle w:val="NumberList1"/>
        <w:ind w:left="0"/>
      </w:pPr>
      <w:r>
        <w:t>1.  Washington Office:  Deputy Chief and Staff titles.</w:t>
      </w:r>
    </w:p>
    <w:p w14:paraId="7B3AC694" w14:textId="7A4DE89E" w:rsidR="009E4DD9" w:rsidRDefault="009E4DD9" w:rsidP="009631CB">
      <w:pPr>
        <w:pStyle w:val="NumberList1"/>
        <w:ind w:left="0"/>
      </w:pPr>
      <w:r>
        <w:t>2.  Regions:  Deputy Regional Forester, Assistant Regional Forester, and Staff titles.</w:t>
      </w:r>
    </w:p>
    <w:p w14:paraId="0D9EFA91" w14:textId="19E1E7AB" w:rsidR="009E4DD9" w:rsidRDefault="009E4DD9" w:rsidP="009631CB">
      <w:pPr>
        <w:pStyle w:val="NumberList1"/>
        <w:ind w:left="0"/>
      </w:pPr>
      <w:r>
        <w:t>3.  Stations:  Assistant Station Director.</w:t>
      </w:r>
    </w:p>
    <w:p w14:paraId="2B4F72B1" w14:textId="0A813EC0" w:rsidR="009E4DD9" w:rsidRDefault="009E4DD9" w:rsidP="009631CB">
      <w:pPr>
        <w:pStyle w:val="NumberList1"/>
        <w:ind w:left="0"/>
      </w:pPr>
      <w:r>
        <w:t>4.  Area:  Assistant Area Director.</w:t>
      </w:r>
    </w:p>
    <w:p w14:paraId="05C908A9" w14:textId="1B5104FF" w:rsidR="009E4DD9" w:rsidRDefault="009E4DD9" w:rsidP="009631CB">
      <w:pPr>
        <w:pStyle w:val="NumberList1"/>
        <w:ind w:left="0"/>
      </w:pPr>
      <w:r>
        <w:t>5.  International Institute for Tropical Forestry:  Assistant Directors and Branch titles.</w:t>
      </w:r>
    </w:p>
    <w:p w14:paraId="217DDF83" w14:textId="0E397BCA" w:rsidR="00BE3BF8" w:rsidRDefault="009E4DD9" w:rsidP="00695FDB">
      <w:pPr>
        <w:pStyle w:val="Heading3"/>
      </w:pPr>
      <w:bookmarkStart w:id="23" w:name="_Toc16250537"/>
      <w:r>
        <w:t>1223.04b - Deputy Chief for Administration</w:t>
      </w:r>
      <w:bookmarkEnd w:id="23"/>
    </w:p>
    <w:p w14:paraId="4E4E9CFE" w14:textId="77777777" w:rsidR="00695FDB" w:rsidRDefault="00695FDB" w:rsidP="009E4DD9">
      <w:pPr>
        <w:pStyle w:val="ruler0"/>
        <w:widowControl/>
        <w:tabs>
          <w:tab w:val="clear" w:pos="1296"/>
          <w:tab w:val="clear" w:pos="6336"/>
          <w:tab w:val="left" w:pos="5040"/>
          <w:tab w:val="left" w:pos="7200"/>
        </w:tabs>
      </w:pPr>
    </w:p>
    <w:p w14:paraId="0BC9C55E" w14:textId="7C7AE0E0" w:rsidR="009E4DD9" w:rsidRDefault="009E4DD9" w:rsidP="009E4DD9">
      <w:pPr>
        <w:pStyle w:val="ruler0"/>
        <w:widowControl/>
        <w:tabs>
          <w:tab w:val="clear" w:pos="1296"/>
          <w:tab w:val="clear" w:pos="6336"/>
          <w:tab w:val="left" w:pos="5040"/>
          <w:tab w:val="left" w:pos="7200"/>
        </w:tabs>
      </w:pPr>
      <w:r>
        <w:t>The Deput</w:t>
      </w:r>
      <w:r w:rsidR="00695FDB">
        <w:t>y Chief for Administration has Line O</w:t>
      </w:r>
      <w:r>
        <w:t>fficer responsibility for advising the Chief on changes in titles and unit names.  The Washington Office Director of Personnel Management has responsibility for recommending and processing title and unit name changes for the Chief's approval.</w:t>
      </w:r>
    </w:p>
    <w:p w14:paraId="6235D88C" w14:textId="1111E61E" w:rsidR="00BE3BF8" w:rsidRDefault="009E4DD9" w:rsidP="00695FDB">
      <w:pPr>
        <w:pStyle w:val="Heading2"/>
      </w:pPr>
      <w:bookmarkStart w:id="24" w:name="_Toc16250538"/>
      <w:r>
        <w:t>1223.1 - Assignment of Titles by Type of Position</w:t>
      </w:r>
      <w:bookmarkEnd w:id="24"/>
    </w:p>
    <w:p w14:paraId="76B5C05F" w14:textId="77777777" w:rsidR="00695FDB" w:rsidRDefault="00695FDB" w:rsidP="009E4DD9">
      <w:pPr>
        <w:pStyle w:val="ruler0"/>
        <w:widowControl/>
        <w:tabs>
          <w:tab w:val="clear" w:pos="1296"/>
          <w:tab w:val="clear" w:pos="6336"/>
          <w:tab w:val="left" w:pos="5040"/>
          <w:tab w:val="left" w:pos="7200"/>
        </w:tabs>
      </w:pPr>
    </w:p>
    <w:p w14:paraId="202262D8" w14:textId="30F13981" w:rsidR="009E4DD9" w:rsidRDefault="009E4DD9" w:rsidP="009E4DD9">
      <w:pPr>
        <w:pStyle w:val="ruler0"/>
        <w:widowControl/>
        <w:tabs>
          <w:tab w:val="clear" w:pos="1296"/>
          <w:tab w:val="clear" w:pos="6336"/>
          <w:tab w:val="left" w:pos="5040"/>
          <w:tab w:val="left" w:pos="7200"/>
        </w:tabs>
      </w:pPr>
      <w:r>
        <w:t xml:space="preserve">Select and use titles for positions in accordance with the direction in this section.  Individual units may encounter situations requiring modifications to the approved titles.  Such modifications require approval by the appropriate </w:t>
      </w:r>
      <w:r w:rsidR="006B2E4D">
        <w:t>Line Officers</w:t>
      </w:r>
      <w:r>
        <w:t xml:space="preserve"> (FSM 1223.04).</w:t>
      </w:r>
    </w:p>
    <w:p w14:paraId="6774C8D1" w14:textId="35A1F48C" w:rsidR="009E4DD9" w:rsidRDefault="009E4DD9" w:rsidP="009631CB">
      <w:pPr>
        <w:pStyle w:val="NumberList1"/>
        <w:ind w:left="0"/>
      </w:pPr>
      <w:r>
        <w:lastRenderedPageBreak/>
        <w:t xml:space="preserve">1.  </w:t>
      </w:r>
      <w:r>
        <w:rPr>
          <w:u w:val="single"/>
        </w:rPr>
        <w:t>Associate</w:t>
      </w:r>
      <w:r>
        <w:t>.  Use only for Associate Chief and Associate Deputy Chief.</w:t>
      </w:r>
    </w:p>
    <w:p w14:paraId="342A29C8" w14:textId="50E79DD5" w:rsidR="009E4DD9" w:rsidRDefault="009E4DD9" w:rsidP="009631CB">
      <w:pPr>
        <w:pStyle w:val="NumberList1"/>
        <w:ind w:left="0"/>
      </w:pPr>
      <w:r>
        <w:t xml:space="preserve">2.  </w:t>
      </w:r>
      <w:r>
        <w:rPr>
          <w:u w:val="single"/>
        </w:rPr>
        <w:t>Deputy</w:t>
      </w:r>
      <w:r>
        <w:t xml:space="preserve">.  Use only for full alter ego positions which are vested with all the delegated authority and responsibility of their </w:t>
      </w:r>
      <w:r w:rsidR="00517880">
        <w:t>S</w:t>
      </w:r>
      <w:r>
        <w:t xml:space="preserve">upervisors for the area of work assigned to them.  Deputy Chiefs are considered full alter ego positions only for the area of work assigned to them.  A Deputy position may be established when the nondelegable workload exceeds 1 person-year.  Only the Chief, Regional Foresters, and Station Directors may have more than one Deputy.  Deputy titles must include the title of the </w:t>
      </w:r>
      <w:r w:rsidR="00517880">
        <w:t>S</w:t>
      </w:r>
      <w:r>
        <w:t>upervisor, such as Deputy Chief for Research, Deputy Director of Timber Management, or Deputy Forest Supervisor.</w:t>
      </w:r>
    </w:p>
    <w:p w14:paraId="7D14A487" w14:textId="404F70DA" w:rsidR="009E4DD9" w:rsidRDefault="009E4DD9" w:rsidP="009631CB">
      <w:pPr>
        <w:pStyle w:val="NumberList1"/>
        <w:ind w:left="0"/>
      </w:pPr>
      <w:r>
        <w:t xml:space="preserve">3.  </w:t>
      </w:r>
      <w:r>
        <w:rPr>
          <w:u w:val="single"/>
        </w:rPr>
        <w:t>Assistant</w:t>
      </w:r>
      <w:r>
        <w:t xml:space="preserve">.  Use only for positions to which a </w:t>
      </w:r>
      <w:r w:rsidR="00517880">
        <w:t>S</w:t>
      </w:r>
      <w:r>
        <w:t xml:space="preserve">upervisor has formally delegated part of the </w:t>
      </w:r>
      <w:r w:rsidR="00517880">
        <w:t>S</w:t>
      </w:r>
      <w:r>
        <w:t>upervisor</w:t>
      </w:r>
      <w:r w:rsidR="00791123">
        <w:t>'s authority and responsibility</w:t>
      </w:r>
      <w:r>
        <w:t xml:space="preserve"> (see para. 5 for Staff Assistant).  The need for assistant positions generally arises when the type or volume of work suggests grouping subordinate units or positions under one intermediate </w:t>
      </w:r>
      <w:r w:rsidR="00517880">
        <w:t>S</w:t>
      </w:r>
      <w:r>
        <w:t>upervisor, or when the coordination and/or accomplishment of work will be improved through a reduced span of control.  Assistant titles should name the assigned portion of the individual's responsibility, such as Assistant Director for Fire Management, or Assistant Station Director for Research Support Services.</w:t>
      </w:r>
    </w:p>
    <w:p w14:paraId="310E6E43" w14:textId="64BE2E49" w:rsidR="009E4DD9" w:rsidRDefault="009E4DD9" w:rsidP="009631CB">
      <w:pPr>
        <w:pStyle w:val="NumberList1"/>
        <w:ind w:left="0"/>
      </w:pPr>
      <w:r>
        <w:t xml:space="preserve">4.  </w:t>
      </w:r>
      <w:r>
        <w:rPr>
          <w:u w:val="single"/>
        </w:rPr>
        <w:t>Assistant for</w:t>
      </w:r>
      <w:r>
        <w:t>.  A position reporting to a Deputy Chief, Deputy Regional Forester, Assistant Station Director, Institute Director, or Area Director, or higher level position.  Responsibility normally involves coordination between and or among numerous organizational units.  The title should specify the nature of responsibility assigned, such as Assistant for Systems Coordination.</w:t>
      </w:r>
    </w:p>
    <w:p w14:paraId="12EFA91B" w14:textId="4D94E5BE" w:rsidR="009E4DD9" w:rsidRDefault="009E4DD9" w:rsidP="009631CB">
      <w:pPr>
        <w:pStyle w:val="NumberList1"/>
        <w:ind w:left="0"/>
      </w:pPr>
      <w:r>
        <w:t xml:space="preserve">5.  </w:t>
      </w:r>
      <w:r>
        <w:rPr>
          <w:u w:val="single"/>
        </w:rPr>
        <w:t>Staff Assistant</w:t>
      </w:r>
      <w:r>
        <w:t xml:space="preserve">.  A Staff Assistant reports to a Staff Director or to a higher level position.  Generally such positions provide general administrative or specialized support to their </w:t>
      </w:r>
      <w:r w:rsidR="00517880">
        <w:t>S</w:t>
      </w:r>
      <w:r>
        <w:t xml:space="preserve">upervisors and are justified on the basis of unit need and workload.  Titles may simply be Staff Assistant, or may specify the appropriate organizational unit or </w:t>
      </w:r>
      <w:r w:rsidR="00517880">
        <w:t>S</w:t>
      </w:r>
      <w:r>
        <w:t>upervisor, such as Staff Assistant, National Forest System, or Staff Assistant to the Director of Engineering.</w:t>
      </w:r>
    </w:p>
    <w:p w14:paraId="526C2B33" w14:textId="4E031B18" w:rsidR="009E4DD9" w:rsidRDefault="009E4DD9" w:rsidP="009631CB">
      <w:pPr>
        <w:pStyle w:val="NumberList1"/>
        <w:ind w:left="0"/>
      </w:pPr>
      <w:r>
        <w:t xml:space="preserve">6.  </w:t>
      </w:r>
      <w:r>
        <w:rPr>
          <w:u w:val="single"/>
        </w:rPr>
        <w:t>Staff Director</w:t>
      </w:r>
      <w:r>
        <w:t>.  Use this title only at Washington Office, Region, and Area levels for a position reporting to a Deputy Chief, Associate Deputy Chief, Deputy Regional Forester, or Assistant Area Director.  The title may also be used for the head of a staff office reporting directly to the Chief or Regional Forester.  For example, in the Washington Office, the Director of the Public Affairs Office reports directly to the Chief.  A Staff Director supervises Staff Assistants, Group Leaders, Branch Chiefs, or specialists.  The Staff Director may be supported by a single Deputy Director, one or more Assistant Directors, or a combination of both.  The title should specify assignment of responsibility, such as Director of Engineering.</w:t>
      </w:r>
    </w:p>
    <w:p w14:paraId="231B9A43" w14:textId="68334142" w:rsidR="009E4DD9" w:rsidRDefault="009E4DD9" w:rsidP="009631CB">
      <w:pPr>
        <w:pStyle w:val="NumberList1"/>
        <w:ind w:left="0"/>
      </w:pPr>
      <w:r>
        <w:t xml:space="preserve">7.  </w:t>
      </w:r>
      <w:r>
        <w:rPr>
          <w:u w:val="single"/>
        </w:rPr>
        <w:t>Staff Officer</w:t>
      </w:r>
      <w:r>
        <w:t>.  A Staff Officer is a primary National Forest staff member reporting to a Forest Supervisor, such as (1) Recreation Staff Officer or (2) Program Officer for Resources (in National Forest program organizations).  In a functional National Forest organization, traditional titles, such as Forest Engineer, may be substituted.</w:t>
      </w:r>
    </w:p>
    <w:p w14:paraId="2EA05FA3" w14:textId="7910F196" w:rsidR="009E4DD9" w:rsidRDefault="009E4DD9" w:rsidP="009631CB">
      <w:pPr>
        <w:pStyle w:val="NumberList1"/>
        <w:ind w:left="0"/>
      </w:pPr>
      <w:r>
        <w:lastRenderedPageBreak/>
        <w:t xml:space="preserve">8.  </w:t>
      </w:r>
      <w:r>
        <w:rPr>
          <w:u w:val="single"/>
        </w:rPr>
        <w:t>Branch Chief or Group Leader</w:t>
      </w:r>
      <w:r>
        <w:t>.  Use these titles only at the Washington Office, Region, Area, Station, or Institute level for a position assigned responsibility for functions or activities assigned to a Group or Branch.  The title Branch Chief must be used in the Washington Office.  This position supervises Section Heads and/or specialists.  The title should describe the assigned work, such as Leader, Contracting Group or Chief, Contracting Branch.</w:t>
      </w:r>
    </w:p>
    <w:p w14:paraId="5F5FF8BA" w14:textId="1A10FA96" w:rsidR="009E4DD9" w:rsidRDefault="009E4DD9" w:rsidP="009631CB">
      <w:pPr>
        <w:pStyle w:val="NumberList1"/>
        <w:ind w:left="0"/>
      </w:pPr>
      <w:r>
        <w:t xml:space="preserve">9.  </w:t>
      </w:r>
      <w:r>
        <w:rPr>
          <w:u w:val="single"/>
        </w:rPr>
        <w:t>Section Head</w:t>
      </w:r>
      <w:r>
        <w:t>.  Use this title for a position that reports to a Group Leader or Staff Officer and is responsible for tasks and activities assigned to the section.  A Section Head supervises subordinate specialists.  The title should describe the assigned work, such as Head, Office Services Section.</w:t>
      </w:r>
    </w:p>
    <w:p w14:paraId="4BC098EF" w14:textId="1869FFF8" w:rsidR="009E4DD9" w:rsidRDefault="009E4DD9" w:rsidP="009631CB">
      <w:pPr>
        <w:pStyle w:val="NumberList1"/>
        <w:ind w:left="0"/>
      </w:pPr>
      <w:r>
        <w:t xml:space="preserve">10.  </w:t>
      </w:r>
      <w:r>
        <w:rPr>
          <w:u w:val="single"/>
        </w:rPr>
        <w:t>Specialist or Officer</w:t>
      </w:r>
      <w:r>
        <w:t>.  Use the title Specialist or Officer for professional, technical, or scientific positions, such as Administrative Officer, Energy Specialist, or Law Enforcement Officer.  Also, use the civil service classification series title or an assigned working title which is descriptive of a position's responsibility, such as Soil Scientist, Forester, Silviculturist, or Directive Manager.</w:t>
      </w:r>
    </w:p>
    <w:p w14:paraId="46996FC7" w14:textId="358D9EC4" w:rsidR="009E4DD9" w:rsidRDefault="009E4DD9" w:rsidP="009631CB">
      <w:pPr>
        <w:pStyle w:val="NumberList1"/>
        <w:ind w:left="0"/>
      </w:pPr>
      <w:r>
        <w:t xml:space="preserve">11.  </w:t>
      </w:r>
      <w:r>
        <w:rPr>
          <w:u w:val="single"/>
        </w:rPr>
        <w:t>Project Leader</w:t>
      </w:r>
      <w:r>
        <w:t>.  Use this title for a position assigned responsibility for a Research Work Unit and reporting to an Assistant Station Director for Research.</w:t>
      </w:r>
    </w:p>
    <w:p w14:paraId="0761EF1A" w14:textId="77777777" w:rsidR="009E4DD9" w:rsidRDefault="009E4DD9" w:rsidP="009E4DD9">
      <w:pPr>
        <w:pStyle w:val="ruler0"/>
        <w:widowControl/>
        <w:tabs>
          <w:tab w:val="clear" w:pos="1296"/>
          <w:tab w:val="clear" w:pos="6336"/>
          <w:tab w:val="left" w:pos="5040"/>
          <w:tab w:val="left" w:pos="7200"/>
        </w:tabs>
      </w:pPr>
    </w:p>
    <w:p w14:paraId="531E68B3" w14:textId="77777777" w:rsidR="009E4DD9" w:rsidRDefault="009E4DD9" w:rsidP="009E4DD9">
      <w:pPr>
        <w:pStyle w:val="ruler0"/>
        <w:widowControl/>
        <w:tabs>
          <w:tab w:val="clear" w:pos="1296"/>
          <w:tab w:val="clear" w:pos="6336"/>
          <w:tab w:val="left" w:pos="5040"/>
          <w:tab w:val="left" w:pos="7200"/>
        </w:tabs>
      </w:pPr>
      <w:r>
        <w:t>For ease of reference, exhibit 01 displays the position titles of the individuals in charge of each unit approved for use in the Forest Service.</w:t>
      </w:r>
    </w:p>
    <w:p w14:paraId="50A373F7" w14:textId="77777777" w:rsidR="009E4DD9" w:rsidRDefault="009E4DD9" w:rsidP="009E4DD9">
      <w:pPr>
        <w:pStyle w:val="ruler0"/>
        <w:widowControl/>
        <w:tabs>
          <w:tab w:val="clear" w:pos="1296"/>
          <w:tab w:val="clear" w:pos="6336"/>
          <w:tab w:val="left" w:pos="5040"/>
          <w:tab w:val="left" w:pos="7200"/>
        </w:tabs>
      </w:pPr>
    </w:p>
    <w:p w14:paraId="29A4BBE0" w14:textId="77777777" w:rsidR="009E4DD9" w:rsidRPr="00695FDB" w:rsidRDefault="009E4DD9" w:rsidP="009E4DD9">
      <w:pPr>
        <w:pStyle w:val="ruler0"/>
        <w:widowControl/>
        <w:tabs>
          <w:tab w:val="clear" w:pos="1296"/>
          <w:tab w:val="clear" w:pos="6336"/>
          <w:tab w:val="left" w:pos="5040"/>
          <w:tab w:val="left" w:pos="7200"/>
        </w:tabs>
        <w:jc w:val="center"/>
        <w:rPr>
          <w:b/>
        </w:rPr>
      </w:pPr>
      <w:r>
        <w:br w:type="page"/>
      </w:r>
      <w:r w:rsidRPr="00695FDB">
        <w:rPr>
          <w:b/>
          <w:u w:val="single"/>
        </w:rPr>
        <w:lastRenderedPageBreak/>
        <w:t>1223.1 - Exhibit 01</w:t>
      </w:r>
    </w:p>
    <w:p w14:paraId="2FC83E7E" w14:textId="77777777" w:rsidR="009E4DD9" w:rsidRPr="00695FDB" w:rsidRDefault="009E4DD9" w:rsidP="009E4DD9">
      <w:pPr>
        <w:pStyle w:val="ruler0"/>
        <w:widowControl/>
        <w:tabs>
          <w:tab w:val="clear" w:pos="1296"/>
          <w:tab w:val="clear" w:pos="6336"/>
          <w:tab w:val="left" w:pos="5040"/>
          <w:tab w:val="left" w:pos="7200"/>
        </w:tabs>
        <w:jc w:val="center"/>
        <w:rPr>
          <w:b/>
        </w:rPr>
      </w:pPr>
    </w:p>
    <w:p w14:paraId="30123181" w14:textId="77777777" w:rsidR="009E4DD9" w:rsidRPr="00695FDB" w:rsidRDefault="009E4DD9" w:rsidP="009E4DD9">
      <w:pPr>
        <w:pStyle w:val="ruler0"/>
        <w:widowControl/>
        <w:tabs>
          <w:tab w:val="clear" w:pos="1296"/>
          <w:tab w:val="clear" w:pos="6336"/>
          <w:tab w:val="left" w:pos="5040"/>
          <w:tab w:val="left" w:pos="7200"/>
        </w:tabs>
        <w:jc w:val="center"/>
        <w:rPr>
          <w:b/>
        </w:rPr>
      </w:pPr>
      <w:r w:rsidRPr="00695FDB">
        <w:rPr>
          <w:b/>
          <w:u w:val="single"/>
        </w:rPr>
        <w:t>Unit Names and Position Titles Approved for Use in the Forest Service</w:t>
      </w:r>
    </w:p>
    <w:p w14:paraId="4501F183" w14:textId="77777777" w:rsidR="009E4DD9" w:rsidRDefault="009E4DD9" w:rsidP="009E4DD9">
      <w:pPr>
        <w:pStyle w:val="ruler0"/>
        <w:widowControl/>
        <w:tabs>
          <w:tab w:val="clear" w:pos="1296"/>
          <w:tab w:val="clear" w:pos="6336"/>
          <w:tab w:val="left" w:pos="5040"/>
          <w:tab w:val="left" w:pos="7200"/>
        </w:tabs>
        <w:jc w:val="center"/>
      </w:pPr>
    </w:p>
    <w:tbl>
      <w:tblPr>
        <w:tblW w:w="0" w:type="auto"/>
        <w:tblLayout w:type="fixed"/>
        <w:tblCellMar>
          <w:left w:w="0" w:type="dxa"/>
          <w:right w:w="0" w:type="dxa"/>
        </w:tblCellMar>
        <w:tblLook w:val="0000" w:firstRow="0" w:lastRow="0" w:firstColumn="0" w:lastColumn="0" w:noHBand="0" w:noVBand="0"/>
      </w:tblPr>
      <w:tblGrid>
        <w:gridCol w:w="12"/>
        <w:gridCol w:w="26"/>
        <w:gridCol w:w="269"/>
        <w:gridCol w:w="2812"/>
        <w:gridCol w:w="12"/>
        <w:gridCol w:w="26"/>
        <w:gridCol w:w="2983"/>
        <w:gridCol w:w="12"/>
        <w:gridCol w:w="26"/>
        <w:gridCol w:w="3200"/>
        <w:gridCol w:w="12"/>
        <w:gridCol w:w="26"/>
        <w:gridCol w:w="1310"/>
        <w:gridCol w:w="154"/>
      </w:tblGrid>
      <w:tr w:rsidR="009E4DD9" w14:paraId="6E48AE56" w14:textId="77777777" w:rsidTr="00CD6456">
        <w:trPr>
          <w:gridBefore w:val="2"/>
          <w:wBefore w:w="38" w:type="dxa"/>
          <w:tblHeader/>
        </w:trPr>
        <w:tc>
          <w:tcPr>
            <w:tcW w:w="269" w:type="dxa"/>
            <w:tcBorders>
              <w:top w:val="nil"/>
              <w:left w:val="nil"/>
              <w:bottom w:val="single" w:sz="2" w:space="0" w:color="000000"/>
              <w:right w:val="nil"/>
            </w:tcBorders>
          </w:tcPr>
          <w:p w14:paraId="769B0BA6" w14:textId="77777777" w:rsidR="009E4DD9" w:rsidRDefault="009E4DD9" w:rsidP="00CD6456">
            <w:pPr>
              <w:ind w:left="144" w:right="144"/>
              <w:jc w:val="center"/>
            </w:pPr>
          </w:p>
        </w:tc>
        <w:tc>
          <w:tcPr>
            <w:tcW w:w="10419" w:type="dxa"/>
            <w:gridSpan w:val="10"/>
            <w:tcBorders>
              <w:top w:val="nil"/>
              <w:left w:val="nil"/>
              <w:bottom w:val="single" w:sz="2" w:space="0" w:color="000000"/>
              <w:right w:val="nil"/>
            </w:tcBorders>
          </w:tcPr>
          <w:p w14:paraId="351AD013" w14:textId="39A0FB72" w:rsidR="009E4DD9" w:rsidRDefault="009E4DD9" w:rsidP="00CD6456">
            <w:pPr>
              <w:pStyle w:val="ruler0"/>
              <w:widowControl/>
              <w:tabs>
                <w:tab w:val="clear" w:pos="1296"/>
                <w:tab w:val="clear" w:pos="6336"/>
                <w:tab w:val="left" w:pos="5040"/>
                <w:tab w:val="left" w:pos="7200"/>
              </w:tabs>
              <w:ind w:left="144" w:right="144"/>
              <w:jc w:val="center"/>
            </w:pPr>
          </w:p>
        </w:tc>
        <w:tc>
          <w:tcPr>
            <w:tcW w:w="154" w:type="dxa"/>
            <w:tcBorders>
              <w:top w:val="nil"/>
              <w:left w:val="nil"/>
              <w:bottom w:val="single" w:sz="2" w:space="0" w:color="000000"/>
              <w:right w:val="nil"/>
            </w:tcBorders>
          </w:tcPr>
          <w:p w14:paraId="60AD2A9D" w14:textId="77777777" w:rsidR="009E4DD9" w:rsidRDefault="009E4DD9" w:rsidP="00CD6456">
            <w:pPr>
              <w:ind w:left="144" w:right="144"/>
              <w:jc w:val="center"/>
            </w:pPr>
          </w:p>
        </w:tc>
      </w:tr>
      <w:tr w:rsidR="009E4DD9" w14:paraId="139368CB" w14:textId="77777777" w:rsidTr="00695FDB">
        <w:trPr>
          <w:gridBefore w:val="2"/>
          <w:gridAfter w:val="2"/>
          <w:wBefore w:w="38" w:type="dxa"/>
          <w:wAfter w:w="1464" w:type="dxa"/>
          <w:tblHeader/>
        </w:trPr>
        <w:tc>
          <w:tcPr>
            <w:tcW w:w="3119" w:type="dxa"/>
            <w:gridSpan w:val="4"/>
            <w:tcBorders>
              <w:top w:val="nil"/>
              <w:left w:val="nil"/>
              <w:right w:val="nil"/>
            </w:tcBorders>
          </w:tcPr>
          <w:p w14:paraId="75550942" w14:textId="77777777" w:rsidR="009E4DD9" w:rsidRDefault="009E4DD9" w:rsidP="00CD6456">
            <w:pPr>
              <w:ind w:left="144" w:right="144"/>
            </w:pPr>
            <w:r>
              <w:t>Organizational Unit</w:t>
            </w:r>
          </w:p>
        </w:tc>
        <w:tc>
          <w:tcPr>
            <w:tcW w:w="3021" w:type="dxa"/>
            <w:gridSpan w:val="3"/>
            <w:tcBorders>
              <w:top w:val="nil"/>
              <w:left w:val="nil"/>
              <w:right w:val="nil"/>
            </w:tcBorders>
          </w:tcPr>
          <w:p w14:paraId="5A511818" w14:textId="77777777" w:rsidR="009E4DD9" w:rsidRDefault="009E4DD9" w:rsidP="00CD6456">
            <w:pPr>
              <w:ind w:left="144" w:right="144"/>
            </w:pPr>
            <w:r>
              <w:t>Authorized Unit</w:t>
            </w:r>
          </w:p>
        </w:tc>
        <w:tc>
          <w:tcPr>
            <w:tcW w:w="3238" w:type="dxa"/>
            <w:gridSpan w:val="3"/>
            <w:tcBorders>
              <w:top w:val="nil"/>
              <w:left w:val="nil"/>
              <w:right w:val="nil"/>
            </w:tcBorders>
          </w:tcPr>
          <w:p w14:paraId="741638F1" w14:textId="77777777" w:rsidR="009E4DD9" w:rsidRDefault="009E4DD9" w:rsidP="00CD6456">
            <w:pPr>
              <w:ind w:left="144" w:right="144"/>
            </w:pPr>
            <w:r>
              <w:t>Approved Position Title</w:t>
            </w:r>
          </w:p>
        </w:tc>
      </w:tr>
      <w:tr w:rsidR="009E4DD9" w14:paraId="2C9F2DD6" w14:textId="77777777" w:rsidTr="00695FDB">
        <w:trPr>
          <w:gridBefore w:val="2"/>
          <w:gridAfter w:val="2"/>
          <w:wBefore w:w="38" w:type="dxa"/>
          <w:wAfter w:w="1464" w:type="dxa"/>
          <w:tblHeader/>
        </w:trPr>
        <w:tc>
          <w:tcPr>
            <w:tcW w:w="3119" w:type="dxa"/>
            <w:gridSpan w:val="4"/>
            <w:tcBorders>
              <w:left w:val="nil"/>
              <w:bottom w:val="single" w:sz="2" w:space="0" w:color="000000"/>
              <w:right w:val="nil"/>
            </w:tcBorders>
          </w:tcPr>
          <w:p w14:paraId="1927F550" w14:textId="77777777" w:rsidR="009E4DD9" w:rsidRDefault="009E4DD9" w:rsidP="00695FDB">
            <w:pPr>
              <w:ind w:right="144"/>
            </w:pPr>
          </w:p>
        </w:tc>
        <w:tc>
          <w:tcPr>
            <w:tcW w:w="3021" w:type="dxa"/>
            <w:gridSpan w:val="3"/>
            <w:tcBorders>
              <w:left w:val="nil"/>
              <w:bottom w:val="single" w:sz="2" w:space="0" w:color="000000"/>
              <w:right w:val="nil"/>
            </w:tcBorders>
          </w:tcPr>
          <w:p w14:paraId="2CFAAF11" w14:textId="77777777" w:rsidR="009E4DD9" w:rsidRDefault="009E4DD9" w:rsidP="00CD6456">
            <w:pPr>
              <w:ind w:left="144" w:right="144"/>
            </w:pPr>
          </w:p>
        </w:tc>
        <w:tc>
          <w:tcPr>
            <w:tcW w:w="3238" w:type="dxa"/>
            <w:gridSpan w:val="3"/>
            <w:tcBorders>
              <w:left w:val="nil"/>
              <w:bottom w:val="single" w:sz="2" w:space="0" w:color="000000"/>
              <w:right w:val="nil"/>
            </w:tcBorders>
          </w:tcPr>
          <w:p w14:paraId="281AF113" w14:textId="77777777" w:rsidR="009E4DD9" w:rsidRDefault="009E4DD9" w:rsidP="00CD6456">
            <w:pPr>
              <w:ind w:left="144" w:right="144"/>
            </w:pPr>
          </w:p>
        </w:tc>
      </w:tr>
      <w:tr w:rsidR="009E4DD9" w14:paraId="0F1F9D09" w14:textId="77777777" w:rsidTr="00CD6456">
        <w:trPr>
          <w:gridAfter w:val="4"/>
          <w:wAfter w:w="1502" w:type="dxa"/>
        </w:trPr>
        <w:tc>
          <w:tcPr>
            <w:tcW w:w="3119" w:type="dxa"/>
            <w:gridSpan w:val="4"/>
            <w:tcBorders>
              <w:top w:val="nil"/>
              <w:left w:val="nil"/>
              <w:bottom w:val="nil"/>
              <w:right w:val="nil"/>
            </w:tcBorders>
          </w:tcPr>
          <w:p w14:paraId="71AE2C9A" w14:textId="77777777" w:rsidR="009E4DD9" w:rsidRDefault="009E4DD9" w:rsidP="00CD6456">
            <w:pPr>
              <w:ind w:left="144" w:right="144"/>
            </w:pPr>
            <w:r>
              <w:t>Washington Office</w:t>
            </w:r>
          </w:p>
        </w:tc>
        <w:tc>
          <w:tcPr>
            <w:tcW w:w="3021" w:type="dxa"/>
            <w:gridSpan w:val="3"/>
            <w:tcBorders>
              <w:top w:val="nil"/>
              <w:left w:val="nil"/>
              <w:bottom w:val="nil"/>
              <w:right w:val="nil"/>
            </w:tcBorders>
          </w:tcPr>
          <w:p w14:paraId="41F2032F" w14:textId="77777777" w:rsidR="009E4DD9" w:rsidRDefault="009E4DD9" w:rsidP="00CD6456">
            <w:pPr>
              <w:ind w:left="144" w:right="144"/>
            </w:pPr>
            <w:r>
              <w:t>Office of the Chief</w:t>
            </w:r>
          </w:p>
        </w:tc>
        <w:tc>
          <w:tcPr>
            <w:tcW w:w="3238" w:type="dxa"/>
            <w:gridSpan w:val="3"/>
            <w:tcBorders>
              <w:top w:val="nil"/>
              <w:left w:val="nil"/>
              <w:bottom w:val="nil"/>
              <w:right w:val="nil"/>
            </w:tcBorders>
          </w:tcPr>
          <w:p w14:paraId="7C7109FF" w14:textId="77777777" w:rsidR="009E4DD9" w:rsidRDefault="009E4DD9" w:rsidP="00CD6456">
            <w:pPr>
              <w:ind w:left="144" w:right="144"/>
            </w:pPr>
            <w:r>
              <w:t>Chief</w:t>
            </w:r>
          </w:p>
          <w:p w14:paraId="1799795F" w14:textId="77777777" w:rsidR="009E4DD9" w:rsidRDefault="009E4DD9" w:rsidP="00CD6456">
            <w:pPr>
              <w:ind w:left="144" w:right="144"/>
            </w:pPr>
            <w:r>
              <w:t>Associate Chief</w:t>
            </w:r>
          </w:p>
          <w:p w14:paraId="75D1DD31" w14:textId="77777777" w:rsidR="009E4DD9" w:rsidRDefault="009E4DD9" w:rsidP="00CD6456">
            <w:pPr>
              <w:ind w:left="144" w:right="144"/>
            </w:pPr>
          </w:p>
        </w:tc>
      </w:tr>
      <w:tr w:rsidR="009E4DD9" w14:paraId="6FA264DF" w14:textId="77777777" w:rsidTr="00CD6456">
        <w:trPr>
          <w:gridAfter w:val="4"/>
          <w:wAfter w:w="1502" w:type="dxa"/>
        </w:trPr>
        <w:tc>
          <w:tcPr>
            <w:tcW w:w="3119" w:type="dxa"/>
            <w:gridSpan w:val="4"/>
            <w:tcBorders>
              <w:top w:val="nil"/>
              <w:left w:val="nil"/>
              <w:bottom w:val="nil"/>
              <w:right w:val="nil"/>
            </w:tcBorders>
          </w:tcPr>
          <w:p w14:paraId="4AD81C0A" w14:textId="77777777" w:rsidR="009E4DD9" w:rsidRDefault="009E4DD9" w:rsidP="00CD6456">
            <w:pPr>
              <w:ind w:left="144" w:right="144"/>
            </w:pPr>
          </w:p>
        </w:tc>
        <w:tc>
          <w:tcPr>
            <w:tcW w:w="3021" w:type="dxa"/>
            <w:gridSpan w:val="3"/>
            <w:tcBorders>
              <w:top w:val="nil"/>
              <w:left w:val="nil"/>
              <w:bottom w:val="nil"/>
              <w:right w:val="nil"/>
            </w:tcBorders>
          </w:tcPr>
          <w:p w14:paraId="5FB88732" w14:textId="77777777" w:rsidR="009E4DD9" w:rsidRDefault="009E4DD9" w:rsidP="00CD6456">
            <w:pPr>
              <w:ind w:left="144" w:right="144"/>
            </w:pPr>
            <w:r>
              <w:t>Office of the Deputy</w:t>
            </w:r>
          </w:p>
          <w:p w14:paraId="452761A8" w14:textId="77777777" w:rsidR="009E4DD9" w:rsidRDefault="009E4DD9" w:rsidP="00CD6456">
            <w:pPr>
              <w:ind w:left="144" w:right="144"/>
            </w:pPr>
            <w:r>
              <w:t xml:space="preserve">  Chief</w:t>
            </w:r>
          </w:p>
        </w:tc>
        <w:tc>
          <w:tcPr>
            <w:tcW w:w="3238" w:type="dxa"/>
            <w:gridSpan w:val="3"/>
            <w:tcBorders>
              <w:top w:val="nil"/>
              <w:left w:val="nil"/>
              <w:bottom w:val="nil"/>
              <w:right w:val="nil"/>
            </w:tcBorders>
          </w:tcPr>
          <w:p w14:paraId="12DA315E" w14:textId="77777777" w:rsidR="009E4DD9" w:rsidRDefault="009E4DD9" w:rsidP="00CD6456">
            <w:pPr>
              <w:ind w:left="144" w:right="144"/>
            </w:pPr>
            <w:r>
              <w:t>Deputy Chief for _______</w:t>
            </w:r>
          </w:p>
          <w:p w14:paraId="57A493A0" w14:textId="77777777" w:rsidR="009E4DD9" w:rsidRDefault="009E4DD9" w:rsidP="00CD6456">
            <w:pPr>
              <w:ind w:left="144" w:right="144"/>
            </w:pPr>
            <w:r>
              <w:t>Associate Deputy Chief</w:t>
            </w:r>
          </w:p>
          <w:p w14:paraId="5FC04EF8" w14:textId="77777777" w:rsidR="009E4DD9" w:rsidRDefault="009E4DD9" w:rsidP="00CD6456">
            <w:pPr>
              <w:ind w:left="144" w:right="144"/>
            </w:pPr>
            <w:r>
              <w:t xml:space="preserve">  for __________</w:t>
            </w:r>
          </w:p>
        </w:tc>
      </w:tr>
      <w:tr w:rsidR="009E4DD9" w14:paraId="2A7E564A" w14:textId="77777777" w:rsidTr="00CD6456">
        <w:trPr>
          <w:gridAfter w:val="4"/>
          <w:wAfter w:w="1502" w:type="dxa"/>
        </w:trPr>
        <w:tc>
          <w:tcPr>
            <w:tcW w:w="3119" w:type="dxa"/>
            <w:gridSpan w:val="4"/>
            <w:tcBorders>
              <w:top w:val="nil"/>
              <w:left w:val="nil"/>
              <w:bottom w:val="nil"/>
              <w:right w:val="nil"/>
            </w:tcBorders>
          </w:tcPr>
          <w:p w14:paraId="4404A49D" w14:textId="77777777" w:rsidR="009E4DD9" w:rsidRDefault="009E4DD9" w:rsidP="00CD6456">
            <w:pPr>
              <w:ind w:left="144" w:right="144"/>
            </w:pPr>
          </w:p>
        </w:tc>
        <w:tc>
          <w:tcPr>
            <w:tcW w:w="3021" w:type="dxa"/>
            <w:gridSpan w:val="3"/>
            <w:tcBorders>
              <w:top w:val="nil"/>
              <w:left w:val="nil"/>
              <w:bottom w:val="nil"/>
              <w:right w:val="nil"/>
            </w:tcBorders>
          </w:tcPr>
          <w:p w14:paraId="012C0091" w14:textId="77777777" w:rsidR="009E4DD9" w:rsidRDefault="009E4DD9" w:rsidP="00CD6456">
            <w:pPr>
              <w:ind w:left="144" w:right="144"/>
            </w:pPr>
            <w:r>
              <w:t>Staff</w:t>
            </w:r>
          </w:p>
        </w:tc>
        <w:tc>
          <w:tcPr>
            <w:tcW w:w="3238" w:type="dxa"/>
            <w:gridSpan w:val="3"/>
            <w:tcBorders>
              <w:top w:val="nil"/>
              <w:left w:val="nil"/>
              <w:bottom w:val="nil"/>
              <w:right w:val="nil"/>
            </w:tcBorders>
          </w:tcPr>
          <w:p w14:paraId="101E72E0" w14:textId="77777777" w:rsidR="009E4DD9" w:rsidRDefault="009E4DD9" w:rsidP="00CD6456">
            <w:pPr>
              <w:ind w:left="144" w:right="144"/>
            </w:pPr>
            <w:r>
              <w:t>Director of __________</w:t>
            </w:r>
          </w:p>
          <w:p w14:paraId="7B29B7B1" w14:textId="77777777" w:rsidR="009E4DD9" w:rsidRDefault="009E4DD9" w:rsidP="00CD6456">
            <w:pPr>
              <w:ind w:left="144" w:right="144"/>
            </w:pPr>
            <w:r>
              <w:t>Deputy Director of _____</w:t>
            </w:r>
          </w:p>
          <w:p w14:paraId="0A78EF1D" w14:textId="77777777" w:rsidR="009E4DD9" w:rsidRDefault="009E4DD9" w:rsidP="00CD6456">
            <w:pPr>
              <w:ind w:left="144" w:right="144"/>
            </w:pPr>
            <w:r>
              <w:t>_______________________</w:t>
            </w:r>
          </w:p>
          <w:p w14:paraId="5C79D352" w14:textId="77777777" w:rsidR="009E4DD9" w:rsidRDefault="009E4DD9" w:rsidP="00CD6456">
            <w:pPr>
              <w:ind w:left="144" w:right="144"/>
            </w:pPr>
            <w:r>
              <w:t>Assistant Director for</w:t>
            </w:r>
          </w:p>
          <w:p w14:paraId="48ACDBF0" w14:textId="77777777" w:rsidR="009E4DD9" w:rsidRDefault="009E4DD9" w:rsidP="00CD6456">
            <w:pPr>
              <w:ind w:left="144" w:right="144"/>
            </w:pPr>
            <w:r>
              <w:t>_______________________</w:t>
            </w:r>
          </w:p>
        </w:tc>
      </w:tr>
      <w:tr w:rsidR="009E4DD9" w14:paraId="78D62771" w14:textId="77777777" w:rsidTr="00CD6456">
        <w:trPr>
          <w:gridAfter w:val="4"/>
          <w:wAfter w:w="1502" w:type="dxa"/>
        </w:trPr>
        <w:tc>
          <w:tcPr>
            <w:tcW w:w="3119" w:type="dxa"/>
            <w:gridSpan w:val="4"/>
            <w:tcBorders>
              <w:top w:val="nil"/>
              <w:left w:val="nil"/>
              <w:bottom w:val="nil"/>
              <w:right w:val="nil"/>
            </w:tcBorders>
          </w:tcPr>
          <w:p w14:paraId="4BC10F07" w14:textId="77777777" w:rsidR="009E4DD9" w:rsidRDefault="009E4DD9" w:rsidP="00CD6456">
            <w:pPr>
              <w:ind w:left="144" w:right="144"/>
            </w:pPr>
          </w:p>
        </w:tc>
        <w:tc>
          <w:tcPr>
            <w:tcW w:w="3021" w:type="dxa"/>
            <w:gridSpan w:val="3"/>
            <w:tcBorders>
              <w:top w:val="nil"/>
              <w:left w:val="nil"/>
              <w:bottom w:val="nil"/>
              <w:right w:val="nil"/>
            </w:tcBorders>
          </w:tcPr>
          <w:p w14:paraId="486A5795" w14:textId="77777777" w:rsidR="009E4DD9" w:rsidRDefault="009E4DD9" w:rsidP="00CD6456">
            <w:pPr>
              <w:ind w:left="144" w:right="144"/>
            </w:pPr>
            <w:r>
              <w:t>Branch</w:t>
            </w:r>
          </w:p>
        </w:tc>
        <w:tc>
          <w:tcPr>
            <w:tcW w:w="3238" w:type="dxa"/>
            <w:gridSpan w:val="3"/>
            <w:tcBorders>
              <w:top w:val="nil"/>
              <w:left w:val="nil"/>
              <w:bottom w:val="nil"/>
              <w:right w:val="nil"/>
            </w:tcBorders>
          </w:tcPr>
          <w:p w14:paraId="32AED961" w14:textId="77777777" w:rsidR="009E4DD9" w:rsidRDefault="009E4DD9" w:rsidP="00CD6456">
            <w:pPr>
              <w:ind w:left="144" w:right="144"/>
            </w:pPr>
            <w:r>
              <w:t>Chief, __________ Branch</w:t>
            </w:r>
          </w:p>
        </w:tc>
      </w:tr>
      <w:tr w:rsidR="009E4DD9" w14:paraId="24CD5F43" w14:textId="77777777" w:rsidTr="00CD6456">
        <w:trPr>
          <w:gridAfter w:val="4"/>
          <w:wAfter w:w="1502" w:type="dxa"/>
        </w:trPr>
        <w:tc>
          <w:tcPr>
            <w:tcW w:w="3119" w:type="dxa"/>
            <w:gridSpan w:val="4"/>
            <w:tcBorders>
              <w:top w:val="nil"/>
              <w:left w:val="nil"/>
              <w:bottom w:val="nil"/>
              <w:right w:val="nil"/>
            </w:tcBorders>
          </w:tcPr>
          <w:p w14:paraId="4AB405A6" w14:textId="77777777" w:rsidR="009E4DD9" w:rsidRDefault="009E4DD9" w:rsidP="00CD6456">
            <w:pPr>
              <w:ind w:left="144" w:right="144"/>
            </w:pPr>
          </w:p>
        </w:tc>
        <w:tc>
          <w:tcPr>
            <w:tcW w:w="3021" w:type="dxa"/>
            <w:gridSpan w:val="3"/>
            <w:tcBorders>
              <w:top w:val="nil"/>
              <w:left w:val="nil"/>
              <w:bottom w:val="nil"/>
              <w:right w:val="nil"/>
            </w:tcBorders>
          </w:tcPr>
          <w:p w14:paraId="774984D9" w14:textId="77777777" w:rsidR="009E4DD9" w:rsidRDefault="009E4DD9" w:rsidP="00CD6456">
            <w:pPr>
              <w:ind w:left="144" w:right="144"/>
            </w:pPr>
          </w:p>
        </w:tc>
        <w:tc>
          <w:tcPr>
            <w:tcW w:w="3238" w:type="dxa"/>
            <w:gridSpan w:val="3"/>
            <w:tcBorders>
              <w:top w:val="nil"/>
              <w:left w:val="nil"/>
              <w:bottom w:val="nil"/>
              <w:right w:val="nil"/>
            </w:tcBorders>
          </w:tcPr>
          <w:p w14:paraId="5A7A66FA" w14:textId="77777777" w:rsidR="009E4DD9" w:rsidRDefault="009E4DD9" w:rsidP="00CD6456">
            <w:pPr>
              <w:ind w:left="144" w:right="144"/>
            </w:pPr>
          </w:p>
        </w:tc>
      </w:tr>
      <w:tr w:rsidR="009E4DD9" w14:paraId="03BE307F" w14:textId="77777777" w:rsidTr="00CD6456">
        <w:trPr>
          <w:gridAfter w:val="4"/>
          <w:wAfter w:w="1502" w:type="dxa"/>
        </w:trPr>
        <w:tc>
          <w:tcPr>
            <w:tcW w:w="3119" w:type="dxa"/>
            <w:gridSpan w:val="4"/>
            <w:tcBorders>
              <w:top w:val="nil"/>
              <w:left w:val="nil"/>
              <w:bottom w:val="nil"/>
              <w:right w:val="nil"/>
            </w:tcBorders>
          </w:tcPr>
          <w:p w14:paraId="75CC4A07" w14:textId="77777777" w:rsidR="009E4DD9" w:rsidRDefault="009E4DD9" w:rsidP="00CD6456">
            <w:pPr>
              <w:ind w:left="144" w:right="144"/>
            </w:pPr>
          </w:p>
        </w:tc>
        <w:tc>
          <w:tcPr>
            <w:tcW w:w="3021" w:type="dxa"/>
            <w:gridSpan w:val="3"/>
            <w:tcBorders>
              <w:top w:val="nil"/>
              <w:left w:val="nil"/>
              <w:bottom w:val="nil"/>
              <w:right w:val="nil"/>
            </w:tcBorders>
          </w:tcPr>
          <w:p w14:paraId="3940F3B1" w14:textId="77777777" w:rsidR="009E4DD9" w:rsidRDefault="009E4DD9" w:rsidP="00CD6456">
            <w:pPr>
              <w:ind w:left="144" w:right="144"/>
            </w:pPr>
            <w:r>
              <w:t>Section</w:t>
            </w:r>
          </w:p>
        </w:tc>
        <w:tc>
          <w:tcPr>
            <w:tcW w:w="3238" w:type="dxa"/>
            <w:gridSpan w:val="3"/>
            <w:tcBorders>
              <w:top w:val="nil"/>
              <w:left w:val="nil"/>
              <w:bottom w:val="nil"/>
              <w:right w:val="nil"/>
            </w:tcBorders>
          </w:tcPr>
          <w:p w14:paraId="0BD19E9A" w14:textId="77777777" w:rsidR="009E4DD9" w:rsidRDefault="009E4DD9" w:rsidP="00CD6456">
            <w:pPr>
              <w:ind w:left="144" w:right="144"/>
            </w:pPr>
            <w:r>
              <w:t>Head, __________ Section</w:t>
            </w:r>
          </w:p>
        </w:tc>
      </w:tr>
      <w:tr w:rsidR="009E4DD9" w14:paraId="46205600" w14:textId="77777777" w:rsidTr="00CD6456">
        <w:trPr>
          <w:gridAfter w:val="4"/>
          <w:wAfter w:w="1502" w:type="dxa"/>
        </w:trPr>
        <w:tc>
          <w:tcPr>
            <w:tcW w:w="3119" w:type="dxa"/>
            <w:gridSpan w:val="4"/>
            <w:tcBorders>
              <w:top w:val="nil"/>
              <w:left w:val="nil"/>
              <w:bottom w:val="nil"/>
              <w:right w:val="nil"/>
            </w:tcBorders>
          </w:tcPr>
          <w:p w14:paraId="3257349B" w14:textId="77777777" w:rsidR="009E4DD9" w:rsidRDefault="009E4DD9" w:rsidP="00CD6456">
            <w:pPr>
              <w:ind w:left="144" w:right="144"/>
            </w:pPr>
          </w:p>
        </w:tc>
        <w:tc>
          <w:tcPr>
            <w:tcW w:w="3021" w:type="dxa"/>
            <w:gridSpan w:val="3"/>
            <w:tcBorders>
              <w:top w:val="nil"/>
              <w:left w:val="nil"/>
              <w:bottom w:val="nil"/>
              <w:right w:val="nil"/>
            </w:tcBorders>
          </w:tcPr>
          <w:p w14:paraId="5689E830" w14:textId="77777777" w:rsidR="009E4DD9" w:rsidRDefault="009E4DD9" w:rsidP="00CD6456">
            <w:pPr>
              <w:ind w:left="144" w:right="144"/>
            </w:pPr>
          </w:p>
        </w:tc>
        <w:tc>
          <w:tcPr>
            <w:tcW w:w="3238" w:type="dxa"/>
            <w:gridSpan w:val="3"/>
            <w:tcBorders>
              <w:top w:val="nil"/>
              <w:left w:val="nil"/>
              <w:bottom w:val="nil"/>
              <w:right w:val="nil"/>
            </w:tcBorders>
          </w:tcPr>
          <w:p w14:paraId="039D5707" w14:textId="77777777" w:rsidR="009E4DD9" w:rsidRDefault="009E4DD9" w:rsidP="00CD6456">
            <w:pPr>
              <w:ind w:left="144" w:right="144"/>
            </w:pPr>
          </w:p>
        </w:tc>
      </w:tr>
      <w:tr w:rsidR="009E4DD9" w14:paraId="3B3DED7C" w14:textId="77777777" w:rsidTr="00CD6456">
        <w:trPr>
          <w:gridAfter w:val="4"/>
          <w:wAfter w:w="1502" w:type="dxa"/>
        </w:trPr>
        <w:tc>
          <w:tcPr>
            <w:tcW w:w="3119" w:type="dxa"/>
            <w:gridSpan w:val="4"/>
            <w:tcBorders>
              <w:top w:val="nil"/>
              <w:left w:val="nil"/>
              <w:bottom w:val="nil"/>
              <w:right w:val="nil"/>
            </w:tcBorders>
          </w:tcPr>
          <w:p w14:paraId="61900927" w14:textId="77777777" w:rsidR="009E4DD9" w:rsidRDefault="009E4DD9" w:rsidP="00CD6456">
            <w:pPr>
              <w:ind w:left="144" w:right="144"/>
            </w:pPr>
            <w:r>
              <w:t>Region</w:t>
            </w:r>
          </w:p>
        </w:tc>
        <w:tc>
          <w:tcPr>
            <w:tcW w:w="3021" w:type="dxa"/>
            <w:gridSpan w:val="3"/>
            <w:tcBorders>
              <w:top w:val="nil"/>
              <w:left w:val="nil"/>
              <w:bottom w:val="nil"/>
              <w:right w:val="nil"/>
            </w:tcBorders>
          </w:tcPr>
          <w:p w14:paraId="6DBBFE1F" w14:textId="77777777" w:rsidR="009E4DD9" w:rsidRDefault="009E4DD9" w:rsidP="00CD6456">
            <w:pPr>
              <w:ind w:left="144" w:right="144"/>
            </w:pPr>
            <w:r>
              <w:t xml:space="preserve">Office of the </w:t>
            </w:r>
          </w:p>
          <w:p w14:paraId="6010ED1C" w14:textId="77777777" w:rsidR="009E4DD9" w:rsidRDefault="009E4DD9" w:rsidP="00CD6456">
            <w:pPr>
              <w:ind w:left="144" w:right="144"/>
            </w:pPr>
            <w:r>
              <w:t xml:space="preserve">  Regional Forester</w:t>
            </w:r>
          </w:p>
        </w:tc>
        <w:tc>
          <w:tcPr>
            <w:tcW w:w="3238" w:type="dxa"/>
            <w:gridSpan w:val="3"/>
            <w:tcBorders>
              <w:top w:val="nil"/>
              <w:left w:val="nil"/>
              <w:bottom w:val="nil"/>
              <w:right w:val="nil"/>
            </w:tcBorders>
          </w:tcPr>
          <w:p w14:paraId="04654323" w14:textId="77777777" w:rsidR="009E4DD9" w:rsidRDefault="009E4DD9" w:rsidP="00CD6456">
            <w:pPr>
              <w:ind w:left="144" w:right="144"/>
            </w:pPr>
            <w:r>
              <w:t>Regional Forester</w:t>
            </w:r>
          </w:p>
          <w:p w14:paraId="3BCD41C6" w14:textId="77777777" w:rsidR="009E4DD9" w:rsidRDefault="009E4DD9" w:rsidP="00CD6456">
            <w:pPr>
              <w:ind w:left="144" w:right="144"/>
            </w:pPr>
            <w:r>
              <w:t>Deputy Regional Forester</w:t>
            </w:r>
          </w:p>
          <w:p w14:paraId="4C611B47" w14:textId="77777777" w:rsidR="009E4DD9" w:rsidRDefault="009E4DD9" w:rsidP="00CD6456">
            <w:pPr>
              <w:ind w:left="144" w:right="144"/>
            </w:pPr>
            <w:r>
              <w:t xml:space="preserve">  for __________</w:t>
            </w:r>
          </w:p>
          <w:p w14:paraId="44603E2C" w14:textId="77777777" w:rsidR="009E4DD9" w:rsidRDefault="009E4DD9" w:rsidP="00CD6456">
            <w:pPr>
              <w:ind w:left="144" w:right="144"/>
            </w:pPr>
          </w:p>
        </w:tc>
      </w:tr>
      <w:tr w:rsidR="009E4DD9" w14:paraId="0C90E8D2" w14:textId="77777777" w:rsidTr="00CD6456">
        <w:trPr>
          <w:gridAfter w:val="4"/>
          <w:wAfter w:w="1502" w:type="dxa"/>
        </w:trPr>
        <w:tc>
          <w:tcPr>
            <w:tcW w:w="3119" w:type="dxa"/>
            <w:gridSpan w:val="4"/>
            <w:tcBorders>
              <w:top w:val="nil"/>
              <w:left w:val="nil"/>
              <w:bottom w:val="nil"/>
              <w:right w:val="nil"/>
            </w:tcBorders>
          </w:tcPr>
          <w:p w14:paraId="51CC7D2C" w14:textId="77777777" w:rsidR="009E4DD9" w:rsidRDefault="009E4DD9" w:rsidP="00CD6456">
            <w:pPr>
              <w:ind w:left="144" w:right="144"/>
            </w:pPr>
          </w:p>
        </w:tc>
        <w:tc>
          <w:tcPr>
            <w:tcW w:w="3021" w:type="dxa"/>
            <w:gridSpan w:val="3"/>
            <w:tcBorders>
              <w:top w:val="nil"/>
              <w:left w:val="nil"/>
              <w:bottom w:val="nil"/>
              <w:right w:val="nil"/>
            </w:tcBorders>
          </w:tcPr>
          <w:p w14:paraId="2CEAD3A2" w14:textId="77777777" w:rsidR="009E4DD9" w:rsidRDefault="009E4DD9" w:rsidP="00CD6456">
            <w:pPr>
              <w:ind w:left="144" w:right="144"/>
            </w:pPr>
            <w:r>
              <w:t>Staff Director or</w:t>
            </w:r>
          </w:p>
          <w:p w14:paraId="47C5AEBD" w14:textId="77777777" w:rsidR="009E4DD9" w:rsidRDefault="009E4DD9" w:rsidP="00CD6456">
            <w:pPr>
              <w:ind w:left="144" w:right="144"/>
            </w:pPr>
            <w:r>
              <w:t>Assistant Regional</w:t>
            </w:r>
          </w:p>
          <w:p w14:paraId="05CD6E0B" w14:textId="77777777" w:rsidR="009E4DD9" w:rsidRDefault="009E4DD9" w:rsidP="00CD6456">
            <w:pPr>
              <w:ind w:left="144" w:right="144"/>
            </w:pPr>
            <w:r>
              <w:t xml:space="preserve">  Forester</w:t>
            </w:r>
          </w:p>
        </w:tc>
        <w:tc>
          <w:tcPr>
            <w:tcW w:w="3238" w:type="dxa"/>
            <w:gridSpan w:val="3"/>
            <w:tcBorders>
              <w:top w:val="nil"/>
              <w:left w:val="nil"/>
              <w:bottom w:val="nil"/>
              <w:right w:val="nil"/>
            </w:tcBorders>
          </w:tcPr>
          <w:p w14:paraId="35034642" w14:textId="77777777" w:rsidR="009E4DD9" w:rsidRDefault="009E4DD9" w:rsidP="00CD6456">
            <w:pPr>
              <w:ind w:left="144" w:right="144"/>
            </w:pPr>
            <w:r>
              <w:t>Director of __________</w:t>
            </w:r>
          </w:p>
          <w:p w14:paraId="59AB1689" w14:textId="77777777" w:rsidR="009E4DD9" w:rsidRDefault="009E4DD9" w:rsidP="00CD6456">
            <w:pPr>
              <w:ind w:left="144" w:right="144"/>
            </w:pPr>
            <w:r>
              <w:t>Assistant Regional</w:t>
            </w:r>
          </w:p>
          <w:p w14:paraId="138C6754" w14:textId="77777777" w:rsidR="009E4DD9" w:rsidRDefault="009E4DD9" w:rsidP="00CD6456">
            <w:pPr>
              <w:ind w:left="144" w:right="144"/>
            </w:pPr>
            <w:r>
              <w:t xml:space="preserve">  Forester for __________</w:t>
            </w:r>
          </w:p>
          <w:p w14:paraId="0C64C807" w14:textId="77777777" w:rsidR="009E4DD9" w:rsidRDefault="009E4DD9" w:rsidP="00CD6456">
            <w:pPr>
              <w:ind w:left="144" w:right="144"/>
            </w:pPr>
            <w:r>
              <w:t>Deputy Director of</w:t>
            </w:r>
          </w:p>
          <w:p w14:paraId="115A651A" w14:textId="77777777" w:rsidR="009E4DD9" w:rsidRDefault="009E4DD9" w:rsidP="00CD6456">
            <w:pPr>
              <w:ind w:left="144" w:right="144"/>
            </w:pPr>
            <w:r>
              <w:t xml:space="preserve">  ______________________</w:t>
            </w:r>
          </w:p>
          <w:p w14:paraId="53E53E88" w14:textId="77777777" w:rsidR="009E4DD9" w:rsidRDefault="009E4DD9" w:rsidP="00CD6456">
            <w:pPr>
              <w:ind w:left="144" w:right="144"/>
            </w:pPr>
            <w:r>
              <w:t>Deputy Assistant</w:t>
            </w:r>
          </w:p>
          <w:p w14:paraId="1C9CC811" w14:textId="77777777" w:rsidR="009E4DD9" w:rsidRDefault="009E4DD9" w:rsidP="00CD6456">
            <w:pPr>
              <w:ind w:left="144" w:right="144"/>
            </w:pPr>
            <w:r>
              <w:t xml:space="preserve">  Regional Forester </w:t>
            </w:r>
          </w:p>
          <w:p w14:paraId="45B3F3CA" w14:textId="77777777" w:rsidR="009E4DD9" w:rsidRDefault="009E4DD9" w:rsidP="00CD6456">
            <w:pPr>
              <w:ind w:left="144" w:right="144"/>
            </w:pPr>
            <w:r>
              <w:t xml:space="preserve">  for __________</w:t>
            </w:r>
          </w:p>
          <w:p w14:paraId="239C6E64" w14:textId="77777777" w:rsidR="009E4DD9" w:rsidRDefault="009E4DD9" w:rsidP="00CD6456">
            <w:pPr>
              <w:ind w:left="144" w:right="144"/>
            </w:pPr>
            <w:r>
              <w:t>Assistant Director</w:t>
            </w:r>
          </w:p>
          <w:p w14:paraId="4343BC48" w14:textId="77777777" w:rsidR="009E4DD9" w:rsidRDefault="009E4DD9" w:rsidP="00CD6456">
            <w:pPr>
              <w:ind w:left="144" w:right="144"/>
            </w:pPr>
            <w:r>
              <w:t xml:space="preserve">  for __________</w:t>
            </w:r>
          </w:p>
          <w:p w14:paraId="189AFAB6" w14:textId="77777777" w:rsidR="009E4DD9" w:rsidRDefault="009E4DD9" w:rsidP="00CD6456">
            <w:pPr>
              <w:ind w:left="144" w:right="144"/>
            </w:pPr>
          </w:p>
        </w:tc>
      </w:tr>
      <w:tr w:rsidR="009E4DD9" w14:paraId="4F83FA1C" w14:textId="77777777" w:rsidTr="00CD6456">
        <w:trPr>
          <w:gridAfter w:val="4"/>
          <w:wAfter w:w="1502" w:type="dxa"/>
        </w:trPr>
        <w:tc>
          <w:tcPr>
            <w:tcW w:w="3119" w:type="dxa"/>
            <w:gridSpan w:val="4"/>
            <w:tcBorders>
              <w:top w:val="nil"/>
              <w:left w:val="nil"/>
              <w:bottom w:val="nil"/>
              <w:right w:val="nil"/>
            </w:tcBorders>
          </w:tcPr>
          <w:p w14:paraId="2E406574" w14:textId="77777777" w:rsidR="009E4DD9" w:rsidRDefault="009E4DD9" w:rsidP="00CD6456">
            <w:pPr>
              <w:ind w:left="144" w:right="144"/>
            </w:pPr>
          </w:p>
        </w:tc>
        <w:tc>
          <w:tcPr>
            <w:tcW w:w="3021" w:type="dxa"/>
            <w:gridSpan w:val="3"/>
            <w:tcBorders>
              <w:top w:val="nil"/>
              <w:left w:val="nil"/>
              <w:bottom w:val="nil"/>
              <w:right w:val="nil"/>
            </w:tcBorders>
          </w:tcPr>
          <w:p w14:paraId="7780F093" w14:textId="77777777" w:rsidR="009E4DD9" w:rsidRDefault="009E4DD9" w:rsidP="00CD6456">
            <w:pPr>
              <w:ind w:left="144" w:right="144"/>
            </w:pPr>
            <w:r>
              <w:t>Group or Branch</w:t>
            </w:r>
          </w:p>
        </w:tc>
        <w:tc>
          <w:tcPr>
            <w:tcW w:w="3238" w:type="dxa"/>
            <w:gridSpan w:val="3"/>
            <w:tcBorders>
              <w:top w:val="nil"/>
              <w:left w:val="nil"/>
              <w:bottom w:val="nil"/>
              <w:right w:val="nil"/>
            </w:tcBorders>
          </w:tcPr>
          <w:p w14:paraId="289A24A6" w14:textId="77777777" w:rsidR="009E4DD9" w:rsidRDefault="009E4DD9" w:rsidP="00CD6456">
            <w:pPr>
              <w:ind w:left="144" w:right="144"/>
            </w:pPr>
            <w:r>
              <w:t>Leader, __________ Group</w:t>
            </w:r>
          </w:p>
          <w:p w14:paraId="3C7CC7DA" w14:textId="77777777" w:rsidR="009E4DD9" w:rsidRDefault="009E4DD9" w:rsidP="00CD6456">
            <w:pPr>
              <w:ind w:left="144" w:right="144"/>
            </w:pPr>
            <w:r>
              <w:t>Chief, __________ Branch</w:t>
            </w:r>
          </w:p>
          <w:p w14:paraId="1A0BBDFB" w14:textId="77777777" w:rsidR="009E4DD9" w:rsidRDefault="009E4DD9" w:rsidP="00CD6456">
            <w:pPr>
              <w:ind w:left="144" w:right="144"/>
            </w:pPr>
          </w:p>
        </w:tc>
      </w:tr>
      <w:tr w:rsidR="009E4DD9" w14:paraId="3225C3E7" w14:textId="77777777" w:rsidTr="00CD6456">
        <w:trPr>
          <w:gridAfter w:val="4"/>
          <w:wAfter w:w="1502" w:type="dxa"/>
        </w:trPr>
        <w:tc>
          <w:tcPr>
            <w:tcW w:w="3119" w:type="dxa"/>
            <w:gridSpan w:val="4"/>
            <w:tcBorders>
              <w:top w:val="nil"/>
              <w:left w:val="nil"/>
              <w:bottom w:val="nil"/>
              <w:right w:val="nil"/>
            </w:tcBorders>
          </w:tcPr>
          <w:p w14:paraId="151ED94B" w14:textId="77777777" w:rsidR="009E4DD9" w:rsidRDefault="009E4DD9" w:rsidP="00CD6456">
            <w:pPr>
              <w:ind w:left="144" w:right="144"/>
            </w:pPr>
          </w:p>
        </w:tc>
        <w:tc>
          <w:tcPr>
            <w:tcW w:w="3021" w:type="dxa"/>
            <w:gridSpan w:val="3"/>
            <w:tcBorders>
              <w:top w:val="nil"/>
              <w:left w:val="nil"/>
              <w:bottom w:val="nil"/>
              <w:right w:val="nil"/>
            </w:tcBorders>
          </w:tcPr>
          <w:p w14:paraId="5B82D2E8" w14:textId="77777777" w:rsidR="009E4DD9" w:rsidRDefault="009E4DD9" w:rsidP="00CD6456">
            <w:pPr>
              <w:ind w:left="144" w:right="144"/>
            </w:pPr>
            <w:r>
              <w:t>Section</w:t>
            </w:r>
          </w:p>
        </w:tc>
        <w:tc>
          <w:tcPr>
            <w:tcW w:w="3238" w:type="dxa"/>
            <w:gridSpan w:val="3"/>
            <w:tcBorders>
              <w:top w:val="nil"/>
              <w:left w:val="nil"/>
              <w:bottom w:val="nil"/>
              <w:right w:val="nil"/>
            </w:tcBorders>
          </w:tcPr>
          <w:p w14:paraId="44E2051E" w14:textId="77777777" w:rsidR="009E4DD9" w:rsidRDefault="009E4DD9" w:rsidP="00CD6456">
            <w:pPr>
              <w:ind w:left="144" w:right="144"/>
            </w:pPr>
            <w:r>
              <w:t>Head, __________ Section</w:t>
            </w:r>
          </w:p>
          <w:p w14:paraId="2DEB2CE3" w14:textId="77777777" w:rsidR="009E4DD9" w:rsidRDefault="009E4DD9" w:rsidP="00CD6456">
            <w:pPr>
              <w:ind w:left="144" w:right="144"/>
            </w:pPr>
          </w:p>
        </w:tc>
      </w:tr>
      <w:tr w:rsidR="009E4DD9" w14:paraId="09D843D8" w14:textId="77777777" w:rsidTr="00CD6456">
        <w:trPr>
          <w:gridAfter w:val="4"/>
          <w:wAfter w:w="1502" w:type="dxa"/>
        </w:trPr>
        <w:tc>
          <w:tcPr>
            <w:tcW w:w="3119" w:type="dxa"/>
            <w:gridSpan w:val="4"/>
            <w:tcBorders>
              <w:top w:val="nil"/>
              <w:left w:val="nil"/>
              <w:bottom w:val="nil"/>
              <w:right w:val="nil"/>
            </w:tcBorders>
          </w:tcPr>
          <w:p w14:paraId="6DD93AAC" w14:textId="77777777" w:rsidR="009E4DD9" w:rsidRDefault="009E4DD9" w:rsidP="00CD6456">
            <w:pPr>
              <w:ind w:left="144" w:right="144"/>
            </w:pPr>
            <w:r>
              <w:t>Station</w:t>
            </w:r>
          </w:p>
        </w:tc>
        <w:tc>
          <w:tcPr>
            <w:tcW w:w="3021" w:type="dxa"/>
            <w:gridSpan w:val="3"/>
            <w:tcBorders>
              <w:top w:val="nil"/>
              <w:left w:val="nil"/>
              <w:bottom w:val="nil"/>
              <w:right w:val="nil"/>
            </w:tcBorders>
          </w:tcPr>
          <w:p w14:paraId="41ACDCCF" w14:textId="77777777" w:rsidR="009E4DD9" w:rsidRDefault="009E4DD9" w:rsidP="00CD6456">
            <w:pPr>
              <w:ind w:left="144" w:right="144"/>
            </w:pPr>
            <w:r>
              <w:t>Office of the</w:t>
            </w:r>
          </w:p>
          <w:p w14:paraId="1F9FC2A6" w14:textId="77777777" w:rsidR="009E4DD9" w:rsidRDefault="009E4DD9" w:rsidP="00CD6456">
            <w:pPr>
              <w:ind w:left="144" w:right="144"/>
            </w:pPr>
            <w:r>
              <w:lastRenderedPageBreak/>
              <w:t xml:space="preserve">  Station Director</w:t>
            </w:r>
          </w:p>
        </w:tc>
        <w:tc>
          <w:tcPr>
            <w:tcW w:w="3238" w:type="dxa"/>
            <w:gridSpan w:val="3"/>
            <w:tcBorders>
              <w:top w:val="nil"/>
              <w:left w:val="nil"/>
              <w:bottom w:val="nil"/>
              <w:right w:val="nil"/>
            </w:tcBorders>
          </w:tcPr>
          <w:p w14:paraId="4EFB1ECA" w14:textId="77777777" w:rsidR="009E4DD9" w:rsidRDefault="009E4DD9" w:rsidP="00CD6456">
            <w:pPr>
              <w:ind w:left="144" w:right="144"/>
            </w:pPr>
            <w:r>
              <w:lastRenderedPageBreak/>
              <w:t>Station Director</w:t>
            </w:r>
          </w:p>
          <w:p w14:paraId="12D905F9" w14:textId="77777777" w:rsidR="009E4DD9" w:rsidRDefault="009E4DD9" w:rsidP="00CD6456">
            <w:pPr>
              <w:ind w:left="144" w:right="144"/>
            </w:pPr>
            <w:r>
              <w:lastRenderedPageBreak/>
              <w:t>Deputy Station Director</w:t>
            </w:r>
          </w:p>
          <w:p w14:paraId="2AC6EC16" w14:textId="77777777" w:rsidR="009E4DD9" w:rsidRDefault="009E4DD9" w:rsidP="00CD6456">
            <w:pPr>
              <w:ind w:left="144" w:right="144"/>
            </w:pPr>
            <w:r>
              <w:t>Assistant Station</w:t>
            </w:r>
          </w:p>
          <w:p w14:paraId="2C5BDE89" w14:textId="77777777" w:rsidR="009E4DD9" w:rsidRDefault="009E4DD9" w:rsidP="00CD6456">
            <w:pPr>
              <w:ind w:left="144" w:right="144"/>
            </w:pPr>
            <w:r>
              <w:t xml:space="preserve">  Director for __________</w:t>
            </w:r>
          </w:p>
          <w:p w14:paraId="5B74FFBD" w14:textId="77777777" w:rsidR="009E4DD9" w:rsidRDefault="009E4DD9" w:rsidP="00CD6456">
            <w:pPr>
              <w:ind w:left="144" w:right="144"/>
            </w:pPr>
          </w:p>
          <w:p w14:paraId="3283EAED" w14:textId="77777777" w:rsidR="009E4DD9" w:rsidRDefault="009E4DD9" w:rsidP="00CD6456">
            <w:pPr>
              <w:ind w:left="144" w:right="144"/>
            </w:pPr>
          </w:p>
        </w:tc>
      </w:tr>
      <w:tr w:rsidR="009E4DD9" w14:paraId="6257ADE0" w14:textId="77777777" w:rsidTr="00CD6456">
        <w:trPr>
          <w:gridAfter w:val="4"/>
          <w:wAfter w:w="1502" w:type="dxa"/>
        </w:trPr>
        <w:tc>
          <w:tcPr>
            <w:tcW w:w="3119" w:type="dxa"/>
            <w:gridSpan w:val="4"/>
            <w:tcBorders>
              <w:top w:val="nil"/>
              <w:left w:val="nil"/>
              <w:bottom w:val="nil"/>
              <w:right w:val="nil"/>
            </w:tcBorders>
          </w:tcPr>
          <w:p w14:paraId="48AF5C5B" w14:textId="77777777" w:rsidR="009E4DD9" w:rsidRDefault="009E4DD9" w:rsidP="00CD6456">
            <w:pPr>
              <w:ind w:left="144" w:right="144"/>
            </w:pPr>
          </w:p>
        </w:tc>
        <w:tc>
          <w:tcPr>
            <w:tcW w:w="3021" w:type="dxa"/>
            <w:gridSpan w:val="3"/>
            <w:tcBorders>
              <w:top w:val="nil"/>
              <w:left w:val="nil"/>
              <w:bottom w:val="nil"/>
              <w:right w:val="nil"/>
            </w:tcBorders>
          </w:tcPr>
          <w:p w14:paraId="0A76F351" w14:textId="77777777" w:rsidR="009E4DD9" w:rsidRDefault="009E4DD9" w:rsidP="00CD6456">
            <w:pPr>
              <w:ind w:left="144" w:right="144"/>
            </w:pPr>
            <w:r>
              <w:t>Research and Develop-</w:t>
            </w:r>
          </w:p>
          <w:p w14:paraId="10611F41" w14:textId="77777777" w:rsidR="009E4DD9" w:rsidRDefault="009E4DD9" w:rsidP="00CD6456">
            <w:pPr>
              <w:ind w:left="144" w:right="144"/>
            </w:pPr>
            <w:r>
              <w:t xml:space="preserve">  ment Program</w:t>
            </w:r>
          </w:p>
        </w:tc>
        <w:tc>
          <w:tcPr>
            <w:tcW w:w="3238" w:type="dxa"/>
            <w:gridSpan w:val="3"/>
            <w:tcBorders>
              <w:top w:val="nil"/>
              <w:left w:val="nil"/>
              <w:bottom w:val="nil"/>
              <w:right w:val="nil"/>
            </w:tcBorders>
          </w:tcPr>
          <w:p w14:paraId="78F8B642" w14:textId="77777777" w:rsidR="009E4DD9" w:rsidRDefault="009E4DD9" w:rsidP="00CD6456">
            <w:pPr>
              <w:ind w:left="144" w:right="144"/>
            </w:pPr>
            <w:r>
              <w:t>Program Manager</w:t>
            </w:r>
          </w:p>
          <w:p w14:paraId="78750446" w14:textId="77777777" w:rsidR="009E4DD9" w:rsidRDefault="009E4DD9" w:rsidP="00CD6456">
            <w:pPr>
              <w:ind w:left="144" w:right="144"/>
            </w:pPr>
          </w:p>
          <w:p w14:paraId="3C31ECD6" w14:textId="77777777" w:rsidR="009E4DD9" w:rsidRDefault="009E4DD9" w:rsidP="00CD6456">
            <w:pPr>
              <w:ind w:left="144" w:right="144"/>
            </w:pPr>
          </w:p>
        </w:tc>
      </w:tr>
      <w:tr w:rsidR="009E4DD9" w14:paraId="2EC30F10" w14:textId="77777777" w:rsidTr="00CD6456">
        <w:trPr>
          <w:gridAfter w:val="4"/>
          <w:wAfter w:w="1502" w:type="dxa"/>
        </w:trPr>
        <w:tc>
          <w:tcPr>
            <w:tcW w:w="3119" w:type="dxa"/>
            <w:gridSpan w:val="4"/>
            <w:tcBorders>
              <w:top w:val="nil"/>
              <w:left w:val="nil"/>
              <w:bottom w:val="nil"/>
              <w:right w:val="nil"/>
            </w:tcBorders>
          </w:tcPr>
          <w:p w14:paraId="58B645F0" w14:textId="77777777" w:rsidR="009E4DD9" w:rsidRDefault="009E4DD9" w:rsidP="00CD6456">
            <w:pPr>
              <w:ind w:left="144" w:right="144"/>
            </w:pPr>
          </w:p>
        </w:tc>
        <w:tc>
          <w:tcPr>
            <w:tcW w:w="3021" w:type="dxa"/>
            <w:gridSpan w:val="3"/>
            <w:tcBorders>
              <w:top w:val="nil"/>
              <w:left w:val="nil"/>
              <w:bottom w:val="nil"/>
              <w:right w:val="nil"/>
            </w:tcBorders>
          </w:tcPr>
          <w:p w14:paraId="63A5E0AD" w14:textId="77777777" w:rsidR="009E4DD9" w:rsidRDefault="009E4DD9" w:rsidP="00CD6456">
            <w:pPr>
              <w:ind w:left="144" w:right="144"/>
            </w:pPr>
            <w:r>
              <w:t>Pioneering Research</w:t>
            </w:r>
          </w:p>
          <w:p w14:paraId="6DA93A8A" w14:textId="77777777" w:rsidR="009E4DD9" w:rsidRDefault="009E4DD9" w:rsidP="00CD6456">
            <w:pPr>
              <w:ind w:left="144" w:right="144"/>
            </w:pPr>
            <w:r>
              <w:t xml:space="preserve">  Work Unit</w:t>
            </w:r>
          </w:p>
        </w:tc>
        <w:tc>
          <w:tcPr>
            <w:tcW w:w="3238" w:type="dxa"/>
            <w:gridSpan w:val="3"/>
            <w:tcBorders>
              <w:top w:val="nil"/>
              <w:left w:val="nil"/>
              <w:bottom w:val="nil"/>
              <w:right w:val="nil"/>
            </w:tcBorders>
          </w:tcPr>
          <w:p w14:paraId="1037BD57" w14:textId="77777777" w:rsidR="009E4DD9" w:rsidRDefault="009E4DD9" w:rsidP="00CD6456">
            <w:pPr>
              <w:ind w:left="144" w:right="144"/>
            </w:pPr>
            <w:r>
              <w:t>Pioneering Research</w:t>
            </w:r>
          </w:p>
          <w:p w14:paraId="45677A29" w14:textId="77777777" w:rsidR="009E4DD9" w:rsidRDefault="009E4DD9" w:rsidP="00CD6456">
            <w:pPr>
              <w:ind w:left="144" w:right="144"/>
            </w:pPr>
            <w:r>
              <w:t xml:space="preserve">  Scientist</w:t>
            </w:r>
          </w:p>
          <w:p w14:paraId="2DC662A5" w14:textId="77777777" w:rsidR="009E4DD9" w:rsidRDefault="009E4DD9" w:rsidP="00CD6456">
            <w:pPr>
              <w:ind w:left="144" w:right="144"/>
            </w:pPr>
          </w:p>
        </w:tc>
      </w:tr>
      <w:tr w:rsidR="009E4DD9" w14:paraId="5BC14173" w14:textId="77777777" w:rsidTr="00CD6456">
        <w:trPr>
          <w:gridAfter w:val="4"/>
          <w:wAfter w:w="1502" w:type="dxa"/>
        </w:trPr>
        <w:tc>
          <w:tcPr>
            <w:tcW w:w="3119" w:type="dxa"/>
            <w:gridSpan w:val="4"/>
            <w:tcBorders>
              <w:top w:val="nil"/>
              <w:left w:val="nil"/>
              <w:bottom w:val="nil"/>
              <w:right w:val="nil"/>
            </w:tcBorders>
          </w:tcPr>
          <w:p w14:paraId="0C25985B" w14:textId="77777777" w:rsidR="009E4DD9" w:rsidRDefault="009E4DD9" w:rsidP="00CD6456">
            <w:pPr>
              <w:ind w:left="144" w:right="144"/>
            </w:pPr>
          </w:p>
        </w:tc>
        <w:tc>
          <w:tcPr>
            <w:tcW w:w="3021" w:type="dxa"/>
            <w:gridSpan w:val="3"/>
            <w:tcBorders>
              <w:top w:val="nil"/>
              <w:left w:val="nil"/>
              <w:bottom w:val="nil"/>
              <w:right w:val="nil"/>
            </w:tcBorders>
          </w:tcPr>
          <w:p w14:paraId="19528FBC" w14:textId="77777777" w:rsidR="009E4DD9" w:rsidRDefault="009E4DD9" w:rsidP="00CD6456">
            <w:pPr>
              <w:ind w:left="144" w:right="144"/>
            </w:pPr>
            <w:r>
              <w:t>Group or Branch</w:t>
            </w:r>
          </w:p>
        </w:tc>
        <w:tc>
          <w:tcPr>
            <w:tcW w:w="3238" w:type="dxa"/>
            <w:gridSpan w:val="3"/>
            <w:tcBorders>
              <w:top w:val="nil"/>
              <w:left w:val="nil"/>
              <w:bottom w:val="nil"/>
              <w:right w:val="nil"/>
            </w:tcBorders>
          </w:tcPr>
          <w:p w14:paraId="0F60ED60" w14:textId="77777777" w:rsidR="009E4DD9" w:rsidRDefault="009E4DD9" w:rsidP="00CD6456">
            <w:pPr>
              <w:ind w:left="144" w:right="144"/>
            </w:pPr>
            <w:r>
              <w:t>Leader, __________ Group</w:t>
            </w:r>
          </w:p>
          <w:p w14:paraId="147F39B2" w14:textId="77777777" w:rsidR="009E4DD9" w:rsidRDefault="009E4DD9" w:rsidP="00CD6456">
            <w:pPr>
              <w:ind w:left="144" w:right="144"/>
            </w:pPr>
            <w:r>
              <w:t>Chief, __________ Branch</w:t>
            </w:r>
          </w:p>
          <w:p w14:paraId="6FD50F85" w14:textId="77777777" w:rsidR="009E4DD9" w:rsidRDefault="009E4DD9" w:rsidP="00CD6456">
            <w:pPr>
              <w:ind w:left="144" w:right="144"/>
            </w:pPr>
          </w:p>
        </w:tc>
      </w:tr>
      <w:tr w:rsidR="009E4DD9" w14:paraId="5C0FE48B" w14:textId="77777777" w:rsidTr="00CD6456">
        <w:trPr>
          <w:gridAfter w:val="4"/>
          <w:wAfter w:w="1502" w:type="dxa"/>
        </w:trPr>
        <w:tc>
          <w:tcPr>
            <w:tcW w:w="3119" w:type="dxa"/>
            <w:gridSpan w:val="4"/>
            <w:tcBorders>
              <w:top w:val="nil"/>
              <w:left w:val="nil"/>
              <w:bottom w:val="nil"/>
              <w:right w:val="nil"/>
            </w:tcBorders>
          </w:tcPr>
          <w:p w14:paraId="1FF8B46B" w14:textId="77777777" w:rsidR="009E4DD9" w:rsidRDefault="009E4DD9" w:rsidP="00CD6456">
            <w:pPr>
              <w:ind w:left="144" w:right="144"/>
            </w:pPr>
          </w:p>
        </w:tc>
        <w:tc>
          <w:tcPr>
            <w:tcW w:w="3021" w:type="dxa"/>
            <w:gridSpan w:val="3"/>
            <w:tcBorders>
              <w:top w:val="nil"/>
              <w:left w:val="nil"/>
              <w:bottom w:val="nil"/>
              <w:right w:val="nil"/>
            </w:tcBorders>
          </w:tcPr>
          <w:p w14:paraId="232E25F8" w14:textId="77777777" w:rsidR="009E4DD9" w:rsidRDefault="009E4DD9" w:rsidP="00CD6456">
            <w:pPr>
              <w:ind w:left="144" w:right="144"/>
            </w:pPr>
            <w:r>
              <w:t>Section</w:t>
            </w:r>
          </w:p>
        </w:tc>
        <w:tc>
          <w:tcPr>
            <w:tcW w:w="3238" w:type="dxa"/>
            <w:gridSpan w:val="3"/>
            <w:tcBorders>
              <w:top w:val="nil"/>
              <w:left w:val="nil"/>
              <w:bottom w:val="nil"/>
              <w:right w:val="nil"/>
            </w:tcBorders>
          </w:tcPr>
          <w:p w14:paraId="3C735E4E" w14:textId="77777777" w:rsidR="009E4DD9" w:rsidRDefault="009E4DD9" w:rsidP="00CD6456">
            <w:pPr>
              <w:ind w:left="144" w:right="144"/>
            </w:pPr>
            <w:r>
              <w:t>Head, __________ Section</w:t>
            </w:r>
          </w:p>
          <w:p w14:paraId="30F5AD8E" w14:textId="77777777" w:rsidR="009E4DD9" w:rsidRDefault="009E4DD9" w:rsidP="00CD6456">
            <w:pPr>
              <w:ind w:left="144" w:right="144"/>
            </w:pPr>
          </w:p>
        </w:tc>
      </w:tr>
      <w:tr w:rsidR="009E4DD9" w14:paraId="37D0DFCA" w14:textId="77777777" w:rsidTr="00CD6456">
        <w:trPr>
          <w:gridAfter w:val="4"/>
          <w:wAfter w:w="1502" w:type="dxa"/>
        </w:trPr>
        <w:tc>
          <w:tcPr>
            <w:tcW w:w="3119" w:type="dxa"/>
            <w:gridSpan w:val="4"/>
            <w:tcBorders>
              <w:top w:val="nil"/>
              <w:left w:val="nil"/>
              <w:bottom w:val="nil"/>
              <w:right w:val="nil"/>
            </w:tcBorders>
          </w:tcPr>
          <w:p w14:paraId="68BF9F08" w14:textId="77777777" w:rsidR="009E4DD9" w:rsidRDefault="009E4DD9" w:rsidP="00CD6456">
            <w:pPr>
              <w:ind w:left="144" w:right="144"/>
            </w:pPr>
          </w:p>
        </w:tc>
        <w:tc>
          <w:tcPr>
            <w:tcW w:w="3021" w:type="dxa"/>
            <w:gridSpan w:val="3"/>
            <w:tcBorders>
              <w:top w:val="nil"/>
              <w:left w:val="nil"/>
              <w:bottom w:val="nil"/>
              <w:right w:val="nil"/>
            </w:tcBorders>
          </w:tcPr>
          <w:p w14:paraId="1A44DD63" w14:textId="77777777" w:rsidR="009E4DD9" w:rsidRDefault="009E4DD9" w:rsidP="00CD6456">
            <w:pPr>
              <w:ind w:left="144" w:right="144"/>
            </w:pPr>
            <w:r>
              <w:t>Research Work</w:t>
            </w:r>
          </w:p>
          <w:p w14:paraId="5EEDCC85" w14:textId="77777777" w:rsidR="009E4DD9" w:rsidRDefault="009E4DD9" w:rsidP="00CD6456">
            <w:pPr>
              <w:ind w:left="144" w:right="144"/>
            </w:pPr>
            <w:r>
              <w:t xml:space="preserve">  Unit</w:t>
            </w:r>
          </w:p>
        </w:tc>
        <w:tc>
          <w:tcPr>
            <w:tcW w:w="3238" w:type="dxa"/>
            <w:gridSpan w:val="3"/>
            <w:tcBorders>
              <w:top w:val="nil"/>
              <w:left w:val="nil"/>
              <w:bottom w:val="nil"/>
              <w:right w:val="nil"/>
            </w:tcBorders>
          </w:tcPr>
          <w:p w14:paraId="63CBF4F0" w14:textId="77777777" w:rsidR="009E4DD9" w:rsidRDefault="009E4DD9" w:rsidP="00CD6456">
            <w:pPr>
              <w:ind w:left="144" w:right="144"/>
            </w:pPr>
            <w:r>
              <w:t>Project Leader, __________</w:t>
            </w:r>
          </w:p>
          <w:p w14:paraId="2280873C" w14:textId="77777777" w:rsidR="009E4DD9" w:rsidRDefault="009E4DD9" w:rsidP="00CD6456">
            <w:pPr>
              <w:ind w:left="144" w:right="144"/>
            </w:pPr>
            <w:r>
              <w:t>Principal __________</w:t>
            </w:r>
          </w:p>
        </w:tc>
      </w:tr>
      <w:tr w:rsidR="009E4DD9" w14:paraId="2F0CF2C0" w14:textId="77777777" w:rsidTr="00CD6456">
        <w:trPr>
          <w:gridAfter w:val="4"/>
          <w:wAfter w:w="1502" w:type="dxa"/>
        </w:trPr>
        <w:tc>
          <w:tcPr>
            <w:tcW w:w="3119" w:type="dxa"/>
            <w:gridSpan w:val="4"/>
            <w:tcBorders>
              <w:top w:val="nil"/>
              <w:left w:val="nil"/>
              <w:bottom w:val="nil"/>
              <w:right w:val="nil"/>
            </w:tcBorders>
          </w:tcPr>
          <w:p w14:paraId="63261DCD" w14:textId="77777777" w:rsidR="009E4DD9" w:rsidRDefault="009E4DD9" w:rsidP="00CD6456">
            <w:pPr>
              <w:ind w:left="144" w:right="144"/>
            </w:pPr>
          </w:p>
        </w:tc>
        <w:tc>
          <w:tcPr>
            <w:tcW w:w="3021" w:type="dxa"/>
            <w:gridSpan w:val="3"/>
            <w:tcBorders>
              <w:top w:val="nil"/>
              <w:left w:val="nil"/>
              <w:bottom w:val="nil"/>
              <w:right w:val="nil"/>
            </w:tcBorders>
          </w:tcPr>
          <w:p w14:paraId="48521E02" w14:textId="77777777" w:rsidR="009E4DD9" w:rsidRDefault="009E4DD9" w:rsidP="00CD6456">
            <w:pPr>
              <w:ind w:left="144" w:right="144"/>
            </w:pPr>
          </w:p>
        </w:tc>
        <w:tc>
          <w:tcPr>
            <w:tcW w:w="3238" w:type="dxa"/>
            <w:gridSpan w:val="3"/>
            <w:tcBorders>
              <w:top w:val="nil"/>
              <w:left w:val="nil"/>
              <w:bottom w:val="nil"/>
              <w:right w:val="nil"/>
            </w:tcBorders>
          </w:tcPr>
          <w:p w14:paraId="11561915" w14:textId="77777777" w:rsidR="009E4DD9" w:rsidRDefault="009E4DD9" w:rsidP="00CD6456">
            <w:pPr>
              <w:ind w:left="144" w:right="144"/>
            </w:pPr>
          </w:p>
        </w:tc>
      </w:tr>
      <w:tr w:rsidR="009E4DD9" w14:paraId="60F5F2DE" w14:textId="77777777" w:rsidTr="00CD6456">
        <w:trPr>
          <w:gridAfter w:val="4"/>
          <w:wAfter w:w="1502" w:type="dxa"/>
        </w:trPr>
        <w:tc>
          <w:tcPr>
            <w:tcW w:w="3119" w:type="dxa"/>
            <w:gridSpan w:val="4"/>
            <w:tcBorders>
              <w:top w:val="nil"/>
              <w:left w:val="nil"/>
              <w:bottom w:val="nil"/>
              <w:right w:val="nil"/>
            </w:tcBorders>
          </w:tcPr>
          <w:p w14:paraId="1EC98B77" w14:textId="77777777" w:rsidR="009E4DD9" w:rsidRDefault="009E4DD9" w:rsidP="00CD6456">
            <w:pPr>
              <w:ind w:left="144" w:right="144"/>
            </w:pPr>
            <w:r>
              <w:t>Area</w:t>
            </w:r>
          </w:p>
        </w:tc>
        <w:tc>
          <w:tcPr>
            <w:tcW w:w="3021" w:type="dxa"/>
            <w:gridSpan w:val="3"/>
            <w:tcBorders>
              <w:top w:val="nil"/>
              <w:left w:val="nil"/>
              <w:bottom w:val="nil"/>
              <w:right w:val="nil"/>
            </w:tcBorders>
          </w:tcPr>
          <w:p w14:paraId="34F8144C" w14:textId="77777777" w:rsidR="009E4DD9" w:rsidRDefault="009E4DD9" w:rsidP="00CD6456">
            <w:pPr>
              <w:ind w:left="144" w:right="144"/>
            </w:pPr>
            <w:r>
              <w:t>Office of the Area</w:t>
            </w:r>
          </w:p>
          <w:p w14:paraId="2C2F66B3" w14:textId="77777777" w:rsidR="009E4DD9" w:rsidRDefault="009E4DD9" w:rsidP="00CD6456">
            <w:pPr>
              <w:ind w:left="144" w:right="144"/>
            </w:pPr>
            <w:r>
              <w:t xml:space="preserve">  Director</w:t>
            </w:r>
          </w:p>
        </w:tc>
        <w:tc>
          <w:tcPr>
            <w:tcW w:w="3238" w:type="dxa"/>
            <w:gridSpan w:val="3"/>
            <w:tcBorders>
              <w:top w:val="nil"/>
              <w:left w:val="nil"/>
              <w:bottom w:val="nil"/>
              <w:right w:val="nil"/>
            </w:tcBorders>
          </w:tcPr>
          <w:p w14:paraId="3183B89F" w14:textId="77777777" w:rsidR="009E4DD9" w:rsidRDefault="009E4DD9" w:rsidP="00CD6456">
            <w:pPr>
              <w:ind w:left="144" w:right="144"/>
            </w:pPr>
            <w:r>
              <w:t>Area Director</w:t>
            </w:r>
          </w:p>
          <w:p w14:paraId="254E6C34" w14:textId="77777777" w:rsidR="009E4DD9" w:rsidRDefault="009E4DD9" w:rsidP="00CD6456">
            <w:pPr>
              <w:ind w:left="144" w:right="144"/>
            </w:pPr>
            <w:r>
              <w:t>Assistant Area Director</w:t>
            </w:r>
          </w:p>
          <w:p w14:paraId="4C99C275" w14:textId="77777777" w:rsidR="009E4DD9" w:rsidRDefault="009E4DD9" w:rsidP="00CD6456">
            <w:pPr>
              <w:ind w:left="144" w:right="144"/>
            </w:pPr>
            <w:r>
              <w:t xml:space="preserve">  for __________</w:t>
            </w:r>
          </w:p>
          <w:p w14:paraId="41C5EBDA" w14:textId="77777777" w:rsidR="009E4DD9" w:rsidRDefault="009E4DD9" w:rsidP="00CD6456">
            <w:pPr>
              <w:ind w:left="144" w:right="144"/>
            </w:pPr>
          </w:p>
        </w:tc>
      </w:tr>
      <w:tr w:rsidR="009E4DD9" w14:paraId="43D73BB5" w14:textId="77777777" w:rsidTr="00CD6456">
        <w:trPr>
          <w:gridAfter w:val="4"/>
          <w:wAfter w:w="1502" w:type="dxa"/>
        </w:trPr>
        <w:tc>
          <w:tcPr>
            <w:tcW w:w="3119" w:type="dxa"/>
            <w:gridSpan w:val="4"/>
            <w:tcBorders>
              <w:top w:val="nil"/>
              <w:left w:val="nil"/>
              <w:bottom w:val="nil"/>
              <w:right w:val="nil"/>
            </w:tcBorders>
          </w:tcPr>
          <w:p w14:paraId="56732555" w14:textId="77777777" w:rsidR="009E4DD9" w:rsidRDefault="009E4DD9" w:rsidP="00CD6456">
            <w:pPr>
              <w:ind w:left="144" w:right="144"/>
            </w:pPr>
          </w:p>
        </w:tc>
        <w:tc>
          <w:tcPr>
            <w:tcW w:w="3021" w:type="dxa"/>
            <w:gridSpan w:val="3"/>
            <w:tcBorders>
              <w:top w:val="nil"/>
              <w:left w:val="nil"/>
              <w:bottom w:val="nil"/>
              <w:right w:val="nil"/>
            </w:tcBorders>
          </w:tcPr>
          <w:p w14:paraId="1A6C234B" w14:textId="77777777" w:rsidR="009E4DD9" w:rsidRDefault="009E4DD9" w:rsidP="00CD6456">
            <w:pPr>
              <w:ind w:left="144" w:right="144"/>
            </w:pPr>
            <w:r>
              <w:t>Group or Branch</w:t>
            </w:r>
          </w:p>
        </w:tc>
        <w:tc>
          <w:tcPr>
            <w:tcW w:w="3238" w:type="dxa"/>
            <w:gridSpan w:val="3"/>
            <w:tcBorders>
              <w:top w:val="nil"/>
              <w:left w:val="nil"/>
              <w:bottom w:val="nil"/>
              <w:right w:val="nil"/>
            </w:tcBorders>
          </w:tcPr>
          <w:p w14:paraId="4192BFED" w14:textId="77777777" w:rsidR="009E4DD9" w:rsidRDefault="009E4DD9" w:rsidP="00CD6456">
            <w:pPr>
              <w:ind w:left="144" w:right="144"/>
            </w:pPr>
            <w:r>
              <w:t>Leader, __________ Group</w:t>
            </w:r>
          </w:p>
          <w:p w14:paraId="35D9AC1C" w14:textId="77777777" w:rsidR="009E4DD9" w:rsidRDefault="009E4DD9" w:rsidP="00CD6456">
            <w:pPr>
              <w:ind w:left="144" w:right="144"/>
            </w:pPr>
            <w:r>
              <w:t>Chief, __________ Branch</w:t>
            </w:r>
          </w:p>
          <w:p w14:paraId="7AAC6CCF" w14:textId="77777777" w:rsidR="009E4DD9" w:rsidRDefault="009E4DD9" w:rsidP="00CD6456">
            <w:pPr>
              <w:ind w:left="144" w:right="144"/>
            </w:pPr>
          </w:p>
        </w:tc>
      </w:tr>
      <w:tr w:rsidR="009E4DD9" w14:paraId="324D84F3" w14:textId="77777777" w:rsidTr="00CD6456">
        <w:trPr>
          <w:gridAfter w:val="4"/>
          <w:wAfter w:w="1502" w:type="dxa"/>
        </w:trPr>
        <w:tc>
          <w:tcPr>
            <w:tcW w:w="3119" w:type="dxa"/>
            <w:gridSpan w:val="4"/>
            <w:tcBorders>
              <w:top w:val="nil"/>
              <w:left w:val="nil"/>
              <w:bottom w:val="nil"/>
              <w:right w:val="nil"/>
            </w:tcBorders>
          </w:tcPr>
          <w:p w14:paraId="331A67FF" w14:textId="77777777" w:rsidR="009E4DD9" w:rsidRDefault="009E4DD9" w:rsidP="00CD6456">
            <w:pPr>
              <w:ind w:left="144" w:right="144"/>
            </w:pPr>
          </w:p>
        </w:tc>
        <w:tc>
          <w:tcPr>
            <w:tcW w:w="3021" w:type="dxa"/>
            <w:gridSpan w:val="3"/>
            <w:tcBorders>
              <w:top w:val="nil"/>
              <w:left w:val="nil"/>
              <w:bottom w:val="nil"/>
              <w:right w:val="nil"/>
            </w:tcBorders>
          </w:tcPr>
          <w:p w14:paraId="171461EE" w14:textId="77777777" w:rsidR="009E4DD9" w:rsidRDefault="009E4DD9" w:rsidP="00CD6456">
            <w:pPr>
              <w:ind w:left="144" w:right="144"/>
            </w:pPr>
            <w:r>
              <w:t>Section</w:t>
            </w:r>
          </w:p>
        </w:tc>
        <w:tc>
          <w:tcPr>
            <w:tcW w:w="3238" w:type="dxa"/>
            <w:gridSpan w:val="3"/>
            <w:tcBorders>
              <w:top w:val="nil"/>
              <w:left w:val="nil"/>
              <w:bottom w:val="nil"/>
              <w:right w:val="nil"/>
            </w:tcBorders>
          </w:tcPr>
          <w:p w14:paraId="03FD9519" w14:textId="77777777" w:rsidR="009E4DD9" w:rsidRDefault="009E4DD9" w:rsidP="00CD6456">
            <w:pPr>
              <w:ind w:left="144" w:right="144"/>
            </w:pPr>
            <w:r>
              <w:t>Head, __________ Section</w:t>
            </w:r>
          </w:p>
        </w:tc>
      </w:tr>
      <w:tr w:rsidR="009E4DD9" w14:paraId="7CE44290" w14:textId="77777777" w:rsidTr="00CD6456">
        <w:trPr>
          <w:gridAfter w:val="4"/>
          <w:wAfter w:w="1502" w:type="dxa"/>
        </w:trPr>
        <w:tc>
          <w:tcPr>
            <w:tcW w:w="3119" w:type="dxa"/>
            <w:gridSpan w:val="4"/>
            <w:tcBorders>
              <w:top w:val="nil"/>
              <w:left w:val="nil"/>
              <w:bottom w:val="nil"/>
              <w:right w:val="nil"/>
            </w:tcBorders>
          </w:tcPr>
          <w:p w14:paraId="62F21FD6" w14:textId="77777777" w:rsidR="009E4DD9" w:rsidRDefault="009E4DD9" w:rsidP="00CD6456">
            <w:pPr>
              <w:ind w:left="144" w:right="144"/>
            </w:pPr>
          </w:p>
        </w:tc>
        <w:tc>
          <w:tcPr>
            <w:tcW w:w="3021" w:type="dxa"/>
            <w:gridSpan w:val="3"/>
            <w:tcBorders>
              <w:top w:val="nil"/>
              <w:left w:val="nil"/>
              <w:bottom w:val="nil"/>
              <w:right w:val="nil"/>
            </w:tcBorders>
          </w:tcPr>
          <w:p w14:paraId="7DBC5278" w14:textId="77777777" w:rsidR="009E4DD9" w:rsidRDefault="009E4DD9" w:rsidP="00CD6456">
            <w:pPr>
              <w:ind w:left="144" w:right="144"/>
            </w:pPr>
          </w:p>
        </w:tc>
        <w:tc>
          <w:tcPr>
            <w:tcW w:w="3238" w:type="dxa"/>
            <w:gridSpan w:val="3"/>
            <w:tcBorders>
              <w:top w:val="nil"/>
              <w:left w:val="nil"/>
              <w:bottom w:val="nil"/>
              <w:right w:val="nil"/>
            </w:tcBorders>
          </w:tcPr>
          <w:p w14:paraId="3CB4BDDB" w14:textId="77777777" w:rsidR="009E4DD9" w:rsidRDefault="009E4DD9" w:rsidP="00CD6456">
            <w:pPr>
              <w:ind w:left="144" w:right="144"/>
            </w:pPr>
          </w:p>
        </w:tc>
      </w:tr>
      <w:tr w:rsidR="009E4DD9" w14:paraId="0EE2D8B5" w14:textId="77777777" w:rsidTr="00CD6456">
        <w:trPr>
          <w:gridAfter w:val="4"/>
          <w:wAfter w:w="1502" w:type="dxa"/>
        </w:trPr>
        <w:tc>
          <w:tcPr>
            <w:tcW w:w="3119" w:type="dxa"/>
            <w:gridSpan w:val="4"/>
            <w:tcBorders>
              <w:top w:val="nil"/>
              <w:left w:val="nil"/>
              <w:bottom w:val="nil"/>
              <w:right w:val="nil"/>
            </w:tcBorders>
          </w:tcPr>
          <w:p w14:paraId="5BDA7D81" w14:textId="77777777" w:rsidR="009E4DD9" w:rsidRDefault="009E4DD9" w:rsidP="00CD6456">
            <w:pPr>
              <w:ind w:left="144" w:right="144"/>
            </w:pPr>
            <w:r>
              <w:t>Forest</w:t>
            </w:r>
          </w:p>
        </w:tc>
        <w:tc>
          <w:tcPr>
            <w:tcW w:w="3021" w:type="dxa"/>
            <w:gridSpan w:val="3"/>
            <w:tcBorders>
              <w:top w:val="nil"/>
              <w:left w:val="nil"/>
              <w:bottom w:val="nil"/>
              <w:right w:val="nil"/>
            </w:tcBorders>
          </w:tcPr>
          <w:p w14:paraId="680DACFB" w14:textId="77777777" w:rsidR="009E4DD9" w:rsidRDefault="009E4DD9" w:rsidP="00CD6456">
            <w:pPr>
              <w:ind w:left="144" w:right="144"/>
            </w:pPr>
            <w:r>
              <w:t>National Forest</w:t>
            </w:r>
          </w:p>
        </w:tc>
        <w:tc>
          <w:tcPr>
            <w:tcW w:w="3238" w:type="dxa"/>
            <w:gridSpan w:val="3"/>
            <w:tcBorders>
              <w:top w:val="nil"/>
              <w:left w:val="nil"/>
              <w:bottom w:val="nil"/>
              <w:right w:val="nil"/>
            </w:tcBorders>
          </w:tcPr>
          <w:p w14:paraId="6FB20155" w14:textId="77777777" w:rsidR="009E4DD9" w:rsidRDefault="009E4DD9" w:rsidP="00CD6456">
            <w:pPr>
              <w:ind w:left="144" w:right="144"/>
            </w:pPr>
            <w:r>
              <w:t>Forest Supervisor</w:t>
            </w:r>
          </w:p>
          <w:p w14:paraId="1AEA0627" w14:textId="77777777" w:rsidR="009E4DD9" w:rsidRDefault="009E4DD9" w:rsidP="00CD6456">
            <w:pPr>
              <w:ind w:left="144" w:right="144"/>
            </w:pPr>
            <w:r>
              <w:t>Deputy Forest Supervisor</w:t>
            </w:r>
          </w:p>
          <w:p w14:paraId="1EFACBC7" w14:textId="77777777" w:rsidR="009E4DD9" w:rsidRDefault="009E4DD9" w:rsidP="00CD6456">
            <w:pPr>
              <w:ind w:left="144" w:right="144"/>
            </w:pPr>
            <w:r>
              <w:t>__________ Program</w:t>
            </w:r>
          </w:p>
          <w:p w14:paraId="16686152" w14:textId="77777777" w:rsidR="009E4DD9" w:rsidRDefault="009E4DD9" w:rsidP="00CD6456">
            <w:pPr>
              <w:ind w:left="144" w:right="144"/>
            </w:pPr>
            <w:r>
              <w:t xml:space="preserve">  Officer (for program </w:t>
            </w:r>
          </w:p>
          <w:p w14:paraId="3D6A39F7" w14:textId="77777777" w:rsidR="009E4DD9" w:rsidRDefault="009E4DD9" w:rsidP="00CD6456">
            <w:pPr>
              <w:ind w:left="144" w:right="144"/>
            </w:pPr>
            <w:r>
              <w:t xml:space="preserve">  organizations only)</w:t>
            </w:r>
          </w:p>
          <w:p w14:paraId="2F3E94E5" w14:textId="77777777" w:rsidR="009E4DD9" w:rsidRDefault="009E4DD9" w:rsidP="00CD6456">
            <w:pPr>
              <w:ind w:left="144" w:right="144"/>
            </w:pPr>
          </w:p>
        </w:tc>
      </w:tr>
      <w:tr w:rsidR="009E4DD9" w14:paraId="05633D5F" w14:textId="77777777" w:rsidTr="00CD6456">
        <w:trPr>
          <w:gridAfter w:val="4"/>
          <w:wAfter w:w="1502" w:type="dxa"/>
        </w:trPr>
        <w:tc>
          <w:tcPr>
            <w:tcW w:w="3119" w:type="dxa"/>
            <w:gridSpan w:val="4"/>
            <w:tcBorders>
              <w:top w:val="nil"/>
              <w:left w:val="nil"/>
              <w:bottom w:val="nil"/>
              <w:right w:val="nil"/>
            </w:tcBorders>
          </w:tcPr>
          <w:p w14:paraId="2FA03E1E" w14:textId="77777777" w:rsidR="009E4DD9" w:rsidRDefault="009E4DD9" w:rsidP="00CD6456">
            <w:pPr>
              <w:ind w:left="144" w:right="144"/>
            </w:pPr>
          </w:p>
        </w:tc>
        <w:tc>
          <w:tcPr>
            <w:tcW w:w="3021" w:type="dxa"/>
            <w:gridSpan w:val="3"/>
            <w:tcBorders>
              <w:top w:val="nil"/>
              <w:left w:val="nil"/>
              <w:bottom w:val="nil"/>
              <w:right w:val="nil"/>
            </w:tcBorders>
          </w:tcPr>
          <w:p w14:paraId="317BDEBD" w14:textId="77777777" w:rsidR="009E4DD9" w:rsidRDefault="009E4DD9" w:rsidP="00CD6456">
            <w:pPr>
              <w:ind w:left="144" w:right="144"/>
            </w:pPr>
            <w:r>
              <w:t>Staff</w:t>
            </w:r>
          </w:p>
        </w:tc>
        <w:tc>
          <w:tcPr>
            <w:tcW w:w="3238" w:type="dxa"/>
            <w:gridSpan w:val="3"/>
            <w:tcBorders>
              <w:top w:val="nil"/>
              <w:left w:val="nil"/>
              <w:bottom w:val="nil"/>
              <w:right w:val="nil"/>
            </w:tcBorders>
          </w:tcPr>
          <w:p w14:paraId="781CCA54" w14:textId="77777777" w:rsidR="009E4DD9" w:rsidRDefault="009E4DD9" w:rsidP="00CD6456">
            <w:pPr>
              <w:ind w:left="144" w:right="144"/>
            </w:pPr>
            <w:r>
              <w:t>__________ Staff Officer</w:t>
            </w:r>
          </w:p>
          <w:p w14:paraId="038AF846" w14:textId="77777777" w:rsidR="009E4DD9" w:rsidRDefault="009E4DD9" w:rsidP="00CD6456">
            <w:pPr>
              <w:ind w:left="144" w:right="144"/>
            </w:pPr>
          </w:p>
        </w:tc>
      </w:tr>
      <w:tr w:rsidR="009E4DD9" w14:paraId="4CF69D6E" w14:textId="77777777" w:rsidTr="00CD6456">
        <w:trPr>
          <w:gridAfter w:val="4"/>
          <w:wAfter w:w="1502" w:type="dxa"/>
        </w:trPr>
        <w:tc>
          <w:tcPr>
            <w:tcW w:w="3119" w:type="dxa"/>
            <w:gridSpan w:val="4"/>
            <w:tcBorders>
              <w:top w:val="nil"/>
              <w:left w:val="nil"/>
              <w:bottom w:val="nil"/>
              <w:right w:val="nil"/>
            </w:tcBorders>
          </w:tcPr>
          <w:p w14:paraId="4B3611DE" w14:textId="77777777" w:rsidR="009E4DD9" w:rsidRDefault="009E4DD9" w:rsidP="00CD6456">
            <w:pPr>
              <w:ind w:left="144" w:right="144"/>
            </w:pPr>
          </w:p>
        </w:tc>
        <w:tc>
          <w:tcPr>
            <w:tcW w:w="3021" w:type="dxa"/>
            <w:gridSpan w:val="3"/>
            <w:tcBorders>
              <w:top w:val="nil"/>
              <w:left w:val="nil"/>
              <w:bottom w:val="nil"/>
              <w:right w:val="nil"/>
            </w:tcBorders>
          </w:tcPr>
          <w:p w14:paraId="74585FDD" w14:textId="77777777" w:rsidR="009E4DD9" w:rsidRDefault="009E4DD9" w:rsidP="00CD6456">
            <w:pPr>
              <w:ind w:left="144" w:right="144"/>
            </w:pPr>
            <w:r>
              <w:t>Section</w:t>
            </w:r>
          </w:p>
        </w:tc>
        <w:tc>
          <w:tcPr>
            <w:tcW w:w="3238" w:type="dxa"/>
            <w:gridSpan w:val="3"/>
            <w:tcBorders>
              <w:top w:val="nil"/>
              <w:left w:val="nil"/>
              <w:bottom w:val="nil"/>
              <w:right w:val="nil"/>
            </w:tcBorders>
          </w:tcPr>
          <w:p w14:paraId="7D62A8E7" w14:textId="77777777" w:rsidR="009E4DD9" w:rsidRDefault="009E4DD9" w:rsidP="00CD6456">
            <w:pPr>
              <w:ind w:left="144" w:right="144"/>
            </w:pPr>
            <w:r>
              <w:t>Head, __________ Section</w:t>
            </w:r>
          </w:p>
        </w:tc>
      </w:tr>
      <w:tr w:rsidR="009E4DD9" w14:paraId="7053207A" w14:textId="77777777" w:rsidTr="00CD6456">
        <w:trPr>
          <w:gridAfter w:val="4"/>
          <w:wAfter w:w="1502" w:type="dxa"/>
        </w:trPr>
        <w:tc>
          <w:tcPr>
            <w:tcW w:w="3119" w:type="dxa"/>
            <w:gridSpan w:val="4"/>
            <w:tcBorders>
              <w:top w:val="nil"/>
              <w:left w:val="nil"/>
              <w:bottom w:val="nil"/>
              <w:right w:val="nil"/>
            </w:tcBorders>
          </w:tcPr>
          <w:p w14:paraId="2C025403" w14:textId="77777777" w:rsidR="009E4DD9" w:rsidRDefault="009E4DD9" w:rsidP="00CD6456">
            <w:pPr>
              <w:ind w:left="144" w:right="144"/>
            </w:pPr>
          </w:p>
        </w:tc>
        <w:tc>
          <w:tcPr>
            <w:tcW w:w="3021" w:type="dxa"/>
            <w:gridSpan w:val="3"/>
            <w:tcBorders>
              <w:top w:val="nil"/>
              <w:left w:val="nil"/>
              <w:bottom w:val="nil"/>
              <w:right w:val="nil"/>
            </w:tcBorders>
          </w:tcPr>
          <w:p w14:paraId="705DC2C4" w14:textId="77777777" w:rsidR="009E4DD9" w:rsidRDefault="009E4DD9" w:rsidP="00CD6456">
            <w:pPr>
              <w:ind w:left="144" w:right="144"/>
            </w:pPr>
          </w:p>
        </w:tc>
        <w:tc>
          <w:tcPr>
            <w:tcW w:w="3238" w:type="dxa"/>
            <w:gridSpan w:val="3"/>
            <w:tcBorders>
              <w:top w:val="nil"/>
              <w:left w:val="nil"/>
              <w:bottom w:val="nil"/>
              <w:right w:val="nil"/>
            </w:tcBorders>
          </w:tcPr>
          <w:p w14:paraId="5805C493" w14:textId="77777777" w:rsidR="009E4DD9" w:rsidRDefault="009E4DD9" w:rsidP="00CD6456">
            <w:pPr>
              <w:ind w:left="144" w:right="144"/>
            </w:pPr>
          </w:p>
        </w:tc>
      </w:tr>
      <w:tr w:rsidR="009E4DD9" w14:paraId="77EF5B5E" w14:textId="77777777" w:rsidTr="00CD6456">
        <w:trPr>
          <w:gridBefore w:val="1"/>
          <w:gridAfter w:val="3"/>
          <w:wBefore w:w="12" w:type="dxa"/>
          <w:wAfter w:w="1490" w:type="dxa"/>
        </w:trPr>
        <w:tc>
          <w:tcPr>
            <w:tcW w:w="3119" w:type="dxa"/>
            <w:gridSpan w:val="4"/>
            <w:tcBorders>
              <w:top w:val="nil"/>
              <w:left w:val="nil"/>
              <w:bottom w:val="nil"/>
              <w:right w:val="nil"/>
            </w:tcBorders>
          </w:tcPr>
          <w:p w14:paraId="4011E9CC" w14:textId="77777777" w:rsidR="009E4DD9" w:rsidRDefault="009E4DD9" w:rsidP="00CD6456">
            <w:pPr>
              <w:ind w:left="144" w:right="144"/>
            </w:pPr>
            <w:r>
              <w:t>District</w:t>
            </w:r>
          </w:p>
        </w:tc>
        <w:tc>
          <w:tcPr>
            <w:tcW w:w="3021" w:type="dxa"/>
            <w:gridSpan w:val="3"/>
            <w:tcBorders>
              <w:top w:val="nil"/>
              <w:left w:val="nil"/>
              <w:bottom w:val="nil"/>
              <w:right w:val="nil"/>
            </w:tcBorders>
          </w:tcPr>
          <w:p w14:paraId="0A430C28" w14:textId="77777777" w:rsidR="009E4DD9" w:rsidRDefault="009E4DD9" w:rsidP="00CD6456">
            <w:pPr>
              <w:ind w:left="144" w:right="144"/>
            </w:pPr>
            <w:r>
              <w:t>Ranger District</w:t>
            </w:r>
          </w:p>
        </w:tc>
        <w:tc>
          <w:tcPr>
            <w:tcW w:w="3238" w:type="dxa"/>
            <w:gridSpan w:val="3"/>
            <w:tcBorders>
              <w:top w:val="nil"/>
              <w:left w:val="nil"/>
              <w:bottom w:val="nil"/>
              <w:right w:val="nil"/>
            </w:tcBorders>
          </w:tcPr>
          <w:p w14:paraId="4936143A" w14:textId="77777777" w:rsidR="009E4DD9" w:rsidRDefault="009E4DD9" w:rsidP="00CD6456">
            <w:pPr>
              <w:ind w:left="144" w:right="144"/>
            </w:pPr>
            <w:r>
              <w:t>District Ranger</w:t>
            </w:r>
          </w:p>
          <w:p w14:paraId="3AB2C9AA" w14:textId="77777777" w:rsidR="009E4DD9" w:rsidRDefault="009E4DD9" w:rsidP="00CD6456">
            <w:pPr>
              <w:ind w:left="144" w:right="144"/>
            </w:pPr>
          </w:p>
        </w:tc>
      </w:tr>
      <w:tr w:rsidR="009E4DD9" w14:paraId="7C13EA04" w14:textId="77777777" w:rsidTr="00CD6456">
        <w:trPr>
          <w:gridAfter w:val="4"/>
          <w:wAfter w:w="1502" w:type="dxa"/>
        </w:trPr>
        <w:tc>
          <w:tcPr>
            <w:tcW w:w="3119" w:type="dxa"/>
            <w:gridSpan w:val="4"/>
            <w:tcBorders>
              <w:top w:val="nil"/>
              <w:left w:val="nil"/>
              <w:bottom w:val="nil"/>
              <w:right w:val="nil"/>
            </w:tcBorders>
          </w:tcPr>
          <w:p w14:paraId="34911278" w14:textId="77777777" w:rsidR="009E4DD9" w:rsidRDefault="009E4DD9" w:rsidP="00CD6456">
            <w:pPr>
              <w:ind w:left="144" w:right="144"/>
            </w:pPr>
          </w:p>
        </w:tc>
        <w:tc>
          <w:tcPr>
            <w:tcW w:w="3021" w:type="dxa"/>
            <w:gridSpan w:val="3"/>
            <w:tcBorders>
              <w:top w:val="nil"/>
              <w:left w:val="nil"/>
              <w:bottom w:val="nil"/>
              <w:right w:val="nil"/>
            </w:tcBorders>
          </w:tcPr>
          <w:p w14:paraId="3C7E6008" w14:textId="01601BDE" w:rsidR="009E4DD9" w:rsidRDefault="009E4DD9" w:rsidP="00CD6456">
            <w:pPr>
              <w:ind w:left="144" w:right="144"/>
            </w:pPr>
            <w:r>
              <w:t xml:space="preserve">Job Corps </w:t>
            </w:r>
            <w:r w:rsidR="00BA16D8">
              <w:t>Civilian</w:t>
            </w:r>
          </w:p>
          <w:p w14:paraId="5736F5F6" w14:textId="77777777" w:rsidR="009E4DD9" w:rsidRDefault="009E4DD9" w:rsidP="00CD6456">
            <w:pPr>
              <w:ind w:left="144" w:right="144"/>
            </w:pPr>
            <w:r>
              <w:t xml:space="preserve">  Conservation Center</w:t>
            </w:r>
          </w:p>
        </w:tc>
        <w:tc>
          <w:tcPr>
            <w:tcW w:w="3238" w:type="dxa"/>
            <w:gridSpan w:val="3"/>
            <w:tcBorders>
              <w:top w:val="nil"/>
              <w:left w:val="nil"/>
              <w:bottom w:val="nil"/>
              <w:right w:val="nil"/>
            </w:tcBorders>
          </w:tcPr>
          <w:p w14:paraId="7286BD26" w14:textId="77777777" w:rsidR="009E4DD9" w:rsidRDefault="009E4DD9" w:rsidP="00CD6456">
            <w:pPr>
              <w:ind w:left="144" w:right="144"/>
            </w:pPr>
            <w:r>
              <w:t>Center Director</w:t>
            </w:r>
          </w:p>
          <w:p w14:paraId="36135264" w14:textId="77777777" w:rsidR="009E4DD9" w:rsidRDefault="009E4DD9" w:rsidP="00CD6456">
            <w:pPr>
              <w:ind w:left="144" w:right="144"/>
            </w:pPr>
          </w:p>
          <w:p w14:paraId="1E4C9C46" w14:textId="77777777" w:rsidR="009E4DD9" w:rsidRDefault="009E4DD9" w:rsidP="00CD6456">
            <w:pPr>
              <w:ind w:left="144" w:right="144"/>
            </w:pPr>
          </w:p>
        </w:tc>
      </w:tr>
      <w:tr w:rsidR="009E4DD9" w14:paraId="4B20C6C7" w14:textId="77777777" w:rsidTr="00CD6456">
        <w:trPr>
          <w:gridAfter w:val="4"/>
          <w:wAfter w:w="1502" w:type="dxa"/>
        </w:trPr>
        <w:tc>
          <w:tcPr>
            <w:tcW w:w="3119" w:type="dxa"/>
            <w:gridSpan w:val="4"/>
            <w:tcBorders>
              <w:top w:val="nil"/>
              <w:left w:val="nil"/>
              <w:bottom w:val="nil"/>
              <w:right w:val="nil"/>
            </w:tcBorders>
          </w:tcPr>
          <w:p w14:paraId="23058B53" w14:textId="77777777" w:rsidR="009E4DD9" w:rsidRDefault="009E4DD9" w:rsidP="00CD6456">
            <w:pPr>
              <w:ind w:left="144" w:right="144"/>
            </w:pPr>
          </w:p>
        </w:tc>
        <w:tc>
          <w:tcPr>
            <w:tcW w:w="3021" w:type="dxa"/>
            <w:gridSpan w:val="3"/>
            <w:tcBorders>
              <w:top w:val="nil"/>
              <w:left w:val="nil"/>
              <w:bottom w:val="nil"/>
              <w:right w:val="nil"/>
            </w:tcBorders>
          </w:tcPr>
          <w:p w14:paraId="26BEA9F9" w14:textId="77777777" w:rsidR="009E4DD9" w:rsidRDefault="009E4DD9" w:rsidP="00CD6456">
            <w:pPr>
              <w:ind w:left="144" w:right="144"/>
            </w:pPr>
            <w:r>
              <w:t>National Recreation</w:t>
            </w:r>
          </w:p>
          <w:p w14:paraId="7B8B7F7C" w14:textId="77777777" w:rsidR="009E4DD9" w:rsidRDefault="009E4DD9" w:rsidP="00CD6456">
            <w:pPr>
              <w:ind w:left="144" w:right="144"/>
            </w:pPr>
            <w:r>
              <w:t xml:space="preserve">  Area</w:t>
            </w:r>
          </w:p>
        </w:tc>
        <w:tc>
          <w:tcPr>
            <w:tcW w:w="3238" w:type="dxa"/>
            <w:gridSpan w:val="3"/>
            <w:tcBorders>
              <w:top w:val="nil"/>
              <w:left w:val="nil"/>
              <w:bottom w:val="nil"/>
              <w:right w:val="nil"/>
            </w:tcBorders>
          </w:tcPr>
          <w:p w14:paraId="31A6A392" w14:textId="77777777" w:rsidR="009E4DD9" w:rsidRDefault="009E4DD9" w:rsidP="00CD6456">
            <w:pPr>
              <w:ind w:left="144" w:right="144"/>
            </w:pPr>
            <w:r>
              <w:t>Area Ranger</w:t>
            </w:r>
          </w:p>
          <w:p w14:paraId="60DDE4B0" w14:textId="77777777" w:rsidR="009E4DD9" w:rsidRDefault="009E4DD9" w:rsidP="00CD6456">
            <w:pPr>
              <w:ind w:left="144" w:right="144"/>
            </w:pPr>
          </w:p>
          <w:p w14:paraId="3B9B2D2C" w14:textId="77777777" w:rsidR="009E4DD9" w:rsidRDefault="009E4DD9" w:rsidP="00CD6456">
            <w:pPr>
              <w:ind w:left="144" w:right="144"/>
            </w:pPr>
          </w:p>
        </w:tc>
      </w:tr>
      <w:tr w:rsidR="009E4DD9" w14:paraId="4DA75C09" w14:textId="77777777" w:rsidTr="00CD6456">
        <w:trPr>
          <w:gridAfter w:val="4"/>
          <w:wAfter w:w="1502" w:type="dxa"/>
        </w:trPr>
        <w:tc>
          <w:tcPr>
            <w:tcW w:w="3119" w:type="dxa"/>
            <w:gridSpan w:val="4"/>
            <w:tcBorders>
              <w:top w:val="nil"/>
              <w:left w:val="nil"/>
              <w:bottom w:val="nil"/>
              <w:right w:val="nil"/>
            </w:tcBorders>
          </w:tcPr>
          <w:p w14:paraId="4376994F" w14:textId="77777777" w:rsidR="009E4DD9" w:rsidRDefault="009E4DD9" w:rsidP="00CD6456">
            <w:pPr>
              <w:ind w:left="144" w:right="144"/>
            </w:pPr>
          </w:p>
        </w:tc>
        <w:tc>
          <w:tcPr>
            <w:tcW w:w="3021" w:type="dxa"/>
            <w:gridSpan w:val="3"/>
            <w:tcBorders>
              <w:top w:val="nil"/>
              <w:left w:val="nil"/>
              <w:bottom w:val="nil"/>
              <w:right w:val="nil"/>
            </w:tcBorders>
          </w:tcPr>
          <w:p w14:paraId="37E43D72" w14:textId="77777777" w:rsidR="009E4DD9" w:rsidRDefault="009E4DD9" w:rsidP="00CD6456">
            <w:pPr>
              <w:ind w:left="144" w:right="144"/>
            </w:pPr>
            <w:r>
              <w:t>Nursery</w:t>
            </w:r>
          </w:p>
        </w:tc>
        <w:tc>
          <w:tcPr>
            <w:tcW w:w="3238" w:type="dxa"/>
            <w:gridSpan w:val="3"/>
            <w:tcBorders>
              <w:top w:val="nil"/>
              <w:left w:val="nil"/>
              <w:bottom w:val="nil"/>
              <w:right w:val="nil"/>
            </w:tcBorders>
          </w:tcPr>
          <w:p w14:paraId="4A161EC6" w14:textId="77777777" w:rsidR="009E4DD9" w:rsidRDefault="009E4DD9" w:rsidP="00CD6456">
            <w:pPr>
              <w:ind w:left="144" w:right="144"/>
            </w:pPr>
            <w:r>
              <w:t>Nursery Superintendent</w:t>
            </w:r>
          </w:p>
        </w:tc>
      </w:tr>
    </w:tbl>
    <w:p w14:paraId="576D5F7D" w14:textId="54EF5236" w:rsidR="00BE3BF8" w:rsidRDefault="009E4DD9" w:rsidP="00695FDB">
      <w:pPr>
        <w:pStyle w:val="Heading2"/>
      </w:pPr>
      <w:r>
        <w:br w:type="page"/>
      </w:r>
      <w:bookmarkStart w:id="25" w:name="_Toc16250539"/>
      <w:r>
        <w:lastRenderedPageBreak/>
        <w:t>1223.2 - Authorized Unit Names</w:t>
      </w:r>
      <w:bookmarkEnd w:id="25"/>
    </w:p>
    <w:p w14:paraId="7C31C15F" w14:textId="77777777" w:rsidR="00695FDB" w:rsidRDefault="00695FDB" w:rsidP="009E4DD9">
      <w:pPr>
        <w:pStyle w:val="ruler2"/>
        <w:widowControl/>
        <w:tabs>
          <w:tab w:val="clear" w:pos="4176"/>
          <w:tab w:val="left" w:pos="0"/>
          <w:tab w:val="left" w:pos="1296"/>
          <w:tab w:val="left" w:pos="5040"/>
        </w:tabs>
      </w:pPr>
    </w:p>
    <w:p w14:paraId="28829166" w14:textId="19F5266A" w:rsidR="009E4DD9" w:rsidRDefault="009E4DD9" w:rsidP="009E4DD9">
      <w:pPr>
        <w:pStyle w:val="ruler2"/>
        <w:widowControl/>
        <w:tabs>
          <w:tab w:val="clear" w:pos="4176"/>
          <w:tab w:val="left" w:pos="0"/>
          <w:tab w:val="left" w:pos="1296"/>
          <w:tab w:val="left" w:pos="5040"/>
        </w:tabs>
      </w:pPr>
      <w:r>
        <w:t>In referring to organizational levels and units within the Forest Service, use those names displayed in exhibit 01, FSM 1223.1.</w:t>
      </w:r>
    </w:p>
    <w:p w14:paraId="016973DF" w14:textId="1BD45EF6" w:rsidR="009E4DD9" w:rsidRDefault="009E4DD9" w:rsidP="00695FDB">
      <w:pPr>
        <w:pStyle w:val="Heading1"/>
      </w:pPr>
      <w:bookmarkStart w:id="26" w:name="_Toc16250540"/>
      <w:r>
        <w:t>1224 - DOCUMENTATION REQUIREMENTS</w:t>
      </w:r>
      <w:bookmarkEnd w:id="26"/>
    </w:p>
    <w:p w14:paraId="6CCF687A" w14:textId="3D4BCA2D" w:rsidR="00BE3BF8" w:rsidRDefault="009E4DD9" w:rsidP="00695FDB">
      <w:pPr>
        <w:pStyle w:val="Heading2"/>
      </w:pPr>
      <w:bookmarkStart w:id="27" w:name="_Toc16250541"/>
      <w:r>
        <w:t>1224.1 - Organization Charts</w:t>
      </w:r>
      <w:bookmarkEnd w:id="27"/>
    </w:p>
    <w:p w14:paraId="15828409" w14:textId="6BE80475" w:rsidR="009E4DD9" w:rsidRDefault="009E4DD9" w:rsidP="009E4DD9">
      <w:pPr>
        <w:pStyle w:val="ruler2"/>
        <w:widowControl/>
        <w:tabs>
          <w:tab w:val="clear" w:pos="4176"/>
          <w:tab w:val="left" w:pos="0"/>
          <w:tab w:val="left" w:pos="1296"/>
          <w:tab w:val="left" w:pos="5040"/>
        </w:tabs>
      </w:pPr>
      <w:r>
        <w:t>An organization chart shows the major responsibilities of individuals or groups in an organization and the lines of authority among those individuals or groups.  Each organizational unit shown on the organization chart shall contain the official or proposed organization unit title and organization code assigned according to the coding scheme in 1224.25.</w:t>
      </w:r>
    </w:p>
    <w:p w14:paraId="4B100983" w14:textId="77777777" w:rsidR="009E4DD9" w:rsidRDefault="009E4DD9" w:rsidP="009E4DD9">
      <w:pPr>
        <w:pStyle w:val="ruler2"/>
        <w:widowControl/>
        <w:tabs>
          <w:tab w:val="clear" w:pos="4176"/>
          <w:tab w:val="left" w:pos="0"/>
          <w:tab w:val="left" w:pos="1296"/>
          <w:tab w:val="left" w:pos="5040"/>
        </w:tabs>
      </w:pPr>
    </w:p>
    <w:p w14:paraId="4149C1ED" w14:textId="77777777" w:rsidR="009E4DD9" w:rsidRDefault="009E4DD9" w:rsidP="009E4DD9">
      <w:pPr>
        <w:pStyle w:val="ruler2"/>
        <w:widowControl/>
        <w:tabs>
          <w:tab w:val="clear" w:pos="4176"/>
          <w:tab w:val="left" w:pos="0"/>
          <w:tab w:val="left" w:pos="1296"/>
          <w:tab w:val="left" w:pos="5040"/>
        </w:tabs>
      </w:pPr>
      <w:r>
        <w:t>Exhibits 01 to 03 in FSM 1224.12 depict various models that may be used as guides for preparing organization charts for specific units.</w:t>
      </w:r>
    </w:p>
    <w:p w14:paraId="3EFFEB53" w14:textId="1F97ECC7" w:rsidR="00BE3BF8" w:rsidRDefault="009E4DD9" w:rsidP="00695FDB">
      <w:pPr>
        <w:pStyle w:val="Heading3"/>
      </w:pPr>
      <w:bookmarkStart w:id="28" w:name="_Toc16250542"/>
      <w:r>
        <w:t>1224.11 - Levels at Which Organization Charts Are Required</w:t>
      </w:r>
      <w:bookmarkEnd w:id="28"/>
    </w:p>
    <w:p w14:paraId="22634C43" w14:textId="77777777" w:rsidR="00695FDB" w:rsidRDefault="00695FDB" w:rsidP="009E4DD9">
      <w:pPr>
        <w:pStyle w:val="ruler2"/>
        <w:widowControl/>
        <w:tabs>
          <w:tab w:val="clear" w:pos="4176"/>
          <w:tab w:val="left" w:pos="0"/>
          <w:tab w:val="left" w:pos="1296"/>
          <w:tab w:val="left" w:pos="5040"/>
        </w:tabs>
      </w:pPr>
    </w:p>
    <w:p w14:paraId="61601F0D" w14:textId="7AF39B80" w:rsidR="009E4DD9" w:rsidRDefault="009E4DD9" w:rsidP="009E4DD9">
      <w:pPr>
        <w:pStyle w:val="ruler2"/>
        <w:widowControl/>
        <w:tabs>
          <w:tab w:val="clear" w:pos="4176"/>
          <w:tab w:val="left" w:pos="0"/>
          <w:tab w:val="left" w:pos="1296"/>
          <w:tab w:val="left" w:pos="5040"/>
        </w:tabs>
      </w:pPr>
      <w:r>
        <w:t>Each of the following units must prepare and maintain a current organization chart for the subunits listed:</w:t>
      </w:r>
    </w:p>
    <w:p w14:paraId="33477DE2" w14:textId="56716222" w:rsidR="009E4DD9" w:rsidRDefault="009E4DD9" w:rsidP="009631CB">
      <w:pPr>
        <w:pStyle w:val="NumberList1"/>
        <w:ind w:left="0"/>
      </w:pPr>
      <w:r>
        <w:t>1.  Washington Office</w:t>
      </w:r>
    </w:p>
    <w:p w14:paraId="37253614" w14:textId="77777777" w:rsidR="009E4DD9" w:rsidRDefault="009E4DD9" w:rsidP="009631CB">
      <w:pPr>
        <w:pStyle w:val="NumberLista"/>
        <w:ind w:left="360"/>
      </w:pPr>
      <w:r>
        <w:t>a.  Office of the Chief and overall Forest Service chart.</w:t>
      </w:r>
    </w:p>
    <w:p w14:paraId="57498D8F" w14:textId="77777777" w:rsidR="009E4DD9" w:rsidRDefault="009E4DD9" w:rsidP="009631CB">
      <w:pPr>
        <w:pStyle w:val="NumberLista"/>
        <w:ind w:left="360"/>
      </w:pPr>
      <w:r>
        <w:t>b.  Each Staff, depicting Branches and Special Assistants or functions managed by positions at GM-14 and above reporting to the Staff Director.</w:t>
      </w:r>
    </w:p>
    <w:p w14:paraId="18DE9614" w14:textId="56CE8A3E" w:rsidR="009E4DD9" w:rsidRDefault="009E4DD9" w:rsidP="009631CB">
      <w:pPr>
        <w:pStyle w:val="NumberList1"/>
        <w:ind w:left="0"/>
      </w:pPr>
      <w:r>
        <w:t>2.  Regions</w:t>
      </w:r>
    </w:p>
    <w:p w14:paraId="0D377341" w14:textId="77777777" w:rsidR="009E4DD9" w:rsidRDefault="009E4DD9" w:rsidP="009631CB">
      <w:pPr>
        <w:pStyle w:val="NumberLista"/>
        <w:ind w:left="360"/>
      </w:pPr>
      <w:r>
        <w:t>a.  Office of Regional Forester, including all units at the Staff level and above, which report to the Regional Forester.</w:t>
      </w:r>
    </w:p>
    <w:p w14:paraId="65B82D27" w14:textId="77777777" w:rsidR="009E4DD9" w:rsidRDefault="009E4DD9" w:rsidP="009631CB">
      <w:pPr>
        <w:pStyle w:val="NumberLista"/>
        <w:ind w:left="360"/>
      </w:pPr>
      <w:r>
        <w:t>b.  Each Staff.</w:t>
      </w:r>
    </w:p>
    <w:p w14:paraId="24BE535F" w14:textId="77777777" w:rsidR="009E4DD9" w:rsidRDefault="009E4DD9" w:rsidP="009631CB">
      <w:pPr>
        <w:pStyle w:val="NumberLista"/>
        <w:ind w:left="360"/>
      </w:pPr>
      <w:r>
        <w:t>c.  Each Group or Branch (may be depicted on Staff chart).</w:t>
      </w:r>
    </w:p>
    <w:p w14:paraId="3D9BD48A" w14:textId="4C9A48D6" w:rsidR="009E4DD9" w:rsidRDefault="009E4DD9" w:rsidP="009631CB">
      <w:pPr>
        <w:pStyle w:val="NumberList1"/>
        <w:ind w:left="0"/>
      </w:pPr>
      <w:r>
        <w:t>3.  Stations</w:t>
      </w:r>
    </w:p>
    <w:p w14:paraId="03A8ADA5" w14:textId="23BE1C3E" w:rsidR="009E4DD9" w:rsidRDefault="009E4DD9" w:rsidP="009631CB">
      <w:pPr>
        <w:pStyle w:val="NumberLista"/>
        <w:ind w:left="360"/>
      </w:pPr>
      <w:r>
        <w:t>a.  Office of Station Director, including Forest Products Laboratory, Research and Development Projects, Research Development and Application Projects, and Pioneering Research Work Units.</w:t>
      </w:r>
    </w:p>
    <w:p w14:paraId="791A3A93" w14:textId="77777777" w:rsidR="009E4DD9" w:rsidRDefault="009E4DD9" w:rsidP="009631CB">
      <w:pPr>
        <w:pStyle w:val="NumberLista"/>
        <w:ind w:left="360"/>
      </w:pPr>
      <w:r>
        <w:lastRenderedPageBreak/>
        <w:t>b.  Each Research Work Unit.</w:t>
      </w:r>
    </w:p>
    <w:p w14:paraId="62D27B29" w14:textId="55E90B30" w:rsidR="009E4DD9" w:rsidRDefault="009E4DD9" w:rsidP="009631CB">
      <w:pPr>
        <w:pStyle w:val="NumberList1"/>
        <w:ind w:left="0"/>
      </w:pPr>
      <w:r>
        <w:t>4.  Area.  Office of Area Director.</w:t>
      </w:r>
    </w:p>
    <w:p w14:paraId="04BACCA0" w14:textId="685F1B48" w:rsidR="009E4DD9" w:rsidRDefault="009E4DD9" w:rsidP="009631CB">
      <w:pPr>
        <w:pStyle w:val="NumberList1"/>
        <w:ind w:left="0"/>
      </w:pPr>
      <w:r>
        <w:t>5.  Institute.  Office of Institute Director.</w:t>
      </w:r>
    </w:p>
    <w:p w14:paraId="080D3C6E" w14:textId="77777777" w:rsidR="00695FDB" w:rsidRDefault="009E4DD9" w:rsidP="009631CB">
      <w:pPr>
        <w:pStyle w:val="NumberList1"/>
        <w:ind w:left="0"/>
      </w:pPr>
      <w:r>
        <w:t>6.  National Forests.  Each Forest Supervisor's Office.</w:t>
      </w:r>
    </w:p>
    <w:p w14:paraId="704716B3" w14:textId="7ED3F07E" w:rsidR="009E4DD9" w:rsidRDefault="009E4DD9" w:rsidP="009631CB">
      <w:pPr>
        <w:pStyle w:val="NumberList1"/>
        <w:ind w:left="0"/>
      </w:pPr>
      <w:r>
        <w:t>7.  Ranger Districts and Comparable Units.  Each Ranger District, Job Corps Civilian Conservation Center, nursery, or other comparable unit.</w:t>
      </w:r>
    </w:p>
    <w:p w14:paraId="6EA18139" w14:textId="5B1414C2" w:rsidR="00BE3BF8" w:rsidRDefault="009E4DD9" w:rsidP="00695FDB">
      <w:pPr>
        <w:pStyle w:val="Heading3"/>
      </w:pPr>
      <w:bookmarkStart w:id="29" w:name="_Toc16250543"/>
      <w:r>
        <w:t>1224.12 - Typical Charts</w:t>
      </w:r>
      <w:bookmarkEnd w:id="29"/>
    </w:p>
    <w:p w14:paraId="2C6D3F87" w14:textId="77777777" w:rsidR="00695FDB" w:rsidRDefault="00695FDB" w:rsidP="009E4DD9">
      <w:pPr>
        <w:pStyle w:val="ruler2"/>
        <w:widowControl/>
        <w:tabs>
          <w:tab w:val="clear" w:pos="4176"/>
          <w:tab w:val="left" w:pos="0"/>
          <w:tab w:val="left" w:pos="1296"/>
          <w:tab w:val="left" w:pos="5040"/>
        </w:tabs>
      </w:pPr>
    </w:p>
    <w:p w14:paraId="6D07CC1C" w14:textId="44E74E22" w:rsidR="009E4DD9" w:rsidRDefault="009E4DD9" w:rsidP="009E4DD9">
      <w:pPr>
        <w:pStyle w:val="ruler2"/>
        <w:widowControl/>
        <w:tabs>
          <w:tab w:val="clear" w:pos="4176"/>
          <w:tab w:val="left" w:pos="0"/>
          <w:tab w:val="left" w:pos="1296"/>
          <w:tab w:val="left" w:pos="5040"/>
        </w:tabs>
      </w:pPr>
      <w:r>
        <w:t>Typical organization charts for various units are shown in exhibits 01 - 03.  Organizations vary with workload and other conditions; therefore, consider the charts as typical examples, but not as exact representations.  Note also that these exhibits have been keyboarded to make them electronically available, and the format may differ from the appearance of the original, signed paper copies of the organization charts.</w:t>
      </w:r>
    </w:p>
    <w:p w14:paraId="5F2E3B7E" w14:textId="77777777" w:rsidR="009E4DD9" w:rsidRDefault="009E4DD9" w:rsidP="009E4DD9">
      <w:pPr>
        <w:pStyle w:val="ruler2"/>
        <w:widowControl/>
        <w:tabs>
          <w:tab w:val="clear" w:pos="4176"/>
          <w:tab w:val="left" w:pos="0"/>
          <w:tab w:val="left" w:pos="1296"/>
          <w:tab w:val="left" w:pos="5040"/>
        </w:tabs>
      </w:pPr>
    </w:p>
    <w:p w14:paraId="0D5F99AD" w14:textId="08C23D05" w:rsidR="009E4DD9" w:rsidRDefault="009E4DD9" w:rsidP="009E4DD9">
      <w:pPr>
        <w:pStyle w:val="ruler2"/>
        <w:widowControl/>
        <w:tabs>
          <w:tab w:val="clear" w:pos="4176"/>
          <w:tab w:val="left" w:pos="0"/>
          <w:tab w:val="left" w:pos="1296"/>
          <w:tab w:val="left" w:pos="5040"/>
        </w:tabs>
        <w:jc w:val="center"/>
      </w:pPr>
      <w:r>
        <w:rPr>
          <w:b/>
          <w:bCs/>
        </w:rPr>
        <w:t xml:space="preserve">1224.12 - EXHIBITS 01 AND 02 </w:t>
      </w:r>
      <w:r w:rsidR="003246EF">
        <w:rPr>
          <w:b/>
          <w:bCs/>
        </w:rPr>
        <w:t>ARE</w:t>
      </w:r>
      <w:r>
        <w:rPr>
          <w:b/>
          <w:bCs/>
        </w:rPr>
        <w:t xml:space="preserve"> SEPARATE DOCUMENT</w:t>
      </w:r>
      <w:r w:rsidR="003246EF">
        <w:rPr>
          <w:b/>
          <w:bCs/>
        </w:rPr>
        <w:t>s</w:t>
      </w:r>
      <w:r>
        <w:t>.</w:t>
      </w:r>
    </w:p>
    <w:p w14:paraId="27973A45" w14:textId="77777777" w:rsidR="009E4DD9" w:rsidRDefault="009E4DD9" w:rsidP="009E4DD9">
      <w:pPr>
        <w:pStyle w:val="ruler2"/>
        <w:widowControl/>
        <w:tabs>
          <w:tab w:val="clear" w:pos="4176"/>
          <w:tab w:val="left" w:pos="0"/>
          <w:tab w:val="left" w:pos="1296"/>
          <w:tab w:val="left" w:pos="5040"/>
        </w:tabs>
        <w:jc w:val="center"/>
      </w:pPr>
    </w:p>
    <w:p w14:paraId="6FA33A49" w14:textId="77777777" w:rsidR="009E4DD9" w:rsidRPr="00695FDB" w:rsidRDefault="009E4DD9" w:rsidP="009E4DD9">
      <w:pPr>
        <w:pStyle w:val="ruler2"/>
        <w:widowControl/>
        <w:tabs>
          <w:tab w:val="clear" w:pos="4176"/>
          <w:tab w:val="left" w:pos="0"/>
          <w:tab w:val="left" w:pos="1296"/>
          <w:tab w:val="left" w:pos="5040"/>
        </w:tabs>
        <w:jc w:val="center"/>
        <w:rPr>
          <w:b/>
        </w:rPr>
      </w:pPr>
      <w:r>
        <w:br w:type="page"/>
      </w:r>
      <w:r w:rsidRPr="00695FDB">
        <w:rPr>
          <w:b/>
          <w:sz w:val="20"/>
          <w:szCs w:val="20"/>
          <w:u w:val="single"/>
        </w:rPr>
        <w:lastRenderedPageBreak/>
        <w:t>1224.12 - Exhibit 03</w:t>
      </w:r>
    </w:p>
    <w:p w14:paraId="63FFFED3" w14:textId="77777777" w:rsidR="009E4DD9" w:rsidRPr="00695FDB" w:rsidRDefault="009E4DD9" w:rsidP="009E4DD9">
      <w:pPr>
        <w:pStyle w:val="ruler2"/>
        <w:widowControl/>
        <w:tabs>
          <w:tab w:val="clear" w:pos="4176"/>
          <w:tab w:val="left" w:pos="0"/>
          <w:tab w:val="left" w:pos="1296"/>
          <w:tab w:val="left" w:pos="5040"/>
        </w:tabs>
        <w:jc w:val="center"/>
        <w:rPr>
          <w:b/>
        </w:rPr>
      </w:pPr>
    </w:p>
    <w:p w14:paraId="6EDFCBAD" w14:textId="77777777" w:rsidR="009E4DD9" w:rsidRPr="00695FDB" w:rsidRDefault="009E4DD9" w:rsidP="009E4DD9">
      <w:pPr>
        <w:pStyle w:val="ruler2"/>
        <w:widowControl/>
        <w:tabs>
          <w:tab w:val="clear" w:pos="4176"/>
          <w:tab w:val="left" w:pos="0"/>
          <w:tab w:val="left" w:pos="1296"/>
          <w:tab w:val="left" w:pos="5040"/>
        </w:tabs>
        <w:jc w:val="center"/>
        <w:rPr>
          <w:b/>
        </w:rPr>
      </w:pPr>
      <w:r w:rsidRPr="00695FDB">
        <w:rPr>
          <w:b/>
          <w:sz w:val="20"/>
          <w:szCs w:val="20"/>
          <w:u w:val="single"/>
        </w:rPr>
        <w:t>Northeastern Area State and Private Forestry Organization Chart</w:t>
      </w:r>
    </w:p>
    <w:p w14:paraId="798EF0B5" w14:textId="77777777" w:rsidR="009E4DD9" w:rsidRDefault="009E4DD9" w:rsidP="009E4DD9">
      <w:pPr>
        <w:pStyle w:val="ruler2"/>
        <w:widowControl/>
        <w:tabs>
          <w:tab w:val="clear" w:pos="4176"/>
          <w:tab w:val="left" w:pos="0"/>
          <w:tab w:val="left" w:pos="1296"/>
          <w:tab w:val="left" w:pos="5040"/>
        </w:tabs>
        <w:jc w:val="center"/>
      </w:pPr>
    </w:p>
    <w:tbl>
      <w:tblPr>
        <w:tblW w:w="0" w:type="auto"/>
        <w:tblLayout w:type="fixed"/>
        <w:tblCellMar>
          <w:left w:w="0" w:type="dxa"/>
          <w:right w:w="0" w:type="dxa"/>
        </w:tblCellMar>
        <w:tblLook w:val="0000" w:firstRow="0" w:lastRow="0" w:firstColumn="0" w:lastColumn="0" w:noHBand="0" w:noVBand="0"/>
      </w:tblPr>
      <w:tblGrid>
        <w:gridCol w:w="3119"/>
        <w:gridCol w:w="1540"/>
        <w:gridCol w:w="21"/>
        <w:gridCol w:w="18"/>
        <w:gridCol w:w="3656"/>
        <w:gridCol w:w="1540"/>
        <w:gridCol w:w="22"/>
        <w:gridCol w:w="17"/>
      </w:tblGrid>
      <w:tr w:rsidR="009E4DD9" w14:paraId="16F43769" w14:textId="77777777" w:rsidTr="00CD6456">
        <w:trPr>
          <w:gridAfter w:val="2"/>
          <w:wAfter w:w="38" w:type="dxa"/>
        </w:trPr>
        <w:tc>
          <w:tcPr>
            <w:tcW w:w="4698" w:type="dxa"/>
            <w:gridSpan w:val="4"/>
            <w:tcBorders>
              <w:top w:val="nil"/>
              <w:left w:val="nil"/>
              <w:bottom w:val="nil"/>
              <w:right w:val="nil"/>
            </w:tcBorders>
          </w:tcPr>
          <w:p w14:paraId="7BB5477C" w14:textId="77777777" w:rsidR="009E4DD9" w:rsidRDefault="009E4DD9" w:rsidP="00CD6456">
            <w:pPr>
              <w:pStyle w:val="ruler2"/>
              <w:widowControl/>
              <w:tabs>
                <w:tab w:val="clear" w:pos="4176"/>
                <w:tab w:val="left" w:pos="0"/>
                <w:tab w:val="left" w:pos="1296"/>
                <w:tab w:val="left" w:pos="5040"/>
              </w:tabs>
              <w:ind w:left="72" w:right="72"/>
              <w:jc w:val="center"/>
            </w:pPr>
            <w:r>
              <w:rPr>
                <w:sz w:val="20"/>
                <w:szCs w:val="20"/>
              </w:rPr>
              <w:t xml:space="preserve">U.S. DEPARTMENT OF AGRICULTURE     </w:t>
            </w:r>
          </w:p>
        </w:tc>
        <w:tc>
          <w:tcPr>
            <w:tcW w:w="5196" w:type="dxa"/>
            <w:gridSpan w:val="2"/>
            <w:tcBorders>
              <w:top w:val="nil"/>
              <w:left w:val="nil"/>
              <w:bottom w:val="nil"/>
              <w:right w:val="nil"/>
            </w:tcBorders>
          </w:tcPr>
          <w:p w14:paraId="74846A70"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RECOMMENDED:  </w:t>
            </w:r>
            <w:r>
              <w:rPr>
                <w:sz w:val="20"/>
                <w:szCs w:val="20"/>
                <w:u w:val="single"/>
              </w:rPr>
              <w:t xml:space="preserve"> /s/ Thomas N. Schenarts</w:t>
            </w:r>
          </w:p>
        </w:tc>
      </w:tr>
      <w:tr w:rsidR="009E4DD9" w14:paraId="2225C73A" w14:textId="77777777" w:rsidTr="00CD6456">
        <w:trPr>
          <w:gridAfter w:val="1"/>
          <w:wAfter w:w="17" w:type="dxa"/>
        </w:trPr>
        <w:tc>
          <w:tcPr>
            <w:tcW w:w="4680" w:type="dxa"/>
            <w:gridSpan w:val="3"/>
            <w:tcBorders>
              <w:top w:val="nil"/>
              <w:left w:val="nil"/>
              <w:bottom w:val="nil"/>
              <w:right w:val="nil"/>
            </w:tcBorders>
          </w:tcPr>
          <w:p w14:paraId="31FE8033" w14:textId="77777777" w:rsidR="009E4DD9" w:rsidRDefault="009E4DD9" w:rsidP="00CD6456">
            <w:pPr>
              <w:pStyle w:val="ruler2"/>
              <w:widowControl/>
              <w:tabs>
                <w:tab w:val="clear" w:pos="4176"/>
                <w:tab w:val="left" w:pos="0"/>
                <w:tab w:val="left" w:pos="1296"/>
                <w:tab w:val="left" w:pos="5040"/>
              </w:tabs>
              <w:ind w:left="72" w:right="72"/>
              <w:jc w:val="center"/>
            </w:pPr>
            <w:r>
              <w:rPr>
                <w:sz w:val="20"/>
                <w:szCs w:val="20"/>
              </w:rPr>
              <w:t xml:space="preserve">    FOREST SERVICE  </w:t>
            </w:r>
          </w:p>
        </w:tc>
        <w:tc>
          <w:tcPr>
            <w:tcW w:w="5235" w:type="dxa"/>
            <w:gridSpan w:val="4"/>
            <w:tcBorders>
              <w:top w:val="nil"/>
              <w:left w:val="nil"/>
              <w:bottom w:val="nil"/>
              <w:right w:val="nil"/>
            </w:tcBorders>
          </w:tcPr>
          <w:p w14:paraId="0B890231"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Director</w:t>
            </w:r>
          </w:p>
        </w:tc>
      </w:tr>
      <w:tr w:rsidR="009E4DD9" w14:paraId="464EB342" w14:textId="77777777" w:rsidTr="00CD6456">
        <w:trPr>
          <w:gridAfter w:val="1"/>
          <w:wAfter w:w="17" w:type="dxa"/>
        </w:trPr>
        <w:tc>
          <w:tcPr>
            <w:tcW w:w="4680" w:type="dxa"/>
            <w:gridSpan w:val="3"/>
            <w:tcBorders>
              <w:top w:val="nil"/>
              <w:left w:val="nil"/>
              <w:bottom w:val="nil"/>
              <w:right w:val="nil"/>
            </w:tcBorders>
          </w:tcPr>
          <w:p w14:paraId="1E58C31B" w14:textId="77777777" w:rsidR="009E4DD9" w:rsidRDefault="009E4DD9" w:rsidP="00CD6456">
            <w:pPr>
              <w:pStyle w:val="ruler2"/>
              <w:widowControl/>
              <w:tabs>
                <w:tab w:val="clear" w:pos="4176"/>
                <w:tab w:val="left" w:pos="0"/>
                <w:tab w:val="left" w:pos="1296"/>
                <w:tab w:val="left" w:pos="5040"/>
              </w:tabs>
              <w:ind w:left="72" w:right="72"/>
              <w:jc w:val="center"/>
            </w:pPr>
            <w:r>
              <w:rPr>
                <w:sz w:val="20"/>
                <w:szCs w:val="20"/>
              </w:rPr>
              <w:t>NORTHEASTERN AREA for STATE &amp;</w:t>
            </w:r>
          </w:p>
        </w:tc>
        <w:tc>
          <w:tcPr>
            <w:tcW w:w="5235" w:type="dxa"/>
            <w:gridSpan w:val="4"/>
            <w:tcBorders>
              <w:top w:val="nil"/>
              <w:left w:val="nil"/>
              <w:bottom w:val="nil"/>
              <w:right w:val="nil"/>
            </w:tcBorders>
          </w:tcPr>
          <w:p w14:paraId="4E419DC7" w14:textId="77777777" w:rsidR="009E4DD9" w:rsidRDefault="009E4DD9" w:rsidP="00CD6456">
            <w:pPr>
              <w:pStyle w:val="ruler2"/>
              <w:widowControl/>
              <w:tabs>
                <w:tab w:val="clear" w:pos="4176"/>
                <w:tab w:val="left" w:pos="0"/>
                <w:tab w:val="left" w:pos="1296"/>
                <w:tab w:val="left" w:pos="5040"/>
              </w:tabs>
              <w:ind w:left="72" w:right="72"/>
            </w:pPr>
          </w:p>
        </w:tc>
      </w:tr>
      <w:tr w:rsidR="009E4DD9" w14:paraId="43CB8032" w14:textId="77777777" w:rsidTr="00CD6456">
        <w:trPr>
          <w:gridAfter w:val="1"/>
          <w:wAfter w:w="17" w:type="dxa"/>
        </w:trPr>
        <w:tc>
          <w:tcPr>
            <w:tcW w:w="4680" w:type="dxa"/>
            <w:gridSpan w:val="3"/>
            <w:tcBorders>
              <w:top w:val="nil"/>
              <w:left w:val="nil"/>
              <w:bottom w:val="nil"/>
              <w:right w:val="nil"/>
            </w:tcBorders>
          </w:tcPr>
          <w:p w14:paraId="543FCE41" w14:textId="77777777" w:rsidR="009E4DD9" w:rsidRDefault="009E4DD9" w:rsidP="00CD6456">
            <w:pPr>
              <w:pStyle w:val="ruler2"/>
              <w:widowControl/>
              <w:tabs>
                <w:tab w:val="clear" w:pos="4176"/>
                <w:tab w:val="left" w:pos="0"/>
                <w:tab w:val="left" w:pos="1296"/>
                <w:tab w:val="left" w:pos="5040"/>
              </w:tabs>
              <w:ind w:left="72" w:right="72"/>
              <w:jc w:val="center"/>
            </w:pPr>
            <w:r>
              <w:rPr>
                <w:sz w:val="20"/>
                <w:szCs w:val="20"/>
              </w:rPr>
              <w:t xml:space="preserve">    PRIVATE FORESTRY              </w:t>
            </w:r>
          </w:p>
        </w:tc>
        <w:tc>
          <w:tcPr>
            <w:tcW w:w="5235" w:type="dxa"/>
            <w:gridSpan w:val="4"/>
            <w:tcBorders>
              <w:top w:val="nil"/>
              <w:left w:val="nil"/>
              <w:bottom w:val="nil"/>
              <w:right w:val="nil"/>
            </w:tcBorders>
          </w:tcPr>
          <w:p w14:paraId="2ED8874E"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APPROVED:  </w:t>
            </w:r>
            <w:r>
              <w:rPr>
                <w:sz w:val="20"/>
                <w:szCs w:val="20"/>
                <w:u w:val="single"/>
              </w:rPr>
              <w:t xml:space="preserve">/s/ Allan J. West          </w:t>
            </w:r>
          </w:p>
        </w:tc>
      </w:tr>
      <w:tr w:rsidR="009E4DD9" w14:paraId="2A5194C8" w14:textId="77777777" w:rsidTr="00CD6456">
        <w:trPr>
          <w:gridAfter w:val="1"/>
          <w:wAfter w:w="17" w:type="dxa"/>
        </w:trPr>
        <w:tc>
          <w:tcPr>
            <w:tcW w:w="4680" w:type="dxa"/>
            <w:gridSpan w:val="3"/>
            <w:tcBorders>
              <w:top w:val="nil"/>
              <w:left w:val="nil"/>
              <w:bottom w:val="nil"/>
              <w:right w:val="nil"/>
            </w:tcBorders>
          </w:tcPr>
          <w:p w14:paraId="7101D53A"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w:t>
            </w:r>
          </w:p>
        </w:tc>
        <w:tc>
          <w:tcPr>
            <w:tcW w:w="5235" w:type="dxa"/>
            <w:gridSpan w:val="4"/>
            <w:tcBorders>
              <w:top w:val="nil"/>
              <w:left w:val="nil"/>
              <w:bottom w:val="nil"/>
              <w:right w:val="nil"/>
            </w:tcBorders>
          </w:tcPr>
          <w:p w14:paraId="6E5E14D1"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Deputy Chief, State &amp;</w:t>
            </w:r>
          </w:p>
        </w:tc>
      </w:tr>
      <w:tr w:rsidR="009E4DD9" w14:paraId="632AB87C" w14:textId="77777777" w:rsidTr="00CD6456">
        <w:trPr>
          <w:gridAfter w:val="1"/>
          <w:wAfter w:w="17" w:type="dxa"/>
        </w:trPr>
        <w:tc>
          <w:tcPr>
            <w:tcW w:w="4680" w:type="dxa"/>
            <w:gridSpan w:val="3"/>
            <w:tcBorders>
              <w:top w:val="nil"/>
              <w:left w:val="nil"/>
              <w:bottom w:val="nil"/>
              <w:right w:val="nil"/>
            </w:tcBorders>
          </w:tcPr>
          <w:p w14:paraId="16C58411"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w:t>
            </w:r>
          </w:p>
        </w:tc>
        <w:tc>
          <w:tcPr>
            <w:tcW w:w="5235" w:type="dxa"/>
            <w:gridSpan w:val="4"/>
            <w:tcBorders>
              <w:top w:val="nil"/>
              <w:left w:val="nil"/>
              <w:bottom w:val="nil"/>
              <w:right w:val="nil"/>
            </w:tcBorders>
          </w:tcPr>
          <w:p w14:paraId="326837A0"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Private Forestry</w:t>
            </w:r>
          </w:p>
        </w:tc>
      </w:tr>
      <w:tr w:rsidR="009E4DD9" w14:paraId="0D732487" w14:textId="77777777" w:rsidTr="00CD6456">
        <w:tc>
          <w:tcPr>
            <w:tcW w:w="4659" w:type="dxa"/>
            <w:gridSpan w:val="2"/>
            <w:tcBorders>
              <w:top w:val="nil"/>
              <w:left w:val="nil"/>
              <w:bottom w:val="nil"/>
              <w:right w:val="nil"/>
            </w:tcBorders>
          </w:tcPr>
          <w:p w14:paraId="78F45232" w14:textId="77777777" w:rsidR="009E4DD9" w:rsidRDefault="009E4DD9" w:rsidP="00CD6456">
            <w:pPr>
              <w:pStyle w:val="ruler2"/>
              <w:widowControl/>
              <w:tabs>
                <w:tab w:val="clear" w:pos="4176"/>
                <w:tab w:val="left" w:pos="0"/>
                <w:tab w:val="left" w:pos="1296"/>
                <w:tab w:val="left" w:pos="5040"/>
              </w:tabs>
              <w:ind w:left="72" w:right="72"/>
            </w:pPr>
          </w:p>
        </w:tc>
        <w:tc>
          <w:tcPr>
            <w:tcW w:w="5235" w:type="dxa"/>
            <w:gridSpan w:val="4"/>
            <w:tcBorders>
              <w:top w:val="nil"/>
              <w:left w:val="nil"/>
              <w:bottom w:val="nil"/>
              <w:right w:val="nil"/>
            </w:tcBorders>
          </w:tcPr>
          <w:p w14:paraId="5002509C" w14:textId="77777777" w:rsidR="009E4DD9" w:rsidRDefault="009E4DD9" w:rsidP="00CD6456">
            <w:pPr>
              <w:pStyle w:val="ruler2"/>
              <w:widowControl/>
              <w:tabs>
                <w:tab w:val="clear" w:pos="4176"/>
                <w:tab w:val="left" w:pos="0"/>
                <w:tab w:val="left" w:pos="1296"/>
                <w:tab w:val="left" w:pos="5040"/>
              </w:tabs>
              <w:ind w:left="72" w:right="72"/>
            </w:pPr>
          </w:p>
        </w:tc>
        <w:tc>
          <w:tcPr>
            <w:tcW w:w="38" w:type="dxa"/>
            <w:gridSpan w:val="2"/>
            <w:tcBorders>
              <w:top w:val="nil"/>
              <w:left w:val="nil"/>
              <w:bottom w:val="nil"/>
              <w:right w:val="nil"/>
            </w:tcBorders>
          </w:tcPr>
          <w:p w14:paraId="03DB41AC" w14:textId="77777777" w:rsidR="009E4DD9" w:rsidRDefault="009E4DD9" w:rsidP="00CD6456">
            <w:pPr>
              <w:pStyle w:val="ruler2"/>
              <w:widowControl/>
              <w:tabs>
                <w:tab w:val="clear" w:pos="4176"/>
                <w:tab w:val="left" w:pos="0"/>
                <w:tab w:val="left" w:pos="1296"/>
                <w:tab w:val="left" w:pos="5040"/>
              </w:tabs>
              <w:ind w:left="72" w:right="72"/>
            </w:pPr>
          </w:p>
        </w:tc>
      </w:tr>
      <w:tr w:rsidR="009E4DD9" w14:paraId="4D13931B" w14:textId="77777777" w:rsidTr="00CD6456">
        <w:trPr>
          <w:gridAfter w:val="1"/>
          <w:wAfter w:w="17" w:type="dxa"/>
        </w:trPr>
        <w:tc>
          <w:tcPr>
            <w:tcW w:w="4680" w:type="dxa"/>
            <w:gridSpan w:val="3"/>
            <w:tcBorders>
              <w:top w:val="nil"/>
              <w:left w:val="nil"/>
              <w:bottom w:val="nil"/>
              <w:right w:val="nil"/>
            </w:tcBorders>
          </w:tcPr>
          <w:p w14:paraId="154CF5A2"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w:t>
            </w:r>
          </w:p>
        </w:tc>
        <w:tc>
          <w:tcPr>
            <w:tcW w:w="5235" w:type="dxa"/>
            <w:gridSpan w:val="4"/>
            <w:tcBorders>
              <w:top w:val="nil"/>
              <w:left w:val="nil"/>
              <w:bottom w:val="nil"/>
              <w:right w:val="nil"/>
            </w:tcBorders>
          </w:tcPr>
          <w:p w14:paraId="4478103B"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APPROVED:  </w:t>
            </w:r>
            <w:r>
              <w:rPr>
                <w:sz w:val="20"/>
                <w:szCs w:val="20"/>
                <w:u w:val="single"/>
              </w:rPr>
              <w:t xml:space="preserve">/s/ Jerome A. Miles        </w:t>
            </w:r>
          </w:p>
        </w:tc>
      </w:tr>
      <w:tr w:rsidR="009E4DD9" w14:paraId="7A32023A" w14:textId="77777777" w:rsidTr="00CD6456">
        <w:trPr>
          <w:gridAfter w:val="1"/>
          <w:wAfter w:w="17" w:type="dxa"/>
        </w:trPr>
        <w:tc>
          <w:tcPr>
            <w:tcW w:w="4680" w:type="dxa"/>
            <w:gridSpan w:val="3"/>
            <w:tcBorders>
              <w:top w:val="nil"/>
              <w:left w:val="nil"/>
              <w:bottom w:val="nil"/>
              <w:right w:val="nil"/>
            </w:tcBorders>
          </w:tcPr>
          <w:p w14:paraId="02FF4D53"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w:t>
            </w:r>
          </w:p>
        </w:tc>
        <w:tc>
          <w:tcPr>
            <w:tcW w:w="5235" w:type="dxa"/>
            <w:gridSpan w:val="4"/>
            <w:tcBorders>
              <w:top w:val="nil"/>
              <w:left w:val="nil"/>
              <w:bottom w:val="nil"/>
              <w:right w:val="nil"/>
            </w:tcBorders>
          </w:tcPr>
          <w:p w14:paraId="17462CD1"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Deputy Chief, Administration</w:t>
            </w:r>
          </w:p>
        </w:tc>
      </w:tr>
      <w:tr w:rsidR="009E4DD9" w14:paraId="478833F8" w14:textId="77777777" w:rsidTr="00CD6456">
        <w:trPr>
          <w:gridAfter w:val="1"/>
          <w:wAfter w:w="16" w:type="dxa"/>
        </w:trPr>
        <w:tc>
          <w:tcPr>
            <w:tcW w:w="3119" w:type="dxa"/>
            <w:tcBorders>
              <w:top w:val="nil"/>
              <w:left w:val="nil"/>
              <w:bottom w:val="nil"/>
              <w:right w:val="nil"/>
            </w:tcBorders>
          </w:tcPr>
          <w:p w14:paraId="6B8C53AB" w14:textId="77777777" w:rsidR="009E4DD9" w:rsidRDefault="009E4DD9" w:rsidP="00CD6456">
            <w:pPr>
              <w:pStyle w:val="ruler2"/>
              <w:widowControl/>
              <w:tabs>
                <w:tab w:val="clear" w:pos="4176"/>
                <w:tab w:val="left" w:pos="0"/>
                <w:tab w:val="left" w:pos="1296"/>
                <w:tab w:val="left" w:pos="5040"/>
              </w:tabs>
              <w:ind w:left="72" w:right="72"/>
            </w:pPr>
          </w:p>
        </w:tc>
        <w:tc>
          <w:tcPr>
            <w:tcW w:w="5235" w:type="dxa"/>
            <w:gridSpan w:val="4"/>
            <w:tcBorders>
              <w:top w:val="nil"/>
              <w:left w:val="nil"/>
              <w:bottom w:val="nil"/>
              <w:right w:val="nil"/>
            </w:tcBorders>
          </w:tcPr>
          <w:p w14:paraId="0172B6D8" w14:textId="77777777" w:rsidR="009E4DD9" w:rsidRDefault="009E4DD9" w:rsidP="00CD6456">
            <w:pPr>
              <w:pStyle w:val="ruler2"/>
              <w:widowControl/>
              <w:tabs>
                <w:tab w:val="clear" w:pos="4176"/>
                <w:tab w:val="left" w:pos="0"/>
                <w:tab w:val="left" w:pos="1296"/>
                <w:tab w:val="left" w:pos="5040"/>
              </w:tabs>
              <w:ind w:left="72" w:right="72"/>
            </w:pPr>
          </w:p>
        </w:tc>
        <w:tc>
          <w:tcPr>
            <w:tcW w:w="1562" w:type="dxa"/>
            <w:gridSpan w:val="2"/>
            <w:tcBorders>
              <w:top w:val="nil"/>
              <w:left w:val="nil"/>
              <w:bottom w:val="nil"/>
              <w:right w:val="nil"/>
            </w:tcBorders>
          </w:tcPr>
          <w:p w14:paraId="28DD295A" w14:textId="77777777" w:rsidR="009E4DD9" w:rsidRDefault="009E4DD9" w:rsidP="00CD6456">
            <w:pPr>
              <w:pStyle w:val="ruler2"/>
              <w:widowControl/>
              <w:tabs>
                <w:tab w:val="clear" w:pos="4176"/>
                <w:tab w:val="left" w:pos="0"/>
                <w:tab w:val="left" w:pos="1296"/>
                <w:tab w:val="left" w:pos="5040"/>
              </w:tabs>
              <w:ind w:left="72" w:right="72"/>
            </w:pPr>
          </w:p>
        </w:tc>
      </w:tr>
      <w:tr w:rsidR="009E4DD9" w14:paraId="7A62B6F2" w14:textId="77777777" w:rsidTr="00CD6456">
        <w:trPr>
          <w:gridAfter w:val="1"/>
          <w:wAfter w:w="17" w:type="dxa"/>
        </w:trPr>
        <w:tc>
          <w:tcPr>
            <w:tcW w:w="4680" w:type="dxa"/>
            <w:gridSpan w:val="3"/>
            <w:tcBorders>
              <w:top w:val="nil"/>
              <w:left w:val="nil"/>
              <w:bottom w:val="nil"/>
              <w:right w:val="nil"/>
            </w:tcBorders>
          </w:tcPr>
          <w:p w14:paraId="4F3E8101"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                                  </w:t>
            </w:r>
          </w:p>
        </w:tc>
        <w:tc>
          <w:tcPr>
            <w:tcW w:w="5235" w:type="dxa"/>
            <w:gridSpan w:val="4"/>
            <w:tcBorders>
              <w:top w:val="nil"/>
              <w:left w:val="nil"/>
              <w:bottom w:val="nil"/>
              <w:right w:val="nil"/>
            </w:tcBorders>
          </w:tcPr>
          <w:p w14:paraId="2BE7E5AC" w14:textId="77777777" w:rsidR="009E4DD9" w:rsidRDefault="009E4DD9" w:rsidP="00CD6456">
            <w:pPr>
              <w:pStyle w:val="ruler2"/>
              <w:widowControl/>
              <w:tabs>
                <w:tab w:val="clear" w:pos="4176"/>
                <w:tab w:val="left" w:pos="0"/>
                <w:tab w:val="left" w:pos="1296"/>
                <w:tab w:val="left" w:pos="5040"/>
              </w:tabs>
              <w:ind w:left="72" w:right="72"/>
            </w:pPr>
            <w:r>
              <w:rPr>
                <w:sz w:val="20"/>
                <w:szCs w:val="20"/>
              </w:rPr>
              <w:t xml:space="preserve">DATE:      </w:t>
            </w:r>
            <w:r>
              <w:rPr>
                <w:sz w:val="20"/>
                <w:szCs w:val="20"/>
                <w:u w:val="single"/>
              </w:rPr>
              <w:t xml:space="preserve">         2/11/85           </w:t>
            </w:r>
          </w:p>
        </w:tc>
      </w:tr>
    </w:tbl>
    <w:p w14:paraId="38115C59" w14:textId="77777777" w:rsidR="009E4DD9" w:rsidRDefault="009E4DD9" w:rsidP="009E4DD9">
      <w:pPr>
        <w:pStyle w:val="ruler2"/>
        <w:widowControl/>
        <w:tabs>
          <w:tab w:val="clear" w:pos="4176"/>
          <w:tab w:val="left" w:pos="0"/>
          <w:tab w:val="left" w:pos="1296"/>
          <w:tab w:val="left" w:pos="5040"/>
        </w:tabs>
      </w:pPr>
    </w:p>
    <w:p w14:paraId="0D1094AF" w14:textId="77777777" w:rsidR="009E4DD9" w:rsidRDefault="009E4DD9" w:rsidP="009E4DD9">
      <w:pPr>
        <w:pStyle w:val="ruler2"/>
        <w:widowControl/>
        <w:tabs>
          <w:tab w:val="clear" w:pos="4176"/>
          <w:tab w:val="left" w:pos="0"/>
          <w:tab w:val="left" w:pos="1296"/>
          <w:tab w:val="left" w:pos="5040"/>
        </w:tabs>
      </w:pPr>
      <w:r>
        <w:rPr>
          <w:sz w:val="20"/>
          <w:szCs w:val="20"/>
        </w:rPr>
        <w:t xml:space="preserve">                       </w:t>
      </w:r>
    </w:p>
    <w:tbl>
      <w:tblPr>
        <w:tblW w:w="0" w:type="auto"/>
        <w:tblLayout w:type="fixed"/>
        <w:tblCellMar>
          <w:left w:w="0" w:type="dxa"/>
          <w:right w:w="0" w:type="dxa"/>
        </w:tblCellMar>
        <w:tblLook w:val="0000" w:firstRow="0" w:lastRow="0" w:firstColumn="0" w:lastColumn="0" w:noHBand="0" w:noVBand="0"/>
      </w:tblPr>
      <w:tblGrid>
        <w:gridCol w:w="1872"/>
        <w:gridCol w:w="138"/>
        <w:gridCol w:w="679"/>
        <w:gridCol w:w="463"/>
        <w:gridCol w:w="884"/>
        <w:gridCol w:w="2378"/>
        <w:gridCol w:w="768"/>
        <w:gridCol w:w="1552"/>
        <w:gridCol w:w="99"/>
      </w:tblGrid>
      <w:tr w:rsidR="009E4DD9" w14:paraId="150ED15F" w14:textId="77777777" w:rsidTr="00CD6456">
        <w:tc>
          <w:tcPr>
            <w:tcW w:w="2010" w:type="dxa"/>
            <w:gridSpan w:val="2"/>
            <w:tcBorders>
              <w:top w:val="nil"/>
              <w:left w:val="nil"/>
              <w:bottom w:val="nil"/>
              <w:right w:val="nil"/>
            </w:tcBorders>
          </w:tcPr>
          <w:p w14:paraId="5024A297" w14:textId="77777777" w:rsidR="009E4DD9" w:rsidRDefault="009E4DD9" w:rsidP="00CD6456">
            <w:pPr>
              <w:ind w:left="144" w:right="144"/>
              <w:jc w:val="center"/>
            </w:pPr>
            <w:r>
              <w:rPr>
                <w:sz w:val="20"/>
                <w:szCs w:val="20"/>
              </w:rPr>
              <w:t>Information Office</w:t>
            </w:r>
          </w:p>
          <w:p w14:paraId="287E4A5B" w14:textId="77777777" w:rsidR="009E4DD9" w:rsidRDefault="009E4DD9" w:rsidP="00CD6456">
            <w:pPr>
              <w:ind w:left="144" w:right="144"/>
              <w:jc w:val="center"/>
            </w:pPr>
            <w:r>
              <w:rPr>
                <w:sz w:val="20"/>
                <w:szCs w:val="20"/>
              </w:rPr>
              <w:t>11 42 00 0001</w:t>
            </w:r>
          </w:p>
        </w:tc>
        <w:tc>
          <w:tcPr>
            <w:tcW w:w="679" w:type="dxa"/>
            <w:tcBorders>
              <w:top w:val="nil"/>
              <w:left w:val="nil"/>
              <w:bottom w:val="nil"/>
              <w:right w:val="nil"/>
            </w:tcBorders>
          </w:tcPr>
          <w:p w14:paraId="0FF75430" w14:textId="77777777" w:rsidR="009E4DD9" w:rsidRDefault="009E4DD9" w:rsidP="00CD6456">
            <w:pPr>
              <w:ind w:left="72" w:right="72"/>
              <w:jc w:val="center"/>
            </w:pPr>
          </w:p>
          <w:p w14:paraId="1E6561B9" w14:textId="77777777" w:rsidR="009E4DD9" w:rsidRDefault="009E4DD9" w:rsidP="00CD6456">
            <w:pPr>
              <w:ind w:left="72" w:right="72"/>
              <w:jc w:val="center"/>
            </w:pPr>
            <w:r>
              <w:rPr>
                <w:sz w:val="20"/>
                <w:szCs w:val="20"/>
              </w:rPr>
              <w:t>-----</w:t>
            </w:r>
          </w:p>
        </w:tc>
        <w:tc>
          <w:tcPr>
            <w:tcW w:w="3725" w:type="dxa"/>
            <w:gridSpan w:val="3"/>
            <w:tcBorders>
              <w:top w:val="nil"/>
              <w:left w:val="nil"/>
              <w:bottom w:val="nil"/>
              <w:right w:val="nil"/>
            </w:tcBorders>
          </w:tcPr>
          <w:p w14:paraId="3262B719" w14:textId="77777777" w:rsidR="009E4DD9" w:rsidRDefault="009E4DD9" w:rsidP="00CD6456">
            <w:pPr>
              <w:pBdr>
                <w:top w:val="single" w:sz="2" w:space="0" w:color="000000"/>
                <w:left w:val="single" w:sz="2" w:space="0" w:color="000000"/>
                <w:bottom w:val="single" w:sz="2" w:space="0" w:color="000000"/>
                <w:right w:val="single" w:sz="2" w:space="0" w:color="000000"/>
              </w:pBdr>
              <w:ind w:left="144" w:right="144"/>
              <w:jc w:val="center"/>
            </w:pPr>
            <w:r>
              <w:rPr>
                <w:sz w:val="20"/>
                <w:szCs w:val="20"/>
              </w:rPr>
              <w:t>OFFICE OF THE AREA DIRECTOR</w:t>
            </w:r>
          </w:p>
          <w:p w14:paraId="1016F91A" w14:textId="77777777" w:rsidR="009E4DD9" w:rsidRDefault="009E4DD9" w:rsidP="00CD6456">
            <w:pPr>
              <w:pBdr>
                <w:top w:val="single" w:sz="2" w:space="0" w:color="000000"/>
                <w:left w:val="single" w:sz="2" w:space="0" w:color="000000"/>
                <w:bottom w:val="single" w:sz="2" w:space="0" w:color="000000"/>
                <w:right w:val="single" w:sz="2" w:space="0" w:color="000000"/>
              </w:pBdr>
              <w:ind w:left="144" w:right="144"/>
              <w:jc w:val="center"/>
            </w:pPr>
            <w:r>
              <w:rPr>
                <w:sz w:val="20"/>
                <w:szCs w:val="20"/>
              </w:rPr>
              <w:t>-----------------------------------</w:t>
            </w:r>
          </w:p>
          <w:p w14:paraId="5C5F04B4" w14:textId="77777777" w:rsidR="009E4DD9" w:rsidRDefault="009E4DD9" w:rsidP="00CD6456">
            <w:pPr>
              <w:pBdr>
                <w:top w:val="single" w:sz="2" w:space="0" w:color="000000"/>
                <w:left w:val="single" w:sz="2" w:space="0" w:color="000000"/>
                <w:bottom w:val="single" w:sz="2" w:space="0" w:color="000000"/>
                <w:right w:val="single" w:sz="2" w:space="0" w:color="000000"/>
              </w:pBdr>
              <w:ind w:left="144" w:right="144"/>
              <w:jc w:val="center"/>
            </w:pPr>
            <w:r>
              <w:rPr>
                <w:sz w:val="20"/>
                <w:szCs w:val="20"/>
              </w:rPr>
              <w:t>DEPUTY DIRECTOR</w:t>
            </w:r>
          </w:p>
          <w:p w14:paraId="44445850" w14:textId="77777777" w:rsidR="009E4DD9" w:rsidRDefault="009E4DD9" w:rsidP="00CD6456">
            <w:pPr>
              <w:pBdr>
                <w:top w:val="single" w:sz="2" w:space="0" w:color="000000"/>
                <w:left w:val="single" w:sz="2" w:space="0" w:color="000000"/>
                <w:bottom w:val="single" w:sz="2" w:space="0" w:color="000000"/>
                <w:right w:val="single" w:sz="2" w:space="0" w:color="000000"/>
              </w:pBdr>
              <w:ind w:left="144" w:right="144"/>
            </w:pPr>
            <w:r>
              <w:rPr>
                <w:sz w:val="20"/>
                <w:szCs w:val="20"/>
              </w:rPr>
              <w:t xml:space="preserve">  11 42</w:t>
            </w:r>
          </w:p>
        </w:tc>
        <w:tc>
          <w:tcPr>
            <w:tcW w:w="768" w:type="dxa"/>
            <w:tcBorders>
              <w:top w:val="nil"/>
              <w:left w:val="nil"/>
              <w:bottom w:val="nil"/>
              <w:right w:val="nil"/>
            </w:tcBorders>
          </w:tcPr>
          <w:p w14:paraId="0CFCD69F" w14:textId="77777777" w:rsidR="009E4DD9" w:rsidRDefault="009E4DD9" w:rsidP="00CD6456">
            <w:pPr>
              <w:ind w:left="72" w:right="72"/>
              <w:jc w:val="center"/>
            </w:pPr>
          </w:p>
          <w:p w14:paraId="5AC25845" w14:textId="77777777" w:rsidR="009E4DD9" w:rsidRDefault="009E4DD9" w:rsidP="00CD6456">
            <w:pPr>
              <w:ind w:left="72" w:right="72"/>
              <w:jc w:val="center"/>
            </w:pPr>
            <w:r>
              <w:rPr>
                <w:sz w:val="20"/>
                <w:szCs w:val="20"/>
              </w:rPr>
              <w:t>------</w:t>
            </w:r>
          </w:p>
        </w:tc>
        <w:tc>
          <w:tcPr>
            <w:tcW w:w="1651" w:type="dxa"/>
            <w:gridSpan w:val="2"/>
            <w:tcBorders>
              <w:top w:val="nil"/>
              <w:left w:val="nil"/>
              <w:bottom w:val="nil"/>
              <w:right w:val="nil"/>
            </w:tcBorders>
          </w:tcPr>
          <w:p w14:paraId="6CC125FB" w14:textId="77777777" w:rsidR="009E4DD9" w:rsidRDefault="009E4DD9" w:rsidP="00CD6456">
            <w:pPr>
              <w:ind w:left="144" w:right="144"/>
              <w:jc w:val="center"/>
            </w:pPr>
            <w:r>
              <w:rPr>
                <w:sz w:val="20"/>
                <w:szCs w:val="20"/>
              </w:rPr>
              <w:t>Planning Staff</w:t>
            </w:r>
          </w:p>
          <w:p w14:paraId="48DB02FF" w14:textId="77777777" w:rsidR="009E4DD9" w:rsidRDefault="009E4DD9" w:rsidP="00CD6456">
            <w:pPr>
              <w:ind w:left="144" w:right="144"/>
              <w:jc w:val="center"/>
            </w:pPr>
            <w:r>
              <w:rPr>
                <w:sz w:val="20"/>
                <w:szCs w:val="20"/>
              </w:rPr>
              <w:t>11 42 00 0002</w:t>
            </w:r>
          </w:p>
        </w:tc>
      </w:tr>
      <w:tr w:rsidR="009E4DD9" w14:paraId="44B1753C" w14:textId="77777777" w:rsidTr="00CD6456">
        <w:trPr>
          <w:gridAfter w:val="1"/>
          <w:wAfter w:w="99" w:type="dxa"/>
        </w:trPr>
        <w:tc>
          <w:tcPr>
            <w:tcW w:w="1872" w:type="dxa"/>
            <w:tcBorders>
              <w:top w:val="nil"/>
              <w:left w:val="nil"/>
              <w:bottom w:val="nil"/>
              <w:right w:val="nil"/>
            </w:tcBorders>
          </w:tcPr>
          <w:p w14:paraId="7482F017" w14:textId="77777777" w:rsidR="009E4DD9" w:rsidRDefault="009E4DD9" w:rsidP="00CD6456">
            <w:pPr>
              <w:ind w:left="144" w:right="144"/>
            </w:pPr>
          </w:p>
        </w:tc>
        <w:tc>
          <w:tcPr>
            <w:tcW w:w="1280" w:type="dxa"/>
            <w:gridSpan w:val="3"/>
            <w:tcBorders>
              <w:top w:val="nil"/>
              <w:left w:val="nil"/>
              <w:bottom w:val="nil"/>
              <w:right w:val="nil"/>
            </w:tcBorders>
          </w:tcPr>
          <w:p w14:paraId="5E41A69A" w14:textId="77777777" w:rsidR="009E4DD9" w:rsidRDefault="009E4DD9" w:rsidP="00CD6456">
            <w:pPr>
              <w:ind w:left="144" w:right="144"/>
            </w:pPr>
          </w:p>
        </w:tc>
        <w:tc>
          <w:tcPr>
            <w:tcW w:w="884" w:type="dxa"/>
            <w:tcBorders>
              <w:top w:val="nil"/>
              <w:left w:val="single" w:sz="2" w:space="0" w:color="000000"/>
              <w:bottom w:val="nil"/>
              <w:right w:val="nil"/>
            </w:tcBorders>
          </w:tcPr>
          <w:p w14:paraId="17A152B7" w14:textId="77777777" w:rsidR="009E4DD9" w:rsidRDefault="009E4DD9" w:rsidP="00CD6456">
            <w:pPr>
              <w:ind w:left="72" w:right="72"/>
              <w:jc w:val="center"/>
            </w:pPr>
          </w:p>
        </w:tc>
        <w:tc>
          <w:tcPr>
            <w:tcW w:w="4698" w:type="dxa"/>
            <w:gridSpan w:val="3"/>
            <w:tcBorders>
              <w:top w:val="nil"/>
              <w:left w:val="nil"/>
              <w:bottom w:val="nil"/>
              <w:right w:val="nil"/>
            </w:tcBorders>
          </w:tcPr>
          <w:p w14:paraId="22EEF81F" w14:textId="77777777" w:rsidR="009E4DD9" w:rsidRDefault="009E4DD9" w:rsidP="00CD6456">
            <w:pPr>
              <w:ind w:left="144" w:right="144"/>
            </w:pPr>
          </w:p>
        </w:tc>
      </w:tr>
      <w:tr w:rsidR="009E4DD9" w14:paraId="59D9CE5D" w14:textId="77777777" w:rsidTr="00CD6456">
        <w:trPr>
          <w:gridAfter w:val="1"/>
          <w:wAfter w:w="99" w:type="dxa"/>
        </w:trPr>
        <w:tc>
          <w:tcPr>
            <w:tcW w:w="1872" w:type="dxa"/>
            <w:tcBorders>
              <w:top w:val="nil"/>
              <w:left w:val="nil"/>
              <w:bottom w:val="nil"/>
              <w:right w:val="nil"/>
            </w:tcBorders>
          </w:tcPr>
          <w:p w14:paraId="66EB4C92" w14:textId="77777777" w:rsidR="009E4DD9" w:rsidRDefault="009E4DD9" w:rsidP="00CD6456">
            <w:pPr>
              <w:ind w:left="144" w:right="144"/>
            </w:pPr>
          </w:p>
        </w:tc>
        <w:tc>
          <w:tcPr>
            <w:tcW w:w="1280" w:type="dxa"/>
            <w:gridSpan w:val="3"/>
            <w:tcBorders>
              <w:top w:val="nil"/>
              <w:left w:val="nil"/>
              <w:bottom w:val="nil"/>
              <w:right w:val="nil"/>
            </w:tcBorders>
          </w:tcPr>
          <w:p w14:paraId="6BE56BB5" w14:textId="77777777" w:rsidR="009E4DD9" w:rsidRDefault="009E4DD9" w:rsidP="00CD6456">
            <w:pPr>
              <w:ind w:left="144" w:right="144"/>
            </w:pPr>
          </w:p>
        </w:tc>
        <w:tc>
          <w:tcPr>
            <w:tcW w:w="884" w:type="dxa"/>
            <w:tcBorders>
              <w:top w:val="nil"/>
              <w:left w:val="single" w:sz="2" w:space="0" w:color="000000"/>
              <w:bottom w:val="nil"/>
              <w:right w:val="nil"/>
            </w:tcBorders>
          </w:tcPr>
          <w:p w14:paraId="5B61E375" w14:textId="77777777" w:rsidR="009E4DD9" w:rsidRDefault="009E4DD9" w:rsidP="00CD6456">
            <w:pPr>
              <w:ind w:left="72" w:right="72"/>
              <w:jc w:val="center"/>
            </w:pPr>
          </w:p>
        </w:tc>
        <w:tc>
          <w:tcPr>
            <w:tcW w:w="4698" w:type="dxa"/>
            <w:gridSpan w:val="3"/>
            <w:tcBorders>
              <w:top w:val="nil"/>
              <w:left w:val="nil"/>
              <w:bottom w:val="nil"/>
              <w:right w:val="nil"/>
            </w:tcBorders>
          </w:tcPr>
          <w:p w14:paraId="555FDE23" w14:textId="77777777" w:rsidR="009E4DD9" w:rsidRDefault="009E4DD9" w:rsidP="00CD6456">
            <w:pPr>
              <w:ind w:left="144" w:right="144"/>
            </w:pPr>
          </w:p>
        </w:tc>
      </w:tr>
      <w:tr w:rsidR="009E4DD9" w14:paraId="32B1AB99" w14:textId="77777777" w:rsidTr="00CD6456">
        <w:trPr>
          <w:gridAfter w:val="1"/>
          <w:wAfter w:w="99" w:type="dxa"/>
        </w:trPr>
        <w:tc>
          <w:tcPr>
            <w:tcW w:w="1872" w:type="dxa"/>
            <w:tcBorders>
              <w:top w:val="nil"/>
              <w:left w:val="nil"/>
              <w:bottom w:val="nil"/>
              <w:right w:val="nil"/>
            </w:tcBorders>
          </w:tcPr>
          <w:p w14:paraId="13CEA3F9" w14:textId="77777777" w:rsidR="009E4DD9" w:rsidRDefault="009E4DD9" w:rsidP="00CD6456">
            <w:pPr>
              <w:ind w:left="144" w:right="144"/>
            </w:pPr>
          </w:p>
        </w:tc>
        <w:tc>
          <w:tcPr>
            <w:tcW w:w="1280" w:type="dxa"/>
            <w:gridSpan w:val="3"/>
            <w:tcBorders>
              <w:top w:val="nil"/>
              <w:left w:val="nil"/>
              <w:bottom w:val="nil"/>
              <w:right w:val="nil"/>
            </w:tcBorders>
          </w:tcPr>
          <w:p w14:paraId="7975474B" w14:textId="77777777" w:rsidR="009E4DD9" w:rsidRDefault="009E4DD9" w:rsidP="00CD6456">
            <w:pPr>
              <w:ind w:left="144" w:right="144"/>
            </w:pPr>
          </w:p>
        </w:tc>
        <w:tc>
          <w:tcPr>
            <w:tcW w:w="884" w:type="dxa"/>
            <w:tcBorders>
              <w:top w:val="nil"/>
              <w:left w:val="single" w:sz="2" w:space="0" w:color="000000"/>
              <w:bottom w:val="nil"/>
              <w:right w:val="nil"/>
            </w:tcBorders>
          </w:tcPr>
          <w:p w14:paraId="233CFF29" w14:textId="77777777" w:rsidR="009E4DD9" w:rsidRDefault="009E4DD9" w:rsidP="00CD6456">
            <w:pPr>
              <w:ind w:left="72" w:right="72"/>
              <w:jc w:val="center"/>
            </w:pPr>
          </w:p>
        </w:tc>
        <w:tc>
          <w:tcPr>
            <w:tcW w:w="4698" w:type="dxa"/>
            <w:gridSpan w:val="3"/>
            <w:tcBorders>
              <w:top w:val="nil"/>
              <w:left w:val="nil"/>
              <w:bottom w:val="nil"/>
              <w:right w:val="nil"/>
            </w:tcBorders>
          </w:tcPr>
          <w:p w14:paraId="7615858F" w14:textId="77777777" w:rsidR="009E4DD9" w:rsidRDefault="009E4DD9" w:rsidP="00CD6456">
            <w:pPr>
              <w:ind w:left="144" w:right="144"/>
            </w:pPr>
            <w:r>
              <w:rPr>
                <w:sz w:val="20"/>
                <w:szCs w:val="20"/>
              </w:rPr>
              <w:t>DIRECTOR</w:t>
            </w:r>
          </w:p>
        </w:tc>
      </w:tr>
      <w:tr w:rsidR="009E4DD9" w14:paraId="64CC0844" w14:textId="77777777" w:rsidTr="00CD6456">
        <w:trPr>
          <w:gridAfter w:val="1"/>
          <w:wAfter w:w="99" w:type="dxa"/>
        </w:trPr>
        <w:tc>
          <w:tcPr>
            <w:tcW w:w="1872" w:type="dxa"/>
            <w:tcBorders>
              <w:top w:val="nil"/>
              <w:left w:val="nil"/>
              <w:bottom w:val="nil"/>
              <w:right w:val="nil"/>
            </w:tcBorders>
          </w:tcPr>
          <w:p w14:paraId="6510CEBE" w14:textId="77777777" w:rsidR="009E4DD9" w:rsidRDefault="009E4DD9" w:rsidP="00CD6456">
            <w:pPr>
              <w:ind w:left="144" w:right="144"/>
            </w:pPr>
          </w:p>
        </w:tc>
        <w:tc>
          <w:tcPr>
            <w:tcW w:w="1280" w:type="dxa"/>
            <w:gridSpan w:val="3"/>
            <w:tcBorders>
              <w:top w:val="nil"/>
              <w:left w:val="nil"/>
              <w:bottom w:val="nil"/>
              <w:right w:val="nil"/>
            </w:tcBorders>
          </w:tcPr>
          <w:p w14:paraId="50D837C6" w14:textId="77777777" w:rsidR="009E4DD9" w:rsidRDefault="009E4DD9" w:rsidP="00CD6456">
            <w:pPr>
              <w:ind w:left="144" w:right="144"/>
            </w:pPr>
          </w:p>
        </w:tc>
        <w:tc>
          <w:tcPr>
            <w:tcW w:w="884" w:type="dxa"/>
            <w:tcBorders>
              <w:top w:val="nil"/>
              <w:left w:val="single" w:sz="2" w:space="0" w:color="000000"/>
              <w:bottom w:val="single" w:sz="2" w:space="0" w:color="000000"/>
              <w:right w:val="nil"/>
            </w:tcBorders>
          </w:tcPr>
          <w:p w14:paraId="11E07E39" w14:textId="77777777" w:rsidR="009E4DD9" w:rsidRDefault="009E4DD9" w:rsidP="00CD6456">
            <w:pPr>
              <w:ind w:left="72" w:right="72"/>
              <w:jc w:val="center"/>
            </w:pPr>
            <w:r>
              <w:rPr>
                <w:sz w:val="20"/>
                <w:szCs w:val="20"/>
              </w:rPr>
              <w:t xml:space="preserve"> </w:t>
            </w:r>
          </w:p>
        </w:tc>
        <w:tc>
          <w:tcPr>
            <w:tcW w:w="4698" w:type="dxa"/>
            <w:gridSpan w:val="3"/>
            <w:tcBorders>
              <w:top w:val="nil"/>
              <w:left w:val="nil"/>
              <w:bottom w:val="nil"/>
              <w:right w:val="nil"/>
            </w:tcBorders>
          </w:tcPr>
          <w:p w14:paraId="6C571BA2" w14:textId="7C157B7E" w:rsidR="009E4DD9" w:rsidRDefault="009E4DD9" w:rsidP="00CD6456">
            <w:pPr>
              <w:ind w:left="144" w:right="144"/>
            </w:pPr>
            <w:r>
              <w:rPr>
                <w:sz w:val="20"/>
                <w:szCs w:val="20"/>
              </w:rPr>
              <w:t xml:space="preserve">Grey Towers &amp; Pinchot </w:t>
            </w:r>
            <w:r w:rsidR="00BA16D8">
              <w:rPr>
                <w:sz w:val="20"/>
                <w:szCs w:val="20"/>
              </w:rPr>
              <w:t>Institute</w:t>
            </w:r>
          </w:p>
        </w:tc>
      </w:tr>
      <w:tr w:rsidR="009E4DD9" w14:paraId="1A95E0D9" w14:textId="77777777" w:rsidTr="00CD6456">
        <w:trPr>
          <w:gridAfter w:val="1"/>
          <w:wAfter w:w="99" w:type="dxa"/>
        </w:trPr>
        <w:tc>
          <w:tcPr>
            <w:tcW w:w="1872" w:type="dxa"/>
            <w:tcBorders>
              <w:top w:val="nil"/>
              <w:left w:val="nil"/>
              <w:bottom w:val="nil"/>
              <w:right w:val="nil"/>
            </w:tcBorders>
          </w:tcPr>
          <w:p w14:paraId="026600A2" w14:textId="77777777" w:rsidR="009E4DD9" w:rsidRDefault="009E4DD9" w:rsidP="00CD6456">
            <w:pPr>
              <w:ind w:left="144" w:right="144"/>
            </w:pPr>
          </w:p>
        </w:tc>
        <w:tc>
          <w:tcPr>
            <w:tcW w:w="1280" w:type="dxa"/>
            <w:gridSpan w:val="3"/>
            <w:tcBorders>
              <w:top w:val="nil"/>
              <w:left w:val="nil"/>
              <w:bottom w:val="nil"/>
              <w:right w:val="nil"/>
            </w:tcBorders>
          </w:tcPr>
          <w:p w14:paraId="1E32F7DB" w14:textId="77777777" w:rsidR="009E4DD9" w:rsidRDefault="009E4DD9" w:rsidP="00CD6456">
            <w:pPr>
              <w:ind w:left="144" w:right="144"/>
            </w:pPr>
          </w:p>
        </w:tc>
        <w:tc>
          <w:tcPr>
            <w:tcW w:w="884" w:type="dxa"/>
            <w:tcBorders>
              <w:top w:val="nil"/>
              <w:left w:val="single" w:sz="2" w:space="0" w:color="000000"/>
              <w:bottom w:val="nil"/>
              <w:right w:val="nil"/>
            </w:tcBorders>
          </w:tcPr>
          <w:p w14:paraId="245B5E76" w14:textId="77777777" w:rsidR="009E4DD9" w:rsidRDefault="009E4DD9" w:rsidP="00CD6456">
            <w:pPr>
              <w:ind w:left="72" w:right="72"/>
              <w:jc w:val="center"/>
            </w:pPr>
          </w:p>
        </w:tc>
        <w:tc>
          <w:tcPr>
            <w:tcW w:w="4698" w:type="dxa"/>
            <w:gridSpan w:val="3"/>
            <w:tcBorders>
              <w:top w:val="nil"/>
              <w:left w:val="nil"/>
              <w:bottom w:val="nil"/>
              <w:right w:val="nil"/>
            </w:tcBorders>
          </w:tcPr>
          <w:p w14:paraId="60438D70" w14:textId="77777777" w:rsidR="009E4DD9" w:rsidRDefault="009E4DD9" w:rsidP="00CD6456">
            <w:pPr>
              <w:ind w:left="144" w:right="144"/>
            </w:pPr>
            <w:r>
              <w:rPr>
                <w:sz w:val="20"/>
                <w:szCs w:val="20"/>
              </w:rPr>
              <w:t>11 42 51</w:t>
            </w:r>
          </w:p>
        </w:tc>
      </w:tr>
      <w:tr w:rsidR="009E4DD9" w14:paraId="1BE05BA4" w14:textId="77777777" w:rsidTr="00CD6456">
        <w:trPr>
          <w:gridAfter w:val="1"/>
          <w:wAfter w:w="99" w:type="dxa"/>
        </w:trPr>
        <w:tc>
          <w:tcPr>
            <w:tcW w:w="1872" w:type="dxa"/>
            <w:tcBorders>
              <w:top w:val="nil"/>
              <w:left w:val="nil"/>
              <w:bottom w:val="nil"/>
              <w:right w:val="nil"/>
            </w:tcBorders>
          </w:tcPr>
          <w:p w14:paraId="02DFB289" w14:textId="77777777" w:rsidR="009E4DD9" w:rsidRDefault="009E4DD9" w:rsidP="00CD6456">
            <w:pPr>
              <w:ind w:left="144" w:right="144"/>
            </w:pPr>
          </w:p>
        </w:tc>
        <w:tc>
          <w:tcPr>
            <w:tcW w:w="1280" w:type="dxa"/>
            <w:gridSpan w:val="3"/>
            <w:tcBorders>
              <w:top w:val="nil"/>
              <w:left w:val="nil"/>
              <w:bottom w:val="nil"/>
              <w:right w:val="nil"/>
            </w:tcBorders>
          </w:tcPr>
          <w:p w14:paraId="5AD0F31B" w14:textId="77777777" w:rsidR="009E4DD9" w:rsidRDefault="009E4DD9" w:rsidP="00CD6456">
            <w:pPr>
              <w:ind w:left="144" w:right="144"/>
            </w:pPr>
          </w:p>
        </w:tc>
        <w:tc>
          <w:tcPr>
            <w:tcW w:w="884" w:type="dxa"/>
            <w:tcBorders>
              <w:top w:val="nil"/>
              <w:left w:val="single" w:sz="2" w:space="0" w:color="000000"/>
              <w:bottom w:val="nil"/>
              <w:right w:val="nil"/>
            </w:tcBorders>
          </w:tcPr>
          <w:p w14:paraId="1D0B3BA3" w14:textId="77777777" w:rsidR="009E4DD9" w:rsidRDefault="009E4DD9" w:rsidP="00CD6456">
            <w:pPr>
              <w:ind w:left="72" w:right="72"/>
              <w:jc w:val="center"/>
            </w:pPr>
          </w:p>
        </w:tc>
        <w:tc>
          <w:tcPr>
            <w:tcW w:w="4698" w:type="dxa"/>
            <w:gridSpan w:val="3"/>
            <w:tcBorders>
              <w:top w:val="nil"/>
              <w:left w:val="nil"/>
              <w:bottom w:val="nil"/>
              <w:right w:val="nil"/>
            </w:tcBorders>
          </w:tcPr>
          <w:p w14:paraId="52FBAB1D" w14:textId="77777777" w:rsidR="009E4DD9" w:rsidRDefault="009E4DD9" w:rsidP="00CD6456">
            <w:pPr>
              <w:ind w:left="144" w:right="144"/>
            </w:pPr>
          </w:p>
        </w:tc>
      </w:tr>
      <w:tr w:rsidR="009E4DD9" w14:paraId="55C67902" w14:textId="77777777" w:rsidTr="00CD6456">
        <w:trPr>
          <w:gridAfter w:val="1"/>
          <w:wAfter w:w="99" w:type="dxa"/>
        </w:trPr>
        <w:tc>
          <w:tcPr>
            <w:tcW w:w="1872" w:type="dxa"/>
            <w:tcBorders>
              <w:top w:val="nil"/>
              <w:left w:val="nil"/>
              <w:bottom w:val="nil"/>
              <w:right w:val="nil"/>
            </w:tcBorders>
          </w:tcPr>
          <w:p w14:paraId="09286FD5" w14:textId="77777777" w:rsidR="009E4DD9" w:rsidRDefault="009E4DD9" w:rsidP="00CD6456">
            <w:pPr>
              <w:ind w:left="144" w:right="144"/>
            </w:pPr>
          </w:p>
        </w:tc>
        <w:tc>
          <w:tcPr>
            <w:tcW w:w="1280" w:type="dxa"/>
            <w:gridSpan w:val="3"/>
            <w:tcBorders>
              <w:top w:val="nil"/>
              <w:left w:val="nil"/>
              <w:bottom w:val="nil"/>
              <w:right w:val="nil"/>
            </w:tcBorders>
          </w:tcPr>
          <w:p w14:paraId="6F56FC44" w14:textId="77777777" w:rsidR="009E4DD9" w:rsidRDefault="009E4DD9" w:rsidP="00CD6456">
            <w:pPr>
              <w:ind w:left="144" w:right="144"/>
            </w:pPr>
          </w:p>
        </w:tc>
        <w:tc>
          <w:tcPr>
            <w:tcW w:w="884" w:type="dxa"/>
            <w:tcBorders>
              <w:top w:val="nil"/>
              <w:left w:val="single" w:sz="2" w:space="0" w:color="000000"/>
              <w:bottom w:val="nil"/>
              <w:right w:val="nil"/>
            </w:tcBorders>
          </w:tcPr>
          <w:p w14:paraId="7718BE40" w14:textId="77777777" w:rsidR="009E4DD9" w:rsidRDefault="009E4DD9" w:rsidP="00CD6456">
            <w:pPr>
              <w:ind w:left="72" w:right="72"/>
              <w:jc w:val="center"/>
            </w:pPr>
          </w:p>
        </w:tc>
        <w:tc>
          <w:tcPr>
            <w:tcW w:w="4698" w:type="dxa"/>
            <w:gridSpan w:val="3"/>
            <w:tcBorders>
              <w:top w:val="nil"/>
              <w:left w:val="nil"/>
              <w:bottom w:val="nil"/>
              <w:right w:val="nil"/>
            </w:tcBorders>
          </w:tcPr>
          <w:p w14:paraId="0B479FB4" w14:textId="77777777" w:rsidR="009E4DD9" w:rsidRDefault="009E4DD9" w:rsidP="00CD6456">
            <w:pPr>
              <w:ind w:left="144" w:right="144"/>
            </w:pPr>
            <w:r>
              <w:rPr>
                <w:sz w:val="20"/>
                <w:szCs w:val="20"/>
              </w:rPr>
              <w:t>ASSISTANT DIRECTOR</w:t>
            </w:r>
          </w:p>
        </w:tc>
      </w:tr>
      <w:tr w:rsidR="009E4DD9" w14:paraId="67D8701D" w14:textId="77777777" w:rsidTr="00CD6456">
        <w:trPr>
          <w:gridAfter w:val="1"/>
          <w:wAfter w:w="99" w:type="dxa"/>
        </w:trPr>
        <w:tc>
          <w:tcPr>
            <w:tcW w:w="1872" w:type="dxa"/>
            <w:tcBorders>
              <w:top w:val="nil"/>
              <w:left w:val="nil"/>
              <w:bottom w:val="nil"/>
              <w:right w:val="nil"/>
            </w:tcBorders>
          </w:tcPr>
          <w:p w14:paraId="3A1D198B" w14:textId="77777777" w:rsidR="009E4DD9" w:rsidRDefault="009E4DD9" w:rsidP="00CD6456">
            <w:pPr>
              <w:ind w:left="144" w:right="144"/>
            </w:pPr>
          </w:p>
        </w:tc>
        <w:tc>
          <w:tcPr>
            <w:tcW w:w="1280" w:type="dxa"/>
            <w:gridSpan w:val="3"/>
            <w:tcBorders>
              <w:top w:val="nil"/>
              <w:left w:val="nil"/>
              <w:bottom w:val="nil"/>
              <w:right w:val="nil"/>
            </w:tcBorders>
          </w:tcPr>
          <w:p w14:paraId="0969BED8" w14:textId="77777777" w:rsidR="009E4DD9" w:rsidRDefault="009E4DD9" w:rsidP="00CD6456">
            <w:pPr>
              <w:ind w:left="144" w:right="144"/>
            </w:pPr>
          </w:p>
        </w:tc>
        <w:tc>
          <w:tcPr>
            <w:tcW w:w="884" w:type="dxa"/>
            <w:tcBorders>
              <w:top w:val="nil"/>
              <w:left w:val="single" w:sz="2" w:space="0" w:color="000000"/>
              <w:bottom w:val="single" w:sz="2" w:space="0" w:color="000000"/>
              <w:right w:val="nil"/>
            </w:tcBorders>
          </w:tcPr>
          <w:p w14:paraId="38CB13AD" w14:textId="77777777" w:rsidR="009E4DD9" w:rsidRDefault="009E4DD9" w:rsidP="00CD6456">
            <w:pPr>
              <w:ind w:left="72" w:right="72"/>
              <w:jc w:val="center"/>
            </w:pPr>
          </w:p>
        </w:tc>
        <w:tc>
          <w:tcPr>
            <w:tcW w:w="4698" w:type="dxa"/>
            <w:gridSpan w:val="3"/>
            <w:tcBorders>
              <w:top w:val="nil"/>
              <w:left w:val="nil"/>
              <w:bottom w:val="nil"/>
              <w:right w:val="nil"/>
            </w:tcBorders>
          </w:tcPr>
          <w:p w14:paraId="61BE97F5" w14:textId="0FC93280" w:rsidR="009E4DD9" w:rsidRDefault="009E4DD9" w:rsidP="00CD6456">
            <w:pPr>
              <w:ind w:left="144" w:right="144"/>
            </w:pPr>
            <w:r>
              <w:rPr>
                <w:sz w:val="20"/>
                <w:szCs w:val="20"/>
              </w:rPr>
              <w:t xml:space="preserve">Forest Management &amp; </w:t>
            </w:r>
            <w:r w:rsidR="00BA16D8">
              <w:rPr>
                <w:sz w:val="20"/>
                <w:szCs w:val="20"/>
              </w:rPr>
              <w:t>Utilization</w:t>
            </w:r>
          </w:p>
        </w:tc>
      </w:tr>
      <w:tr w:rsidR="009E4DD9" w14:paraId="100C256D" w14:textId="77777777" w:rsidTr="00CD6456">
        <w:trPr>
          <w:gridAfter w:val="1"/>
          <w:wAfter w:w="99" w:type="dxa"/>
        </w:trPr>
        <w:tc>
          <w:tcPr>
            <w:tcW w:w="1872" w:type="dxa"/>
            <w:tcBorders>
              <w:top w:val="nil"/>
              <w:left w:val="nil"/>
              <w:bottom w:val="nil"/>
              <w:right w:val="nil"/>
            </w:tcBorders>
          </w:tcPr>
          <w:p w14:paraId="7551E7C4" w14:textId="77777777" w:rsidR="009E4DD9" w:rsidRDefault="009E4DD9" w:rsidP="00CD6456">
            <w:pPr>
              <w:ind w:left="144" w:right="144"/>
            </w:pPr>
          </w:p>
        </w:tc>
        <w:tc>
          <w:tcPr>
            <w:tcW w:w="1280" w:type="dxa"/>
            <w:gridSpan w:val="3"/>
            <w:tcBorders>
              <w:top w:val="nil"/>
              <w:left w:val="nil"/>
              <w:bottom w:val="nil"/>
              <w:right w:val="nil"/>
            </w:tcBorders>
          </w:tcPr>
          <w:p w14:paraId="6235453C" w14:textId="77777777" w:rsidR="009E4DD9" w:rsidRDefault="009E4DD9" w:rsidP="00CD6456">
            <w:pPr>
              <w:ind w:left="144" w:right="144"/>
            </w:pPr>
          </w:p>
        </w:tc>
        <w:tc>
          <w:tcPr>
            <w:tcW w:w="884" w:type="dxa"/>
            <w:tcBorders>
              <w:top w:val="nil"/>
              <w:left w:val="single" w:sz="2" w:space="0" w:color="000000"/>
              <w:bottom w:val="nil"/>
              <w:right w:val="nil"/>
            </w:tcBorders>
          </w:tcPr>
          <w:p w14:paraId="30ADF287" w14:textId="77777777" w:rsidR="009E4DD9" w:rsidRDefault="009E4DD9" w:rsidP="00CD6456">
            <w:pPr>
              <w:ind w:left="72" w:right="72"/>
              <w:jc w:val="center"/>
            </w:pPr>
          </w:p>
        </w:tc>
        <w:tc>
          <w:tcPr>
            <w:tcW w:w="4698" w:type="dxa"/>
            <w:gridSpan w:val="3"/>
            <w:tcBorders>
              <w:top w:val="nil"/>
              <w:left w:val="nil"/>
              <w:bottom w:val="nil"/>
              <w:right w:val="nil"/>
            </w:tcBorders>
          </w:tcPr>
          <w:p w14:paraId="1C3DF5D1" w14:textId="77777777" w:rsidR="009E4DD9" w:rsidRDefault="009E4DD9" w:rsidP="00CD6456">
            <w:pPr>
              <w:ind w:left="144" w:right="144"/>
            </w:pPr>
            <w:r>
              <w:rPr>
                <w:sz w:val="20"/>
                <w:szCs w:val="20"/>
              </w:rPr>
              <w:t>11 42 52</w:t>
            </w:r>
          </w:p>
        </w:tc>
      </w:tr>
      <w:tr w:rsidR="009E4DD9" w14:paraId="23997972" w14:textId="77777777" w:rsidTr="00CD6456">
        <w:trPr>
          <w:gridAfter w:val="1"/>
          <w:wAfter w:w="99" w:type="dxa"/>
        </w:trPr>
        <w:tc>
          <w:tcPr>
            <w:tcW w:w="1872" w:type="dxa"/>
            <w:tcBorders>
              <w:top w:val="nil"/>
              <w:left w:val="nil"/>
              <w:bottom w:val="nil"/>
              <w:right w:val="nil"/>
            </w:tcBorders>
          </w:tcPr>
          <w:p w14:paraId="3D04798D" w14:textId="77777777" w:rsidR="009E4DD9" w:rsidRDefault="009E4DD9" w:rsidP="00CD6456">
            <w:pPr>
              <w:ind w:left="144" w:right="144"/>
            </w:pPr>
          </w:p>
        </w:tc>
        <w:tc>
          <w:tcPr>
            <w:tcW w:w="1280" w:type="dxa"/>
            <w:gridSpan w:val="3"/>
            <w:tcBorders>
              <w:top w:val="nil"/>
              <w:left w:val="nil"/>
              <w:bottom w:val="nil"/>
              <w:right w:val="nil"/>
            </w:tcBorders>
          </w:tcPr>
          <w:p w14:paraId="6FB7DD7A" w14:textId="77777777" w:rsidR="009E4DD9" w:rsidRDefault="009E4DD9" w:rsidP="00CD6456">
            <w:pPr>
              <w:ind w:left="144" w:right="144"/>
            </w:pPr>
          </w:p>
        </w:tc>
        <w:tc>
          <w:tcPr>
            <w:tcW w:w="884" w:type="dxa"/>
            <w:tcBorders>
              <w:top w:val="nil"/>
              <w:left w:val="single" w:sz="2" w:space="0" w:color="000000"/>
              <w:bottom w:val="nil"/>
              <w:right w:val="nil"/>
            </w:tcBorders>
          </w:tcPr>
          <w:p w14:paraId="7BB8878E" w14:textId="77777777" w:rsidR="009E4DD9" w:rsidRDefault="009E4DD9" w:rsidP="00CD6456">
            <w:pPr>
              <w:ind w:left="72" w:right="72"/>
              <w:jc w:val="center"/>
            </w:pPr>
          </w:p>
        </w:tc>
        <w:tc>
          <w:tcPr>
            <w:tcW w:w="4698" w:type="dxa"/>
            <w:gridSpan w:val="3"/>
            <w:tcBorders>
              <w:top w:val="nil"/>
              <w:left w:val="nil"/>
              <w:bottom w:val="nil"/>
              <w:right w:val="nil"/>
            </w:tcBorders>
          </w:tcPr>
          <w:p w14:paraId="713544B3" w14:textId="77777777" w:rsidR="009E4DD9" w:rsidRDefault="009E4DD9" w:rsidP="00CD6456">
            <w:pPr>
              <w:ind w:left="144" w:right="144"/>
            </w:pPr>
          </w:p>
        </w:tc>
      </w:tr>
      <w:tr w:rsidR="009E4DD9" w14:paraId="740B1B14" w14:textId="77777777" w:rsidTr="00CD6456">
        <w:trPr>
          <w:gridAfter w:val="1"/>
          <w:wAfter w:w="99" w:type="dxa"/>
        </w:trPr>
        <w:tc>
          <w:tcPr>
            <w:tcW w:w="1872" w:type="dxa"/>
            <w:tcBorders>
              <w:top w:val="nil"/>
              <w:left w:val="nil"/>
              <w:bottom w:val="nil"/>
              <w:right w:val="nil"/>
            </w:tcBorders>
          </w:tcPr>
          <w:p w14:paraId="51D4CBFA" w14:textId="77777777" w:rsidR="009E4DD9" w:rsidRDefault="009E4DD9" w:rsidP="00CD6456">
            <w:pPr>
              <w:ind w:left="144" w:right="144"/>
            </w:pPr>
          </w:p>
        </w:tc>
        <w:tc>
          <w:tcPr>
            <w:tcW w:w="1280" w:type="dxa"/>
            <w:gridSpan w:val="3"/>
            <w:tcBorders>
              <w:top w:val="nil"/>
              <w:left w:val="nil"/>
              <w:bottom w:val="nil"/>
              <w:right w:val="nil"/>
            </w:tcBorders>
          </w:tcPr>
          <w:p w14:paraId="6BA20D2F" w14:textId="77777777" w:rsidR="009E4DD9" w:rsidRDefault="009E4DD9" w:rsidP="00CD6456">
            <w:pPr>
              <w:ind w:left="144" w:right="144"/>
            </w:pPr>
          </w:p>
        </w:tc>
        <w:tc>
          <w:tcPr>
            <w:tcW w:w="884" w:type="dxa"/>
            <w:tcBorders>
              <w:top w:val="nil"/>
              <w:left w:val="single" w:sz="2" w:space="0" w:color="000000"/>
              <w:bottom w:val="nil"/>
              <w:right w:val="nil"/>
            </w:tcBorders>
          </w:tcPr>
          <w:p w14:paraId="42E0BC56" w14:textId="77777777" w:rsidR="009E4DD9" w:rsidRDefault="009E4DD9" w:rsidP="00CD6456">
            <w:pPr>
              <w:ind w:left="72" w:right="72"/>
              <w:jc w:val="center"/>
            </w:pPr>
          </w:p>
        </w:tc>
        <w:tc>
          <w:tcPr>
            <w:tcW w:w="4698" w:type="dxa"/>
            <w:gridSpan w:val="3"/>
            <w:tcBorders>
              <w:top w:val="nil"/>
              <w:left w:val="nil"/>
              <w:bottom w:val="nil"/>
              <w:right w:val="nil"/>
            </w:tcBorders>
          </w:tcPr>
          <w:p w14:paraId="42A5F740" w14:textId="77777777" w:rsidR="009E4DD9" w:rsidRDefault="009E4DD9" w:rsidP="00CD6456">
            <w:pPr>
              <w:ind w:left="144" w:right="144"/>
            </w:pPr>
            <w:r>
              <w:rPr>
                <w:sz w:val="20"/>
                <w:szCs w:val="20"/>
              </w:rPr>
              <w:t>ASSISTANT DIRECTOR</w:t>
            </w:r>
          </w:p>
        </w:tc>
      </w:tr>
      <w:tr w:rsidR="009E4DD9" w14:paraId="1F55A6BE" w14:textId="77777777" w:rsidTr="00CD6456">
        <w:trPr>
          <w:gridAfter w:val="1"/>
          <w:wAfter w:w="99" w:type="dxa"/>
        </w:trPr>
        <w:tc>
          <w:tcPr>
            <w:tcW w:w="1872" w:type="dxa"/>
            <w:tcBorders>
              <w:top w:val="nil"/>
              <w:left w:val="nil"/>
              <w:bottom w:val="nil"/>
              <w:right w:val="nil"/>
            </w:tcBorders>
          </w:tcPr>
          <w:p w14:paraId="691ABD62" w14:textId="77777777" w:rsidR="009E4DD9" w:rsidRDefault="009E4DD9" w:rsidP="00CD6456">
            <w:pPr>
              <w:ind w:left="144" w:right="144"/>
            </w:pPr>
          </w:p>
        </w:tc>
        <w:tc>
          <w:tcPr>
            <w:tcW w:w="1280" w:type="dxa"/>
            <w:gridSpan w:val="3"/>
            <w:tcBorders>
              <w:top w:val="nil"/>
              <w:left w:val="nil"/>
              <w:bottom w:val="nil"/>
              <w:right w:val="nil"/>
            </w:tcBorders>
          </w:tcPr>
          <w:p w14:paraId="41E040D4" w14:textId="77777777" w:rsidR="009E4DD9" w:rsidRDefault="009E4DD9" w:rsidP="00CD6456">
            <w:pPr>
              <w:ind w:left="144" w:right="144"/>
            </w:pPr>
          </w:p>
        </w:tc>
        <w:tc>
          <w:tcPr>
            <w:tcW w:w="884" w:type="dxa"/>
            <w:tcBorders>
              <w:top w:val="nil"/>
              <w:left w:val="single" w:sz="2" w:space="0" w:color="000000"/>
              <w:bottom w:val="single" w:sz="2" w:space="0" w:color="000000"/>
              <w:right w:val="nil"/>
            </w:tcBorders>
          </w:tcPr>
          <w:p w14:paraId="5323D1E4" w14:textId="77777777" w:rsidR="009E4DD9" w:rsidRDefault="009E4DD9" w:rsidP="00CD6456">
            <w:pPr>
              <w:ind w:left="72" w:right="72"/>
              <w:jc w:val="center"/>
            </w:pPr>
            <w:r>
              <w:rPr>
                <w:sz w:val="20"/>
                <w:szCs w:val="20"/>
              </w:rPr>
              <w:t xml:space="preserve"> </w:t>
            </w:r>
          </w:p>
        </w:tc>
        <w:tc>
          <w:tcPr>
            <w:tcW w:w="4698" w:type="dxa"/>
            <w:gridSpan w:val="3"/>
            <w:tcBorders>
              <w:top w:val="nil"/>
              <w:left w:val="nil"/>
              <w:bottom w:val="nil"/>
              <w:right w:val="nil"/>
            </w:tcBorders>
          </w:tcPr>
          <w:p w14:paraId="2037FF9B" w14:textId="77777777" w:rsidR="009E4DD9" w:rsidRDefault="009E4DD9" w:rsidP="00CD6456">
            <w:pPr>
              <w:ind w:left="144" w:right="144"/>
            </w:pPr>
            <w:r>
              <w:rPr>
                <w:sz w:val="20"/>
                <w:szCs w:val="20"/>
              </w:rPr>
              <w:t>Forest Pest Management</w:t>
            </w:r>
          </w:p>
        </w:tc>
      </w:tr>
      <w:tr w:rsidR="009E4DD9" w14:paraId="048F2EAE" w14:textId="77777777" w:rsidTr="00CD6456">
        <w:trPr>
          <w:gridAfter w:val="1"/>
          <w:wAfter w:w="99" w:type="dxa"/>
        </w:trPr>
        <w:tc>
          <w:tcPr>
            <w:tcW w:w="1872" w:type="dxa"/>
            <w:tcBorders>
              <w:top w:val="nil"/>
              <w:left w:val="nil"/>
              <w:bottom w:val="nil"/>
              <w:right w:val="nil"/>
            </w:tcBorders>
          </w:tcPr>
          <w:p w14:paraId="33EA7ACD" w14:textId="77777777" w:rsidR="009E4DD9" w:rsidRDefault="009E4DD9" w:rsidP="00CD6456">
            <w:pPr>
              <w:ind w:left="144" w:right="144"/>
            </w:pPr>
          </w:p>
        </w:tc>
        <w:tc>
          <w:tcPr>
            <w:tcW w:w="1280" w:type="dxa"/>
            <w:gridSpan w:val="3"/>
            <w:tcBorders>
              <w:top w:val="nil"/>
              <w:left w:val="nil"/>
              <w:bottom w:val="nil"/>
              <w:right w:val="nil"/>
            </w:tcBorders>
          </w:tcPr>
          <w:p w14:paraId="4575D1A8" w14:textId="77777777" w:rsidR="009E4DD9" w:rsidRDefault="009E4DD9" w:rsidP="00CD6456">
            <w:pPr>
              <w:ind w:left="144" w:right="144"/>
            </w:pPr>
          </w:p>
        </w:tc>
        <w:tc>
          <w:tcPr>
            <w:tcW w:w="884" w:type="dxa"/>
            <w:tcBorders>
              <w:top w:val="nil"/>
              <w:left w:val="single" w:sz="2" w:space="0" w:color="000000"/>
              <w:bottom w:val="nil"/>
              <w:right w:val="nil"/>
            </w:tcBorders>
          </w:tcPr>
          <w:p w14:paraId="53F8E2F0" w14:textId="77777777" w:rsidR="009E4DD9" w:rsidRDefault="009E4DD9" w:rsidP="00CD6456">
            <w:pPr>
              <w:ind w:left="72" w:right="72"/>
              <w:jc w:val="center"/>
            </w:pPr>
          </w:p>
        </w:tc>
        <w:tc>
          <w:tcPr>
            <w:tcW w:w="4698" w:type="dxa"/>
            <w:gridSpan w:val="3"/>
            <w:tcBorders>
              <w:top w:val="nil"/>
              <w:left w:val="nil"/>
              <w:bottom w:val="nil"/>
              <w:right w:val="nil"/>
            </w:tcBorders>
          </w:tcPr>
          <w:p w14:paraId="0E26E0EA" w14:textId="77777777" w:rsidR="009E4DD9" w:rsidRDefault="009E4DD9" w:rsidP="00CD6456">
            <w:pPr>
              <w:ind w:left="144" w:right="144"/>
            </w:pPr>
            <w:r>
              <w:rPr>
                <w:sz w:val="20"/>
                <w:szCs w:val="20"/>
              </w:rPr>
              <w:t>11 42 53</w:t>
            </w:r>
          </w:p>
        </w:tc>
      </w:tr>
      <w:tr w:rsidR="009E4DD9" w14:paraId="73475713" w14:textId="77777777" w:rsidTr="00CD6456">
        <w:trPr>
          <w:gridAfter w:val="1"/>
          <w:wAfter w:w="99" w:type="dxa"/>
        </w:trPr>
        <w:tc>
          <w:tcPr>
            <w:tcW w:w="1872" w:type="dxa"/>
            <w:tcBorders>
              <w:top w:val="nil"/>
              <w:left w:val="nil"/>
              <w:bottom w:val="nil"/>
              <w:right w:val="nil"/>
            </w:tcBorders>
          </w:tcPr>
          <w:p w14:paraId="03FE6922" w14:textId="77777777" w:rsidR="009E4DD9" w:rsidRDefault="009E4DD9" w:rsidP="00CD6456">
            <w:pPr>
              <w:ind w:left="144" w:right="144"/>
            </w:pPr>
          </w:p>
        </w:tc>
        <w:tc>
          <w:tcPr>
            <w:tcW w:w="1280" w:type="dxa"/>
            <w:gridSpan w:val="3"/>
            <w:tcBorders>
              <w:top w:val="nil"/>
              <w:left w:val="nil"/>
              <w:bottom w:val="nil"/>
              <w:right w:val="nil"/>
            </w:tcBorders>
          </w:tcPr>
          <w:p w14:paraId="5213FF5D" w14:textId="77777777" w:rsidR="009E4DD9" w:rsidRDefault="009E4DD9" w:rsidP="00CD6456">
            <w:pPr>
              <w:ind w:left="144" w:right="144"/>
            </w:pPr>
          </w:p>
        </w:tc>
        <w:tc>
          <w:tcPr>
            <w:tcW w:w="884" w:type="dxa"/>
            <w:tcBorders>
              <w:top w:val="nil"/>
              <w:left w:val="single" w:sz="2" w:space="0" w:color="000000"/>
              <w:bottom w:val="nil"/>
              <w:right w:val="nil"/>
            </w:tcBorders>
          </w:tcPr>
          <w:p w14:paraId="64386D99" w14:textId="77777777" w:rsidR="009E4DD9" w:rsidRDefault="009E4DD9" w:rsidP="00CD6456">
            <w:pPr>
              <w:ind w:left="72" w:right="72"/>
              <w:jc w:val="center"/>
            </w:pPr>
          </w:p>
        </w:tc>
        <w:tc>
          <w:tcPr>
            <w:tcW w:w="4698" w:type="dxa"/>
            <w:gridSpan w:val="3"/>
            <w:tcBorders>
              <w:top w:val="nil"/>
              <w:left w:val="nil"/>
              <w:bottom w:val="nil"/>
              <w:right w:val="nil"/>
            </w:tcBorders>
          </w:tcPr>
          <w:p w14:paraId="63D1661D" w14:textId="77777777" w:rsidR="009E4DD9" w:rsidRDefault="009E4DD9" w:rsidP="00CD6456">
            <w:pPr>
              <w:ind w:left="144" w:right="144"/>
            </w:pPr>
          </w:p>
        </w:tc>
      </w:tr>
      <w:tr w:rsidR="009E4DD9" w14:paraId="3F2E8EBC" w14:textId="77777777" w:rsidTr="00CD6456">
        <w:trPr>
          <w:gridAfter w:val="1"/>
          <w:wAfter w:w="99" w:type="dxa"/>
        </w:trPr>
        <w:tc>
          <w:tcPr>
            <w:tcW w:w="1872" w:type="dxa"/>
            <w:tcBorders>
              <w:top w:val="nil"/>
              <w:left w:val="nil"/>
              <w:bottom w:val="nil"/>
              <w:right w:val="nil"/>
            </w:tcBorders>
          </w:tcPr>
          <w:p w14:paraId="12E46D5D" w14:textId="77777777" w:rsidR="009E4DD9" w:rsidRDefault="009E4DD9" w:rsidP="00CD6456">
            <w:pPr>
              <w:ind w:left="144" w:right="144"/>
            </w:pPr>
          </w:p>
        </w:tc>
        <w:tc>
          <w:tcPr>
            <w:tcW w:w="1280" w:type="dxa"/>
            <w:gridSpan w:val="3"/>
            <w:tcBorders>
              <w:top w:val="nil"/>
              <w:left w:val="nil"/>
              <w:bottom w:val="nil"/>
              <w:right w:val="nil"/>
            </w:tcBorders>
          </w:tcPr>
          <w:p w14:paraId="60444D31" w14:textId="77777777" w:rsidR="009E4DD9" w:rsidRDefault="009E4DD9" w:rsidP="00CD6456">
            <w:pPr>
              <w:ind w:left="144" w:right="144"/>
            </w:pPr>
          </w:p>
        </w:tc>
        <w:tc>
          <w:tcPr>
            <w:tcW w:w="884" w:type="dxa"/>
            <w:tcBorders>
              <w:top w:val="nil"/>
              <w:left w:val="single" w:sz="2" w:space="0" w:color="000000"/>
              <w:bottom w:val="nil"/>
              <w:right w:val="nil"/>
            </w:tcBorders>
          </w:tcPr>
          <w:p w14:paraId="37524AC9" w14:textId="77777777" w:rsidR="009E4DD9" w:rsidRDefault="009E4DD9" w:rsidP="00CD6456">
            <w:pPr>
              <w:ind w:left="72" w:right="72"/>
              <w:jc w:val="center"/>
            </w:pPr>
            <w:r>
              <w:rPr>
                <w:sz w:val="20"/>
                <w:szCs w:val="20"/>
              </w:rPr>
              <w:t xml:space="preserve"> </w:t>
            </w:r>
          </w:p>
        </w:tc>
        <w:tc>
          <w:tcPr>
            <w:tcW w:w="4698" w:type="dxa"/>
            <w:gridSpan w:val="3"/>
            <w:tcBorders>
              <w:top w:val="nil"/>
              <w:left w:val="nil"/>
              <w:bottom w:val="nil"/>
              <w:right w:val="nil"/>
            </w:tcBorders>
          </w:tcPr>
          <w:p w14:paraId="6B0BCFC4" w14:textId="77777777" w:rsidR="009E4DD9" w:rsidRDefault="009E4DD9" w:rsidP="00CD6456">
            <w:pPr>
              <w:ind w:left="144" w:right="144"/>
            </w:pPr>
            <w:r>
              <w:rPr>
                <w:sz w:val="20"/>
                <w:szCs w:val="20"/>
              </w:rPr>
              <w:t>ASSISTANT DIRECTOR</w:t>
            </w:r>
          </w:p>
        </w:tc>
      </w:tr>
      <w:tr w:rsidR="009E4DD9" w14:paraId="07EC7344" w14:textId="77777777" w:rsidTr="00CD6456">
        <w:trPr>
          <w:gridAfter w:val="1"/>
          <w:wAfter w:w="99" w:type="dxa"/>
        </w:trPr>
        <w:tc>
          <w:tcPr>
            <w:tcW w:w="1872" w:type="dxa"/>
            <w:tcBorders>
              <w:top w:val="nil"/>
              <w:left w:val="nil"/>
              <w:bottom w:val="nil"/>
              <w:right w:val="nil"/>
            </w:tcBorders>
          </w:tcPr>
          <w:p w14:paraId="782697F0" w14:textId="77777777" w:rsidR="009E4DD9" w:rsidRDefault="009E4DD9" w:rsidP="00CD6456">
            <w:pPr>
              <w:ind w:left="144" w:right="144"/>
            </w:pPr>
          </w:p>
        </w:tc>
        <w:tc>
          <w:tcPr>
            <w:tcW w:w="1280" w:type="dxa"/>
            <w:gridSpan w:val="3"/>
            <w:tcBorders>
              <w:top w:val="nil"/>
              <w:left w:val="nil"/>
              <w:bottom w:val="nil"/>
              <w:right w:val="nil"/>
            </w:tcBorders>
          </w:tcPr>
          <w:p w14:paraId="7B9FC3A0" w14:textId="77777777" w:rsidR="009E4DD9" w:rsidRDefault="009E4DD9" w:rsidP="00CD6456">
            <w:pPr>
              <w:ind w:left="144" w:right="144"/>
            </w:pPr>
          </w:p>
        </w:tc>
        <w:tc>
          <w:tcPr>
            <w:tcW w:w="884" w:type="dxa"/>
            <w:tcBorders>
              <w:top w:val="nil"/>
              <w:left w:val="single" w:sz="2" w:space="0" w:color="000000"/>
              <w:bottom w:val="single" w:sz="2" w:space="0" w:color="000000"/>
              <w:right w:val="nil"/>
            </w:tcBorders>
          </w:tcPr>
          <w:p w14:paraId="3B20D1A1" w14:textId="77777777" w:rsidR="009E4DD9" w:rsidRDefault="009E4DD9" w:rsidP="00CD6456">
            <w:pPr>
              <w:ind w:left="72" w:right="72"/>
              <w:jc w:val="center"/>
            </w:pPr>
          </w:p>
        </w:tc>
        <w:tc>
          <w:tcPr>
            <w:tcW w:w="4698" w:type="dxa"/>
            <w:gridSpan w:val="3"/>
            <w:tcBorders>
              <w:top w:val="nil"/>
              <w:left w:val="nil"/>
              <w:bottom w:val="nil"/>
              <w:right w:val="nil"/>
            </w:tcBorders>
          </w:tcPr>
          <w:p w14:paraId="7516D4BE" w14:textId="77777777" w:rsidR="009E4DD9" w:rsidRDefault="009E4DD9" w:rsidP="00CD6456">
            <w:pPr>
              <w:ind w:left="144" w:right="144"/>
            </w:pPr>
            <w:r>
              <w:rPr>
                <w:sz w:val="20"/>
                <w:szCs w:val="20"/>
              </w:rPr>
              <w:t>Cooperative Fire Protection</w:t>
            </w:r>
          </w:p>
        </w:tc>
      </w:tr>
      <w:tr w:rsidR="009E4DD9" w14:paraId="26D247C1" w14:textId="77777777" w:rsidTr="00CD6456">
        <w:trPr>
          <w:gridAfter w:val="1"/>
          <w:wAfter w:w="99" w:type="dxa"/>
        </w:trPr>
        <w:tc>
          <w:tcPr>
            <w:tcW w:w="1872" w:type="dxa"/>
            <w:tcBorders>
              <w:top w:val="nil"/>
              <w:left w:val="nil"/>
              <w:bottom w:val="nil"/>
              <w:right w:val="nil"/>
            </w:tcBorders>
          </w:tcPr>
          <w:p w14:paraId="150E9D18" w14:textId="77777777" w:rsidR="009E4DD9" w:rsidRDefault="009E4DD9" w:rsidP="00CD6456">
            <w:pPr>
              <w:ind w:left="144" w:right="144"/>
            </w:pPr>
          </w:p>
        </w:tc>
        <w:tc>
          <w:tcPr>
            <w:tcW w:w="1280" w:type="dxa"/>
            <w:gridSpan w:val="3"/>
            <w:tcBorders>
              <w:top w:val="nil"/>
              <w:left w:val="nil"/>
              <w:bottom w:val="nil"/>
              <w:right w:val="nil"/>
            </w:tcBorders>
          </w:tcPr>
          <w:p w14:paraId="6CAD6DB2" w14:textId="77777777" w:rsidR="009E4DD9" w:rsidRDefault="009E4DD9" w:rsidP="00CD6456">
            <w:pPr>
              <w:ind w:left="144" w:right="144"/>
            </w:pPr>
          </w:p>
        </w:tc>
        <w:tc>
          <w:tcPr>
            <w:tcW w:w="884" w:type="dxa"/>
            <w:tcBorders>
              <w:top w:val="nil"/>
              <w:left w:val="single" w:sz="2" w:space="0" w:color="000000"/>
              <w:bottom w:val="nil"/>
              <w:right w:val="nil"/>
            </w:tcBorders>
          </w:tcPr>
          <w:p w14:paraId="5456268C" w14:textId="77777777" w:rsidR="009E4DD9" w:rsidRDefault="009E4DD9" w:rsidP="00CD6456">
            <w:pPr>
              <w:ind w:left="72" w:right="72"/>
              <w:jc w:val="center"/>
            </w:pPr>
          </w:p>
        </w:tc>
        <w:tc>
          <w:tcPr>
            <w:tcW w:w="4698" w:type="dxa"/>
            <w:gridSpan w:val="3"/>
            <w:tcBorders>
              <w:top w:val="nil"/>
              <w:left w:val="nil"/>
              <w:bottom w:val="nil"/>
              <w:right w:val="nil"/>
            </w:tcBorders>
          </w:tcPr>
          <w:p w14:paraId="08119D75" w14:textId="77777777" w:rsidR="009E4DD9" w:rsidRDefault="009E4DD9" w:rsidP="00CD6456">
            <w:pPr>
              <w:ind w:left="144" w:right="144"/>
            </w:pPr>
            <w:r>
              <w:rPr>
                <w:sz w:val="20"/>
                <w:szCs w:val="20"/>
              </w:rPr>
              <w:t>11 42 54</w:t>
            </w:r>
          </w:p>
        </w:tc>
      </w:tr>
      <w:tr w:rsidR="009E4DD9" w14:paraId="299CA4D9" w14:textId="77777777" w:rsidTr="00CD6456">
        <w:trPr>
          <w:gridAfter w:val="1"/>
          <w:wAfter w:w="99" w:type="dxa"/>
        </w:trPr>
        <w:tc>
          <w:tcPr>
            <w:tcW w:w="1872" w:type="dxa"/>
            <w:tcBorders>
              <w:top w:val="nil"/>
              <w:left w:val="nil"/>
              <w:bottom w:val="nil"/>
              <w:right w:val="nil"/>
            </w:tcBorders>
          </w:tcPr>
          <w:p w14:paraId="6C177E11" w14:textId="77777777" w:rsidR="009E4DD9" w:rsidRDefault="009E4DD9" w:rsidP="00CD6456">
            <w:pPr>
              <w:ind w:left="144" w:right="144"/>
            </w:pPr>
          </w:p>
        </w:tc>
        <w:tc>
          <w:tcPr>
            <w:tcW w:w="1280" w:type="dxa"/>
            <w:gridSpan w:val="3"/>
            <w:tcBorders>
              <w:top w:val="nil"/>
              <w:left w:val="nil"/>
              <w:bottom w:val="nil"/>
              <w:right w:val="nil"/>
            </w:tcBorders>
          </w:tcPr>
          <w:p w14:paraId="5C4C52E7" w14:textId="77777777" w:rsidR="009E4DD9" w:rsidRDefault="009E4DD9" w:rsidP="00CD6456">
            <w:pPr>
              <w:ind w:left="144" w:right="144"/>
            </w:pPr>
          </w:p>
        </w:tc>
        <w:tc>
          <w:tcPr>
            <w:tcW w:w="884" w:type="dxa"/>
            <w:tcBorders>
              <w:top w:val="nil"/>
              <w:left w:val="single" w:sz="2" w:space="0" w:color="000000"/>
              <w:bottom w:val="nil"/>
              <w:right w:val="nil"/>
            </w:tcBorders>
          </w:tcPr>
          <w:p w14:paraId="77154427" w14:textId="77777777" w:rsidR="009E4DD9" w:rsidRDefault="009E4DD9" w:rsidP="00CD6456">
            <w:pPr>
              <w:ind w:left="72" w:right="72"/>
              <w:jc w:val="center"/>
            </w:pPr>
          </w:p>
        </w:tc>
        <w:tc>
          <w:tcPr>
            <w:tcW w:w="4698" w:type="dxa"/>
            <w:gridSpan w:val="3"/>
            <w:tcBorders>
              <w:top w:val="nil"/>
              <w:left w:val="nil"/>
              <w:bottom w:val="nil"/>
              <w:right w:val="nil"/>
            </w:tcBorders>
          </w:tcPr>
          <w:p w14:paraId="05E47D04" w14:textId="77777777" w:rsidR="009E4DD9" w:rsidRDefault="009E4DD9" w:rsidP="00CD6456">
            <w:pPr>
              <w:ind w:left="144" w:right="144"/>
            </w:pPr>
          </w:p>
        </w:tc>
      </w:tr>
      <w:tr w:rsidR="009E4DD9" w14:paraId="0201FD91" w14:textId="77777777" w:rsidTr="00CD6456">
        <w:trPr>
          <w:gridAfter w:val="1"/>
          <w:wAfter w:w="99" w:type="dxa"/>
        </w:trPr>
        <w:tc>
          <w:tcPr>
            <w:tcW w:w="1872" w:type="dxa"/>
            <w:tcBorders>
              <w:top w:val="nil"/>
              <w:left w:val="nil"/>
              <w:bottom w:val="nil"/>
              <w:right w:val="nil"/>
            </w:tcBorders>
          </w:tcPr>
          <w:p w14:paraId="796CDA9E" w14:textId="77777777" w:rsidR="009E4DD9" w:rsidRDefault="009E4DD9" w:rsidP="00CD6456">
            <w:pPr>
              <w:ind w:left="144" w:right="144"/>
            </w:pPr>
          </w:p>
        </w:tc>
        <w:tc>
          <w:tcPr>
            <w:tcW w:w="1280" w:type="dxa"/>
            <w:gridSpan w:val="3"/>
            <w:tcBorders>
              <w:top w:val="nil"/>
              <w:left w:val="nil"/>
              <w:bottom w:val="nil"/>
              <w:right w:val="nil"/>
            </w:tcBorders>
          </w:tcPr>
          <w:p w14:paraId="600BCBAB" w14:textId="77777777" w:rsidR="009E4DD9" w:rsidRDefault="009E4DD9" w:rsidP="00CD6456">
            <w:pPr>
              <w:ind w:left="144" w:right="144"/>
            </w:pPr>
          </w:p>
        </w:tc>
        <w:tc>
          <w:tcPr>
            <w:tcW w:w="884" w:type="dxa"/>
            <w:tcBorders>
              <w:top w:val="nil"/>
              <w:left w:val="single" w:sz="2" w:space="0" w:color="000000"/>
              <w:bottom w:val="nil"/>
              <w:right w:val="nil"/>
            </w:tcBorders>
          </w:tcPr>
          <w:p w14:paraId="3F914B18" w14:textId="77777777" w:rsidR="009E4DD9" w:rsidRDefault="009E4DD9" w:rsidP="00CD6456">
            <w:pPr>
              <w:ind w:left="72" w:right="72"/>
              <w:jc w:val="center"/>
            </w:pPr>
            <w:r>
              <w:rPr>
                <w:sz w:val="20"/>
                <w:szCs w:val="20"/>
              </w:rPr>
              <w:t xml:space="preserve"> </w:t>
            </w:r>
          </w:p>
        </w:tc>
        <w:tc>
          <w:tcPr>
            <w:tcW w:w="4698" w:type="dxa"/>
            <w:gridSpan w:val="3"/>
            <w:tcBorders>
              <w:top w:val="nil"/>
              <w:left w:val="nil"/>
              <w:bottom w:val="nil"/>
              <w:right w:val="nil"/>
            </w:tcBorders>
          </w:tcPr>
          <w:p w14:paraId="43FAA7BE" w14:textId="77777777" w:rsidR="009E4DD9" w:rsidRDefault="009E4DD9" w:rsidP="00CD6456">
            <w:pPr>
              <w:ind w:left="144" w:right="144"/>
            </w:pPr>
            <w:r>
              <w:rPr>
                <w:sz w:val="20"/>
                <w:szCs w:val="20"/>
              </w:rPr>
              <w:t>ASSISTANT DIRECTOR</w:t>
            </w:r>
          </w:p>
        </w:tc>
      </w:tr>
      <w:tr w:rsidR="009E4DD9" w14:paraId="75B0378F" w14:textId="77777777" w:rsidTr="00CD6456">
        <w:trPr>
          <w:gridAfter w:val="1"/>
          <w:wAfter w:w="99" w:type="dxa"/>
        </w:trPr>
        <w:tc>
          <w:tcPr>
            <w:tcW w:w="1872" w:type="dxa"/>
            <w:tcBorders>
              <w:top w:val="nil"/>
              <w:left w:val="nil"/>
              <w:bottom w:val="nil"/>
              <w:right w:val="nil"/>
            </w:tcBorders>
          </w:tcPr>
          <w:p w14:paraId="2169597A" w14:textId="77777777" w:rsidR="009E4DD9" w:rsidRDefault="009E4DD9" w:rsidP="00CD6456">
            <w:pPr>
              <w:ind w:left="144" w:right="144"/>
            </w:pPr>
          </w:p>
        </w:tc>
        <w:tc>
          <w:tcPr>
            <w:tcW w:w="1280" w:type="dxa"/>
            <w:gridSpan w:val="3"/>
            <w:tcBorders>
              <w:top w:val="nil"/>
              <w:left w:val="nil"/>
              <w:bottom w:val="nil"/>
              <w:right w:val="nil"/>
            </w:tcBorders>
          </w:tcPr>
          <w:p w14:paraId="619A60D5" w14:textId="77777777" w:rsidR="009E4DD9" w:rsidRDefault="009E4DD9" w:rsidP="00CD6456">
            <w:pPr>
              <w:ind w:left="144" w:right="144"/>
            </w:pPr>
          </w:p>
        </w:tc>
        <w:tc>
          <w:tcPr>
            <w:tcW w:w="884" w:type="dxa"/>
            <w:tcBorders>
              <w:top w:val="nil"/>
              <w:left w:val="single" w:sz="2" w:space="0" w:color="000000"/>
              <w:bottom w:val="single" w:sz="2" w:space="0" w:color="000000"/>
              <w:right w:val="nil"/>
            </w:tcBorders>
          </w:tcPr>
          <w:p w14:paraId="7A81AF1B" w14:textId="77777777" w:rsidR="009E4DD9" w:rsidRDefault="009E4DD9" w:rsidP="00CD6456">
            <w:pPr>
              <w:ind w:left="72" w:right="72"/>
              <w:jc w:val="center"/>
            </w:pPr>
          </w:p>
        </w:tc>
        <w:tc>
          <w:tcPr>
            <w:tcW w:w="4698" w:type="dxa"/>
            <w:gridSpan w:val="3"/>
            <w:tcBorders>
              <w:top w:val="nil"/>
              <w:left w:val="nil"/>
              <w:bottom w:val="nil"/>
              <w:right w:val="nil"/>
            </w:tcBorders>
          </w:tcPr>
          <w:p w14:paraId="5C2795F1" w14:textId="77777777" w:rsidR="009E4DD9" w:rsidRDefault="009E4DD9" w:rsidP="00CD6456">
            <w:pPr>
              <w:ind w:left="144" w:right="144"/>
            </w:pPr>
            <w:r>
              <w:rPr>
                <w:sz w:val="20"/>
                <w:szCs w:val="20"/>
              </w:rPr>
              <w:t>Support Services</w:t>
            </w:r>
          </w:p>
        </w:tc>
      </w:tr>
      <w:tr w:rsidR="009E4DD9" w14:paraId="48095311" w14:textId="77777777" w:rsidTr="00CD6456">
        <w:trPr>
          <w:gridAfter w:val="1"/>
          <w:wAfter w:w="99" w:type="dxa"/>
        </w:trPr>
        <w:tc>
          <w:tcPr>
            <w:tcW w:w="1872" w:type="dxa"/>
            <w:tcBorders>
              <w:top w:val="nil"/>
              <w:left w:val="nil"/>
              <w:bottom w:val="nil"/>
              <w:right w:val="nil"/>
            </w:tcBorders>
          </w:tcPr>
          <w:p w14:paraId="04505034" w14:textId="77777777" w:rsidR="009E4DD9" w:rsidRDefault="009E4DD9" w:rsidP="00CD6456">
            <w:pPr>
              <w:ind w:left="144" w:right="144"/>
            </w:pPr>
          </w:p>
        </w:tc>
        <w:tc>
          <w:tcPr>
            <w:tcW w:w="1280" w:type="dxa"/>
            <w:gridSpan w:val="3"/>
            <w:tcBorders>
              <w:top w:val="nil"/>
              <w:left w:val="nil"/>
              <w:bottom w:val="nil"/>
              <w:right w:val="nil"/>
            </w:tcBorders>
          </w:tcPr>
          <w:p w14:paraId="18219A0F" w14:textId="77777777" w:rsidR="009E4DD9" w:rsidRDefault="009E4DD9" w:rsidP="00CD6456">
            <w:pPr>
              <w:ind w:left="144" w:right="144"/>
            </w:pPr>
          </w:p>
        </w:tc>
        <w:tc>
          <w:tcPr>
            <w:tcW w:w="884" w:type="dxa"/>
            <w:tcBorders>
              <w:top w:val="nil"/>
              <w:left w:val="single" w:sz="2" w:space="0" w:color="000000"/>
              <w:bottom w:val="nil"/>
              <w:right w:val="nil"/>
            </w:tcBorders>
          </w:tcPr>
          <w:p w14:paraId="5C1FE9A5" w14:textId="77777777" w:rsidR="009E4DD9" w:rsidRDefault="009E4DD9" w:rsidP="00CD6456">
            <w:pPr>
              <w:ind w:left="72" w:right="72"/>
              <w:jc w:val="center"/>
            </w:pPr>
          </w:p>
        </w:tc>
        <w:tc>
          <w:tcPr>
            <w:tcW w:w="4698" w:type="dxa"/>
            <w:gridSpan w:val="3"/>
            <w:tcBorders>
              <w:top w:val="nil"/>
              <w:left w:val="nil"/>
              <w:bottom w:val="nil"/>
              <w:right w:val="nil"/>
            </w:tcBorders>
          </w:tcPr>
          <w:p w14:paraId="4F53419F" w14:textId="77777777" w:rsidR="009E4DD9" w:rsidRDefault="009E4DD9" w:rsidP="00CD6456">
            <w:pPr>
              <w:ind w:left="144" w:right="144"/>
            </w:pPr>
            <w:r>
              <w:rPr>
                <w:sz w:val="20"/>
                <w:szCs w:val="20"/>
              </w:rPr>
              <w:t>11 42 57</w:t>
            </w:r>
          </w:p>
        </w:tc>
      </w:tr>
    </w:tbl>
    <w:p w14:paraId="28C49901" w14:textId="77777777" w:rsidR="009E4DD9" w:rsidRDefault="009E4DD9" w:rsidP="009E4DD9">
      <w:pPr>
        <w:pStyle w:val="ruler2"/>
        <w:widowControl/>
        <w:tabs>
          <w:tab w:val="clear" w:pos="4176"/>
          <w:tab w:val="left" w:pos="0"/>
          <w:tab w:val="left" w:pos="1296"/>
          <w:tab w:val="left" w:pos="5040"/>
        </w:tabs>
      </w:pPr>
    </w:p>
    <w:p w14:paraId="78AD53E0" w14:textId="48BF3505" w:rsidR="00BE3BF8" w:rsidRDefault="009E4DD9" w:rsidP="00695FDB">
      <w:pPr>
        <w:pStyle w:val="Heading2"/>
      </w:pPr>
      <w:r>
        <w:br w:type="page"/>
      </w:r>
      <w:bookmarkStart w:id="30" w:name="_Toc16250544"/>
      <w:r>
        <w:lastRenderedPageBreak/>
        <w:t>1224.2 - Organization Structure Codes</w:t>
      </w:r>
      <w:bookmarkEnd w:id="30"/>
    </w:p>
    <w:p w14:paraId="404C4350" w14:textId="77777777" w:rsidR="00DA5034" w:rsidRDefault="00DA5034" w:rsidP="009E4DD9">
      <w:pPr>
        <w:pStyle w:val="ruler2"/>
        <w:widowControl/>
        <w:tabs>
          <w:tab w:val="clear" w:pos="4176"/>
          <w:tab w:val="left" w:pos="0"/>
          <w:tab w:val="left" w:pos="1296"/>
          <w:tab w:val="left" w:pos="5040"/>
        </w:tabs>
      </w:pPr>
    </w:p>
    <w:p w14:paraId="192E8F6F" w14:textId="2C77BD4D" w:rsidR="009E4DD9" w:rsidRDefault="009E4DD9" w:rsidP="009E4DD9">
      <w:pPr>
        <w:pStyle w:val="ruler2"/>
        <w:widowControl/>
        <w:tabs>
          <w:tab w:val="clear" w:pos="4176"/>
          <w:tab w:val="left" w:pos="0"/>
          <w:tab w:val="left" w:pos="1296"/>
          <w:tab w:val="left" w:pos="5040"/>
        </w:tabs>
      </w:pPr>
      <w:r>
        <w:t xml:space="preserve">The External Procedures, Title I:  Payroll/Personnel Processing Manual issued by the National Finance Center (NFC) (FSM 6107, 6108) requires the assignment and use of organization structure codes. </w:t>
      </w:r>
    </w:p>
    <w:p w14:paraId="08A5EF72" w14:textId="6A61DC4D" w:rsidR="00BE3BF8" w:rsidRDefault="009E4DD9" w:rsidP="00695FDB">
      <w:pPr>
        <w:pStyle w:val="Heading3"/>
      </w:pPr>
      <w:bookmarkStart w:id="31" w:name="_Toc16250545"/>
      <w:r>
        <w:t>1224.21 - Objective</w:t>
      </w:r>
      <w:bookmarkEnd w:id="31"/>
    </w:p>
    <w:p w14:paraId="474D6DDC" w14:textId="77777777" w:rsidR="00DA5034" w:rsidRDefault="00DA5034" w:rsidP="009E4DD9">
      <w:pPr>
        <w:pStyle w:val="ruler2"/>
        <w:widowControl/>
        <w:tabs>
          <w:tab w:val="clear" w:pos="4176"/>
          <w:tab w:val="left" w:pos="0"/>
          <w:tab w:val="left" w:pos="1296"/>
          <w:tab w:val="left" w:pos="5040"/>
        </w:tabs>
      </w:pPr>
    </w:p>
    <w:p w14:paraId="2A2D3D1F" w14:textId="60DF8BEE" w:rsidR="009E4DD9" w:rsidRDefault="009E4DD9" w:rsidP="009E4DD9">
      <w:pPr>
        <w:pStyle w:val="ruler2"/>
        <w:widowControl/>
        <w:tabs>
          <w:tab w:val="clear" w:pos="4176"/>
          <w:tab w:val="left" w:pos="0"/>
          <w:tab w:val="left" w:pos="1296"/>
          <w:tab w:val="left" w:pos="5040"/>
        </w:tabs>
      </w:pPr>
      <w:r>
        <w:t>To provide identification of the locations and levels of individual Forest Service organization entities by establishing and maintaining a system of standard organization structure codes for use by the Forest Service, the National Finance Center (NFC), and other Department offices.</w:t>
      </w:r>
    </w:p>
    <w:p w14:paraId="7B08070B" w14:textId="3DF0A558" w:rsidR="00BE3BF8" w:rsidRDefault="009E4DD9" w:rsidP="00695FDB">
      <w:pPr>
        <w:pStyle w:val="Heading3"/>
      </w:pPr>
      <w:bookmarkStart w:id="32" w:name="_Toc16250546"/>
      <w:r>
        <w:t>1224.22 - Policy</w:t>
      </w:r>
      <w:bookmarkEnd w:id="32"/>
    </w:p>
    <w:p w14:paraId="007C5C61" w14:textId="77777777" w:rsidR="00DA5034" w:rsidRDefault="00DA5034" w:rsidP="009E4DD9">
      <w:pPr>
        <w:pStyle w:val="ruler2"/>
        <w:widowControl/>
        <w:tabs>
          <w:tab w:val="clear" w:pos="4176"/>
          <w:tab w:val="left" w:pos="0"/>
          <w:tab w:val="left" w:pos="1296"/>
          <w:tab w:val="left" w:pos="5040"/>
        </w:tabs>
      </w:pPr>
    </w:p>
    <w:p w14:paraId="0F8342BE" w14:textId="7E032C2D" w:rsidR="009E4DD9" w:rsidRDefault="009E4DD9" w:rsidP="009E4DD9">
      <w:pPr>
        <w:pStyle w:val="ruler2"/>
        <w:widowControl/>
        <w:tabs>
          <w:tab w:val="clear" w:pos="4176"/>
          <w:tab w:val="left" w:pos="0"/>
          <w:tab w:val="left" w:pos="1296"/>
          <w:tab w:val="left" w:pos="5040"/>
        </w:tabs>
      </w:pPr>
      <w:r>
        <w:t>Ensure that each separate organizational entity in the Forest Service is assigned an organization structure code in accordance with the requirements in this chapter and the NFC External Procedures, Title I:  Payroll/Personnel Processing Manual.  Display organization structure codes on organization charts, along with the official unit title.</w:t>
      </w:r>
    </w:p>
    <w:p w14:paraId="69600E6E" w14:textId="5403EBF9" w:rsidR="009E4DD9" w:rsidRDefault="009E4DD9" w:rsidP="00695FDB">
      <w:pPr>
        <w:pStyle w:val="Heading3"/>
      </w:pPr>
      <w:bookmarkStart w:id="33" w:name="_Toc16250547"/>
      <w:r>
        <w:t>1224.23 - Responsibility</w:t>
      </w:r>
      <w:bookmarkEnd w:id="33"/>
    </w:p>
    <w:p w14:paraId="175CA068" w14:textId="1FD23244" w:rsidR="00DA5034" w:rsidRDefault="009E4DD9" w:rsidP="00DA5034">
      <w:pPr>
        <w:pStyle w:val="Heading3"/>
      </w:pPr>
      <w:bookmarkStart w:id="34" w:name="_Toc16250548"/>
      <w:r>
        <w:t>1224.23a - Director, Personnel Management Staff, Washington Office</w:t>
      </w:r>
      <w:bookmarkEnd w:id="34"/>
    </w:p>
    <w:p w14:paraId="35808DF1" w14:textId="77777777" w:rsidR="00DA5034" w:rsidRDefault="00DA5034" w:rsidP="009E4DD9">
      <w:pPr>
        <w:pStyle w:val="ruler2"/>
        <w:widowControl/>
        <w:tabs>
          <w:tab w:val="clear" w:pos="4176"/>
          <w:tab w:val="left" w:pos="0"/>
          <w:tab w:val="left" w:pos="1296"/>
          <w:tab w:val="left" w:pos="5040"/>
        </w:tabs>
      </w:pPr>
    </w:p>
    <w:p w14:paraId="695D5BB1" w14:textId="5782643C" w:rsidR="009E4DD9" w:rsidRDefault="009E4DD9" w:rsidP="009E4DD9">
      <w:pPr>
        <w:pStyle w:val="ruler2"/>
        <w:widowControl/>
        <w:tabs>
          <w:tab w:val="clear" w:pos="4176"/>
          <w:tab w:val="left" w:pos="0"/>
          <w:tab w:val="left" w:pos="1296"/>
          <w:tab w:val="left" w:pos="5040"/>
        </w:tabs>
      </w:pPr>
      <w:r>
        <w:t>The Director of Personnel Management, Washington Office, is responsible for:</w:t>
      </w:r>
    </w:p>
    <w:p w14:paraId="60CD13B1" w14:textId="5DDF1AC4" w:rsidR="009E4DD9" w:rsidRDefault="009E4DD9" w:rsidP="009631CB">
      <w:pPr>
        <w:pStyle w:val="NumberList1"/>
        <w:ind w:left="0"/>
      </w:pPr>
      <w:r>
        <w:t>1.  Developing and maintaining the basic organization structure coding system.</w:t>
      </w:r>
    </w:p>
    <w:p w14:paraId="66297C0F" w14:textId="5312B6A8" w:rsidR="009E4DD9" w:rsidRDefault="009E4DD9" w:rsidP="009631CB">
      <w:pPr>
        <w:pStyle w:val="NumberList1"/>
        <w:ind w:left="0"/>
      </w:pPr>
      <w:r>
        <w:t>2.  Establishing, maintaining, and updating the service-wide Forest Service organization table in the Washington Office Integrated Database (IDB) based on organization information provided by Regions, Stations, Area, and Institute; and providing revisions to the Director, Information Systems and Technology Staff in table format.</w:t>
      </w:r>
    </w:p>
    <w:p w14:paraId="3C35F41C" w14:textId="77777777" w:rsidR="00791123" w:rsidRDefault="00791123" w:rsidP="009631CB">
      <w:pPr>
        <w:pStyle w:val="ruler2"/>
        <w:widowControl/>
        <w:tabs>
          <w:tab w:val="clear" w:pos="4176"/>
          <w:tab w:val="left" w:pos="0"/>
          <w:tab w:val="left" w:pos="1296"/>
          <w:tab w:val="left" w:pos="5040"/>
        </w:tabs>
        <w:rPr>
          <w:rStyle w:val="Heading3Char"/>
        </w:rPr>
      </w:pPr>
    </w:p>
    <w:p w14:paraId="0FF622A0" w14:textId="2B8A9D98" w:rsidR="00DA5034" w:rsidRDefault="009E4DD9" w:rsidP="009E4DD9">
      <w:pPr>
        <w:pStyle w:val="ruler2"/>
        <w:widowControl/>
        <w:tabs>
          <w:tab w:val="clear" w:pos="4176"/>
          <w:tab w:val="left" w:pos="0"/>
          <w:tab w:val="left" w:pos="1296"/>
          <w:tab w:val="left" w:pos="5040"/>
        </w:tabs>
      </w:pPr>
      <w:bookmarkStart w:id="35" w:name="_Toc16250549"/>
      <w:r w:rsidRPr="00DA5034">
        <w:rPr>
          <w:rStyle w:val="Heading3Char"/>
        </w:rPr>
        <w:t>1224.23b - Director, Information Systems and Technology Staff, Washington Office</w:t>
      </w:r>
      <w:bookmarkEnd w:id="35"/>
    </w:p>
    <w:p w14:paraId="7FCC985F" w14:textId="77777777" w:rsidR="00DA5034" w:rsidRDefault="00DA5034" w:rsidP="009E4DD9">
      <w:pPr>
        <w:pStyle w:val="ruler2"/>
        <w:widowControl/>
        <w:tabs>
          <w:tab w:val="clear" w:pos="4176"/>
          <w:tab w:val="left" w:pos="0"/>
          <w:tab w:val="left" w:pos="1296"/>
          <w:tab w:val="left" w:pos="5040"/>
        </w:tabs>
      </w:pPr>
    </w:p>
    <w:p w14:paraId="09E9883B" w14:textId="709B1490" w:rsidR="009E4DD9" w:rsidRDefault="009E4DD9" w:rsidP="009E4DD9">
      <w:pPr>
        <w:pStyle w:val="ruler2"/>
        <w:widowControl/>
        <w:tabs>
          <w:tab w:val="clear" w:pos="4176"/>
          <w:tab w:val="left" w:pos="0"/>
          <w:tab w:val="left" w:pos="1296"/>
          <w:tab w:val="left" w:pos="5040"/>
        </w:tabs>
      </w:pPr>
      <w:r>
        <w:t>The Washington Office Director of Information Systems and Technology is responsible for ensuring that the revisions of the Forest Service organization table are periodically updated and distributed to all Forest Service units.</w:t>
      </w:r>
    </w:p>
    <w:p w14:paraId="5F1BE353" w14:textId="77777777" w:rsidR="009E4DD9" w:rsidRDefault="009E4DD9" w:rsidP="009E4DD9">
      <w:pPr>
        <w:pStyle w:val="ruler2"/>
        <w:widowControl/>
        <w:tabs>
          <w:tab w:val="clear" w:pos="4176"/>
          <w:tab w:val="left" w:pos="0"/>
          <w:tab w:val="left" w:pos="1296"/>
          <w:tab w:val="left" w:pos="5040"/>
        </w:tabs>
      </w:pPr>
    </w:p>
    <w:p w14:paraId="0870BA3F" w14:textId="66FE71A4" w:rsidR="00DA5034" w:rsidRDefault="009E4DD9" w:rsidP="00DA5034">
      <w:pPr>
        <w:pStyle w:val="Heading3"/>
      </w:pPr>
      <w:bookmarkStart w:id="36" w:name="_Toc16250550"/>
      <w:r>
        <w:lastRenderedPageBreak/>
        <w:t>1224.23c - Regional Foresters, Station Directors, Area Director, and Institute Director</w:t>
      </w:r>
      <w:bookmarkEnd w:id="36"/>
    </w:p>
    <w:p w14:paraId="4A5A879B" w14:textId="77777777" w:rsidR="00DA5034" w:rsidRDefault="00DA5034" w:rsidP="009E4DD9">
      <w:pPr>
        <w:pStyle w:val="ruler2"/>
        <w:widowControl/>
        <w:tabs>
          <w:tab w:val="clear" w:pos="4176"/>
          <w:tab w:val="left" w:pos="0"/>
          <w:tab w:val="left" w:pos="1296"/>
          <w:tab w:val="left" w:pos="5040"/>
        </w:tabs>
      </w:pPr>
    </w:p>
    <w:p w14:paraId="4BECC137" w14:textId="67A5C5F2" w:rsidR="009E4DD9" w:rsidRDefault="009E4DD9" w:rsidP="009E4DD9">
      <w:pPr>
        <w:pStyle w:val="ruler2"/>
        <w:widowControl/>
        <w:tabs>
          <w:tab w:val="clear" w:pos="4176"/>
          <w:tab w:val="left" w:pos="0"/>
          <w:tab w:val="left" w:pos="1296"/>
          <w:tab w:val="left" w:pos="5040"/>
        </w:tabs>
      </w:pPr>
      <w:r>
        <w:t>Regional Foresters, Station Directors, Area Director, and Institute Director are responsible for developing and maintaining supplemental codes to the basic system of organization structure codes for approved organization structures; and issuing supplements to FSM 1224.25b.  Provide copies of supplements to the Washington Office, Director of Information Systems and Technology and the Director of Personnel Management (FSM 1130.43).</w:t>
      </w:r>
    </w:p>
    <w:p w14:paraId="56F23F89" w14:textId="471297BD" w:rsidR="00D63DC9" w:rsidRDefault="009E4DD9" w:rsidP="00D63DC9">
      <w:pPr>
        <w:pStyle w:val="Heading3"/>
      </w:pPr>
      <w:bookmarkStart w:id="37" w:name="_Toc16250551"/>
      <w:r>
        <w:t>1224.24 - Establishing or Changing Organization Structure Codes</w:t>
      </w:r>
      <w:bookmarkEnd w:id="37"/>
    </w:p>
    <w:p w14:paraId="2F5401E2" w14:textId="77777777" w:rsidR="00D63DC9" w:rsidRDefault="00D63DC9" w:rsidP="009E4DD9">
      <w:pPr>
        <w:pStyle w:val="ruler2"/>
        <w:widowControl/>
        <w:tabs>
          <w:tab w:val="clear" w:pos="4176"/>
          <w:tab w:val="left" w:pos="0"/>
          <w:tab w:val="left" w:pos="1296"/>
          <w:tab w:val="left" w:pos="5040"/>
        </w:tabs>
      </w:pPr>
    </w:p>
    <w:p w14:paraId="7B88D7F9" w14:textId="267C5206" w:rsidR="009E4DD9" w:rsidRDefault="009E4DD9" w:rsidP="009E4DD9">
      <w:pPr>
        <w:pStyle w:val="ruler2"/>
        <w:widowControl/>
        <w:tabs>
          <w:tab w:val="clear" w:pos="4176"/>
          <w:tab w:val="left" w:pos="0"/>
          <w:tab w:val="left" w:pos="1296"/>
          <w:tab w:val="left" w:pos="5040"/>
        </w:tabs>
      </w:pPr>
      <w:r>
        <w:t>To establish, change, or delete organization structure codes from the organization table at the National Finance Center (NFC), employing offices shall complete Form NFCTABLE005 (available electronically), transmit the form to NFC, and simultaneously transmit a copy to the Washington Office, Personnel Management Staff (PM:W01B).  The Washington Office, Personnel Management Staff, Work Force Management and Systems Branch, updates the Forest Service organization table so it is consistent with the table at NFC.</w:t>
      </w:r>
    </w:p>
    <w:p w14:paraId="0A638633" w14:textId="44D8F4DF" w:rsidR="00D63DC9" w:rsidRDefault="009E4DD9" w:rsidP="00D63DC9">
      <w:pPr>
        <w:pStyle w:val="Heading3"/>
      </w:pPr>
      <w:bookmarkStart w:id="38" w:name="_Toc16250552"/>
      <w:r>
        <w:t>1224.25 - Coding Scheme</w:t>
      </w:r>
      <w:bookmarkEnd w:id="38"/>
    </w:p>
    <w:p w14:paraId="29805B29" w14:textId="77777777" w:rsidR="00791123" w:rsidRDefault="00791123" w:rsidP="009E4DD9">
      <w:pPr>
        <w:pStyle w:val="ruler2"/>
        <w:widowControl/>
        <w:tabs>
          <w:tab w:val="clear" w:pos="4176"/>
          <w:tab w:val="left" w:pos="0"/>
          <w:tab w:val="left" w:pos="1296"/>
          <w:tab w:val="left" w:pos="5040"/>
        </w:tabs>
      </w:pPr>
    </w:p>
    <w:p w14:paraId="60E6963F" w14:textId="27201A16" w:rsidR="009E4DD9" w:rsidRDefault="009E4DD9" w:rsidP="009E4DD9">
      <w:pPr>
        <w:pStyle w:val="ruler2"/>
        <w:widowControl/>
        <w:tabs>
          <w:tab w:val="clear" w:pos="4176"/>
          <w:tab w:val="left" w:pos="0"/>
          <w:tab w:val="left" w:pos="1296"/>
          <w:tab w:val="left" w:pos="5040"/>
        </w:tabs>
      </w:pPr>
      <w:r>
        <w:t>Organization structure codes contain up to eight fields or levels, each representing a Forest Service organizational level.  Each code consists of two digits, except the fourth level, which has four digits.  Specific codes are assigned for the first two levels and a range of codes (such as 01-49) is assigned for the remaining levels, as follows:</w:t>
      </w:r>
    </w:p>
    <w:p w14:paraId="7E3AEB67" w14:textId="5236EA93" w:rsidR="009E4DD9" w:rsidRDefault="009E4DD9" w:rsidP="009631CB">
      <w:pPr>
        <w:pStyle w:val="NumberList1"/>
        <w:ind w:left="0"/>
      </w:pPr>
      <w:r>
        <w:t xml:space="preserve">1.  </w:t>
      </w:r>
      <w:r>
        <w:rPr>
          <w:u w:val="single"/>
        </w:rPr>
        <w:t>First Level</w:t>
      </w:r>
      <w:r>
        <w:t>.  Agency code for the Forest Service: (11)</w:t>
      </w:r>
    </w:p>
    <w:p w14:paraId="1ACBFCEE" w14:textId="1FD1E1E5" w:rsidR="009E4DD9" w:rsidRDefault="009E4DD9" w:rsidP="009631CB">
      <w:pPr>
        <w:pStyle w:val="NumberList1"/>
        <w:ind w:left="0"/>
      </w:pPr>
      <w:r>
        <w:t xml:space="preserve">2.  </w:t>
      </w:r>
      <w:r>
        <w:rPr>
          <w:u w:val="single"/>
        </w:rPr>
        <w:t>Second Level</w:t>
      </w:r>
      <w:r>
        <w:t xml:space="preserve">.  </w:t>
      </w:r>
    </w:p>
    <w:p w14:paraId="556E5830" w14:textId="77777777" w:rsidR="009E4DD9" w:rsidRDefault="009E4DD9" w:rsidP="009631CB">
      <w:pPr>
        <w:pStyle w:val="NumberLista"/>
        <w:ind w:left="360"/>
      </w:pPr>
      <w:r>
        <w:t>a.  Regional Offices:  R-1 (01); R-2 (02); R-3 (03); R-4 (04); R-5 (05); R-6 (06); R-8 (08); R-9 (09); R-10 (10).</w:t>
      </w:r>
    </w:p>
    <w:p w14:paraId="1FF55170" w14:textId="77777777" w:rsidR="009E4DD9" w:rsidRDefault="009E4DD9" w:rsidP="009631CB">
      <w:pPr>
        <w:pStyle w:val="NumberLista"/>
        <w:ind w:left="360"/>
      </w:pPr>
      <w:r>
        <w:t>b.  Research Stations:  Intermountain (22); North Central (23); Northeastern (24); Pacific Northwest (26); Pacific Southwest (27); Rocky Mountain (28); Southeastern (29); Southern (30);  Forest Products Laboratory (32).</w:t>
      </w:r>
    </w:p>
    <w:p w14:paraId="7BB13E5D" w14:textId="77777777" w:rsidR="009E4DD9" w:rsidRDefault="009E4DD9" w:rsidP="009631CB">
      <w:pPr>
        <w:pStyle w:val="NumberLista"/>
        <w:ind w:left="360"/>
      </w:pPr>
      <w:r>
        <w:t>c.  International Institute of Tropical Forestry (41).</w:t>
      </w:r>
    </w:p>
    <w:p w14:paraId="2B37C12F" w14:textId="77777777" w:rsidR="009E4DD9" w:rsidRDefault="009E4DD9" w:rsidP="009631CB">
      <w:pPr>
        <w:pStyle w:val="NumberLista"/>
        <w:ind w:left="360"/>
      </w:pPr>
      <w:r>
        <w:t>d.  Northeastern Area (42).</w:t>
      </w:r>
    </w:p>
    <w:p w14:paraId="79018828" w14:textId="77777777" w:rsidR="009E4DD9" w:rsidRDefault="009E4DD9" w:rsidP="009631CB">
      <w:pPr>
        <w:pStyle w:val="NumberLista"/>
        <w:ind w:left="720"/>
      </w:pPr>
      <w:r>
        <w:lastRenderedPageBreak/>
        <w:t>e.  Office of the Chief (50).</w:t>
      </w:r>
    </w:p>
    <w:p w14:paraId="5C2305B4" w14:textId="77777777" w:rsidR="009E4DD9" w:rsidRDefault="009E4DD9" w:rsidP="009631CB">
      <w:pPr>
        <w:pStyle w:val="NumberLista"/>
        <w:ind w:left="720"/>
      </w:pPr>
      <w:r>
        <w:t>f.  Washington Office, Deputy Chief Offices:  Administration (51); National Forest System (52); International Forestry (53); Programs and Legislation (54); Research (55); State and Private Forestry (56).</w:t>
      </w:r>
    </w:p>
    <w:p w14:paraId="5128C4EC" w14:textId="4A14D0D9" w:rsidR="009E4DD9" w:rsidRDefault="009E4DD9" w:rsidP="009631CB">
      <w:pPr>
        <w:pStyle w:val="NumberList1"/>
        <w:ind w:left="0"/>
      </w:pPr>
      <w:r>
        <w:t xml:space="preserve">3.  </w:t>
      </w:r>
      <w:r>
        <w:rPr>
          <w:u w:val="single"/>
        </w:rPr>
        <w:t>Third Level</w:t>
      </w:r>
      <w:r>
        <w:t>.</w:t>
      </w:r>
    </w:p>
    <w:p w14:paraId="30F41EAC" w14:textId="77777777" w:rsidR="009E4DD9" w:rsidRDefault="009E4DD9" w:rsidP="00D90620">
      <w:pPr>
        <w:pStyle w:val="NumberLista"/>
        <w:ind w:left="720"/>
      </w:pPr>
      <w:r>
        <w:t>a.  National Forests and equivalent administrative units reporting directly to the Office of the Regional Forester (01-49).  Codes for Forests must be the same as codes established for accounting purposes.</w:t>
      </w:r>
    </w:p>
    <w:p w14:paraId="3CA23321" w14:textId="77777777" w:rsidR="009E4DD9" w:rsidRDefault="009E4DD9" w:rsidP="009631CB">
      <w:pPr>
        <w:pStyle w:val="NumberLista"/>
        <w:ind w:left="720"/>
      </w:pPr>
      <w:r>
        <w:t>b.  Office of Deputy Regional Foresters; Office of Assistant Station Directors; Pioneering Research, and Research &amp; Development Program Units reporting directly to Station Directors; Office of the Assistant Area Directors; and units headed by Assistant Directors reporting to the Office of the Director, International Institute of Tropical Forestry (51-99).</w:t>
      </w:r>
    </w:p>
    <w:p w14:paraId="35905EE4" w14:textId="46B34C86" w:rsidR="009E4DD9" w:rsidRDefault="009E4DD9" w:rsidP="009631CB">
      <w:pPr>
        <w:pStyle w:val="NumberLista"/>
        <w:ind w:left="720"/>
      </w:pPr>
      <w:r>
        <w:t>c.  Washington Office Staff Units, and equivalent special offices or units reporting directly to the Office of the Chief or a Deputy Chief's Office (01-49).</w:t>
      </w:r>
    </w:p>
    <w:p w14:paraId="3BC0B1B9" w14:textId="6D34D152" w:rsidR="009E4DD9" w:rsidRDefault="00BA16D8" w:rsidP="009631CB">
      <w:pPr>
        <w:pStyle w:val="NumberLista"/>
        <w:ind w:left="720"/>
      </w:pPr>
      <w:r>
        <w:t>d. Regional</w:t>
      </w:r>
      <w:r w:rsidR="009E4DD9">
        <w:t xml:space="preserve"> Staff units and equivalent administrative units reporting to the Office of the Regional Forester, which shall be coded (00) for the third level, and assigned a fourth level code.</w:t>
      </w:r>
    </w:p>
    <w:p w14:paraId="3C286BED" w14:textId="678B7829" w:rsidR="009E4DD9" w:rsidRDefault="009E4DD9" w:rsidP="00635460">
      <w:pPr>
        <w:pStyle w:val="NumberList1"/>
        <w:ind w:left="0"/>
      </w:pPr>
      <w:r>
        <w:t xml:space="preserve">4.  </w:t>
      </w:r>
      <w:r>
        <w:rPr>
          <w:u w:val="single"/>
        </w:rPr>
        <w:t>Fourth Level</w:t>
      </w:r>
      <w:r>
        <w:t>.  Use a four-digit code (0001-9999) for the following units:</w:t>
      </w:r>
    </w:p>
    <w:p w14:paraId="1100D83A" w14:textId="77777777" w:rsidR="009E4DD9" w:rsidRDefault="009E4DD9" w:rsidP="00635460">
      <w:pPr>
        <w:pStyle w:val="NumberLista"/>
        <w:ind w:left="720"/>
      </w:pPr>
      <w:r>
        <w:t>a.  Ranger Districts, Nurseries, Job Corps Centers, and other National Forest subunits reporting directly to a Forest Supervisor's Office.  Codes for Ranger Districts must be the same as codes established for accounting purposes.</w:t>
      </w:r>
    </w:p>
    <w:p w14:paraId="3E9EC704" w14:textId="77777777" w:rsidR="009E4DD9" w:rsidRDefault="009E4DD9" w:rsidP="009631CB">
      <w:pPr>
        <w:pStyle w:val="NumberLista"/>
        <w:ind w:left="720"/>
      </w:pPr>
      <w:r>
        <w:t>b.  Staff units and equivalent administrative offices reporting to Deputy Regional Foresters.</w:t>
      </w:r>
    </w:p>
    <w:p w14:paraId="4ABED3A0" w14:textId="77777777" w:rsidR="009E4DD9" w:rsidRDefault="009E4DD9" w:rsidP="009631CB">
      <w:pPr>
        <w:pStyle w:val="NumberLista"/>
        <w:ind w:left="720"/>
      </w:pPr>
      <w:r>
        <w:t>c.  Branches or Groups under Assistant Station Directors for Administration.</w:t>
      </w:r>
    </w:p>
    <w:p w14:paraId="6D00AD17" w14:textId="77777777" w:rsidR="009E4DD9" w:rsidRDefault="009E4DD9" w:rsidP="009631CB">
      <w:pPr>
        <w:pStyle w:val="NumberLista"/>
        <w:ind w:left="720"/>
      </w:pPr>
      <w:r>
        <w:t>d.  Research Work Units (RWU).  Include the RWU number with each RWU name.</w:t>
      </w:r>
    </w:p>
    <w:p w14:paraId="07A4D195" w14:textId="77777777" w:rsidR="009E4DD9" w:rsidRDefault="009E4DD9" w:rsidP="009631CB">
      <w:pPr>
        <w:pStyle w:val="NumberLista"/>
        <w:ind w:left="720"/>
      </w:pPr>
      <w:r>
        <w:t>e.  Units headed by or Offices of Assistant Directors, or Branches reporting directly to Washington Office Staff Directors.</w:t>
      </w:r>
    </w:p>
    <w:p w14:paraId="46C519AE" w14:textId="77777777" w:rsidR="009E4DD9" w:rsidRDefault="009E4DD9" w:rsidP="009631CB">
      <w:pPr>
        <w:pStyle w:val="NumberLista"/>
        <w:ind w:left="720"/>
      </w:pPr>
      <w:r>
        <w:t>f.  Staff units and offices reporting directly to Regional Foresters.</w:t>
      </w:r>
    </w:p>
    <w:p w14:paraId="7AD89B6B" w14:textId="77777777" w:rsidR="009E4DD9" w:rsidRDefault="009E4DD9" w:rsidP="009631CB">
      <w:pPr>
        <w:pStyle w:val="NumberLista"/>
        <w:ind w:left="720"/>
      </w:pPr>
      <w:r>
        <w:t>g.  Staff Units reporting to Forest Supervisors, which shall be assigned four zeros (0000) for the fourth level and given a fifth level code.</w:t>
      </w:r>
    </w:p>
    <w:p w14:paraId="44ACA285" w14:textId="46AD8526" w:rsidR="009E4DD9" w:rsidRDefault="00D63DC9" w:rsidP="009631CB">
      <w:r>
        <w:br w:type="page"/>
      </w:r>
      <w:r w:rsidR="009E4DD9">
        <w:lastRenderedPageBreak/>
        <w:t xml:space="preserve">5.  </w:t>
      </w:r>
      <w:r w:rsidR="009E4DD9">
        <w:rPr>
          <w:u w:val="single"/>
        </w:rPr>
        <w:t>Fifth Level</w:t>
      </w:r>
      <w:r w:rsidR="009E4DD9">
        <w:t>.  Use a two-digit code (01-99) for the following units:</w:t>
      </w:r>
    </w:p>
    <w:p w14:paraId="0E1069E4" w14:textId="77777777" w:rsidR="009E4DD9" w:rsidRDefault="009E4DD9" w:rsidP="00635460">
      <w:pPr>
        <w:pStyle w:val="NumberLista"/>
        <w:ind w:left="720"/>
      </w:pPr>
      <w:r>
        <w:t>a.  Sections or Branches in the Washington Office, Regions, and Stations which report directly to a fourth level organization.</w:t>
      </w:r>
    </w:p>
    <w:p w14:paraId="713DE4B3" w14:textId="77777777" w:rsidR="009E4DD9" w:rsidRDefault="009E4DD9" w:rsidP="00635460">
      <w:pPr>
        <w:pStyle w:val="NumberLista"/>
        <w:ind w:left="720"/>
      </w:pPr>
      <w:r>
        <w:t>b.  National Forest functional staff units and program units, and Offices of Assistant Forest Supervisors reporting to Forest Supervisors.</w:t>
      </w:r>
    </w:p>
    <w:p w14:paraId="19806C1C" w14:textId="77777777" w:rsidR="009E4DD9" w:rsidRDefault="009E4DD9" w:rsidP="00635460">
      <w:pPr>
        <w:pStyle w:val="NumberLista"/>
        <w:ind w:left="0" w:firstLine="720"/>
      </w:pPr>
      <w:r>
        <w:t>c.  Formally established sections within Ranger Districts.</w:t>
      </w:r>
    </w:p>
    <w:p w14:paraId="5F36082D" w14:textId="513CB964" w:rsidR="009E4DD9" w:rsidRDefault="009E4DD9" w:rsidP="00635460">
      <w:pPr>
        <w:pStyle w:val="NumberList1"/>
        <w:ind w:left="0"/>
      </w:pPr>
      <w:r>
        <w:t xml:space="preserve">6.  </w:t>
      </w:r>
      <w:r>
        <w:rPr>
          <w:u w:val="single"/>
        </w:rPr>
        <w:t>Sixth, Seventh, and Eighth Levels</w:t>
      </w:r>
      <w:r>
        <w:t>.  Use a two-digit code (01-99) as necessary to meet local needs.  Limit use to formally established subunits.</w:t>
      </w:r>
    </w:p>
    <w:p w14:paraId="073ED92B" w14:textId="12F90588" w:rsidR="003246EF" w:rsidRDefault="009E4DD9" w:rsidP="003246EF">
      <w:pPr>
        <w:pStyle w:val="Heading3"/>
      </w:pPr>
      <w:bookmarkStart w:id="39" w:name="_Toc16250553"/>
      <w:r>
        <w:t>1224.25a - Washington Office Organization Structure Codes</w:t>
      </w:r>
      <w:bookmarkEnd w:id="39"/>
    </w:p>
    <w:p w14:paraId="449D9370" w14:textId="77777777" w:rsidR="003246EF" w:rsidRDefault="003246EF" w:rsidP="009E4DD9">
      <w:pPr>
        <w:pStyle w:val="ruler2"/>
        <w:widowControl/>
        <w:tabs>
          <w:tab w:val="clear" w:pos="4176"/>
          <w:tab w:val="left" w:pos="1296"/>
          <w:tab w:val="left" w:pos="5040"/>
        </w:tabs>
      </w:pPr>
    </w:p>
    <w:p w14:paraId="36E49D8F" w14:textId="111DF06F" w:rsidR="009E4DD9" w:rsidRDefault="009E4DD9" w:rsidP="009E4DD9">
      <w:pPr>
        <w:pStyle w:val="ruler2"/>
        <w:widowControl/>
        <w:tabs>
          <w:tab w:val="clear" w:pos="4176"/>
          <w:tab w:val="left" w:pos="1296"/>
          <w:tab w:val="left" w:pos="5040"/>
        </w:tabs>
      </w:pPr>
      <w:r>
        <w:t>The External Procedures, Title I:  Payroll/Personnel Processing Manual issued by the National Finance Center (NFC) (FSM 6107.2) requires the assignment and use of the following four types of codes (FSM 1224.2):</w:t>
      </w:r>
    </w:p>
    <w:p w14:paraId="7B7D5069" w14:textId="77777777" w:rsidR="009E4DD9" w:rsidRDefault="009E4DD9" w:rsidP="009E4DD9">
      <w:pPr>
        <w:pStyle w:val="ruler2"/>
        <w:widowControl/>
        <w:tabs>
          <w:tab w:val="clear" w:pos="4176"/>
          <w:tab w:val="left" w:pos="0"/>
          <w:tab w:val="left" w:pos="1296"/>
          <w:tab w:val="left" w:pos="5040"/>
        </w:tabs>
      </w:pPr>
    </w:p>
    <w:p w14:paraId="7020BB46" w14:textId="77777777" w:rsidR="00635460" w:rsidRDefault="00635460">
      <w:r>
        <w:br w:type="page"/>
      </w:r>
    </w:p>
    <w:p w14:paraId="1182C7B4" w14:textId="1B9CF99D" w:rsidR="009E4DD9" w:rsidRDefault="009E4DD9" w:rsidP="00635460">
      <w:pPr>
        <w:pStyle w:val="NumberList1"/>
        <w:ind w:left="0"/>
      </w:pPr>
      <w:r>
        <w:lastRenderedPageBreak/>
        <w:t xml:space="preserve">1.  </w:t>
      </w:r>
      <w:r>
        <w:rPr>
          <w:u w:val="single"/>
        </w:rPr>
        <w:t>Organization Structure Codes</w:t>
      </w:r>
      <w:r>
        <w:t>.  Following are the steps and responsibilities in the Washington Office for correcting, changing, or assigning new organization structure codes:</w:t>
      </w:r>
    </w:p>
    <w:p w14:paraId="61340C18" w14:textId="77777777" w:rsidR="009E4DD9" w:rsidRDefault="009E4DD9" w:rsidP="009E4DD9">
      <w:pPr>
        <w:pStyle w:val="ruler2"/>
        <w:widowControl/>
        <w:tabs>
          <w:tab w:val="clear" w:pos="4176"/>
          <w:tab w:val="left" w:pos="0"/>
          <w:tab w:val="left" w:pos="1296"/>
          <w:tab w:val="left" w:pos="5040"/>
        </w:tabs>
      </w:pPr>
    </w:p>
    <w:tbl>
      <w:tblPr>
        <w:tblW w:w="0" w:type="auto"/>
        <w:tblLayout w:type="fixed"/>
        <w:tblCellMar>
          <w:left w:w="0" w:type="dxa"/>
          <w:right w:w="0" w:type="dxa"/>
        </w:tblCellMar>
        <w:tblLook w:val="0000" w:firstRow="0" w:lastRow="0" w:firstColumn="0" w:lastColumn="0" w:noHBand="0" w:noVBand="0"/>
      </w:tblPr>
      <w:tblGrid>
        <w:gridCol w:w="4680"/>
        <w:gridCol w:w="4680"/>
      </w:tblGrid>
      <w:tr w:rsidR="009E4DD9" w14:paraId="044D19B0" w14:textId="77777777" w:rsidTr="00CD6456">
        <w:tc>
          <w:tcPr>
            <w:tcW w:w="4680" w:type="dxa"/>
            <w:tcBorders>
              <w:top w:val="nil"/>
              <w:left w:val="nil"/>
              <w:bottom w:val="nil"/>
              <w:right w:val="nil"/>
            </w:tcBorders>
          </w:tcPr>
          <w:p w14:paraId="24C0EE67" w14:textId="77777777" w:rsidR="009E4DD9" w:rsidRDefault="009E4DD9" w:rsidP="00CD6456">
            <w:pPr>
              <w:pStyle w:val="ruler5"/>
              <w:widowControl/>
              <w:tabs>
                <w:tab w:val="clear" w:pos="5616"/>
                <w:tab w:val="left" w:pos="2016"/>
                <w:tab w:val="left" w:pos="4896"/>
                <w:tab w:val="left" w:pos="5040"/>
              </w:tabs>
              <w:ind w:left="360" w:right="360"/>
              <w:jc w:val="center"/>
            </w:pPr>
            <w:r>
              <w:t>Action by</w:t>
            </w:r>
          </w:p>
        </w:tc>
        <w:tc>
          <w:tcPr>
            <w:tcW w:w="4680" w:type="dxa"/>
            <w:tcBorders>
              <w:top w:val="nil"/>
              <w:left w:val="nil"/>
              <w:bottom w:val="nil"/>
              <w:right w:val="nil"/>
            </w:tcBorders>
          </w:tcPr>
          <w:p w14:paraId="1886BEA9" w14:textId="77777777" w:rsidR="009E4DD9" w:rsidRDefault="009E4DD9" w:rsidP="00CD6456">
            <w:pPr>
              <w:pStyle w:val="ruler5"/>
              <w:widowControl/>
              <w:tabs>
                <w:tab w:val="clear" w:pos="5616"/>
                <w:tab w:val="left" w:pos="2016"/>
                <w:tab w:val="left" w:pos="4896"/>
                <w:tab w:val="left" w:pos="5040"/>
              </w:tabs>
              <w:ind w:left="360" w:right="360"/>
              <w:jc w:val="center"/>
            </w:pPr>
            <w:r>
              <w:t>Action</w:t>
            </w:r>
          </w:p>
        </w:tc>
      </w:tr>
      <w:tr w:rsidR="009E4DD9" w14:paraId="618346A0" w14:textId="77777777" w:rsidTr="00CD6456">
        <w:tc>
          <w:tcPr>
            <w:tcW w:w="4680" w:type="dxa"/>
            <w:tcBorders>
              <w:top w:val="nil"/>
              <w:left w:val="nil"/>
              <w:bottom w:val="nil"/>
              <w:right w:val="nil"/>
            </w:tcBorders>
          </w:tcPr>
          <w:p w14:paraId="1CDF2292" w14:textId="77777777" w:rsidR="009E4DD9" w:rsidRDefault="009E4DD9" w:rsidP="003246EF">
            <w:pPr>
              <w:pStyle w:val="NumberList1"/>
            </w:pPr>
            <w:r>
              <w:t>Staff Director</w:t>
            </w:r>
          </w:p>
        </w:tc>
        <w:tc>
          <w:tcPr>
            <w:tcW w:w="4680" w:type="dxa"/>
            <w:tcBorders>
              <w:top w:val="nil"/>
              <w:left w:val="nil"/>
              <w:bottom w:val="nil"/>
              <w:right w:val="nil"/>
            </w:tcBorders>
          </w:tcPr>
          <w:p w14:paraId="373E0645" w14:textId="77777777" w:rsidR="009E4DD9" w:rsidRDefault="009E4DD9" w:rsidP="003246EF">
            <w:pPr>
              <w:pStyle w:val="NumberList1"/>
            </w:pPr>
            <w:r>
              <w:t>1.  Notifies Personnel Management Staff, Work Force Management and Systems Branch, of need to correct, change, or assign new organization structure codes.  This may be submitted as part of a reorganization request (FSM 1225.2).</w:t>
            </w:r>
          </w:p>
        </w:tc>
      </w:tr>
      <w:tr w:rsidR="009E4DD9" w14:paraId="29055475" w14:textId="77777777" w:rsidTr="00CD6456">
        <w:tc>
          <w:tcPr>
            <w:tcW w:w="9360" w:type="dxa"/>
            <w:gridSpan w:val="2"/>
            <w:tcBorders>
              <w:top w:val="nil"/>
              <w:left w:val="nil"/>
              <w:bottom w:val="nil"/>
              <w:right w:val="nil"/>
            </w:tcBorders>
          </w:tcPr>
          <w:p w14:paraId="043965DC" w14:textId="77777777" w:rsidR="009E4DD9" w:rsidRDefault="009E4DD9" w:rsidP="003246EF">
            <w:pPr>
              <w:pStyle w:val="NumberList1"/>
            </w:pPr>
          </w:p>
        </w:tc>
      </w:tr>
      <w:tr w:rsidR="009E4DD9" w14:paraId="65F08419" w14:textId="77777777" w:rsidTr="00CD6456">
        <w:tc>
          <w:tcPr>
            <w:tcW w:w="4680" w:type="dxa"/>
            <w:tcBorders>
              <w:top w:val="nil"/>
              <w:left w:val="nil"/>
              <w:bottom w:val="nil"/>
              <w:right w:val="nil"/>
            </w:tcBorders>
          </w:tcPr>
          <w:p w14:paraId="4C85D46F" w14:textId="77777777" w:rsidR="009E4DD9" w:rsidRDefault="009E4DD9" w:rsidP="003246EF">
            <w:pPr>
              <w:pStyle w:val="NumberList1"/>
            </w:pPr>
            <w:r>
              <w:t xml:space="preserve">Personnel Management Staff </w:t>
            </w:r>
          </w:p>
        </w:tc>
        <w:tc>
          <w:tcPr>
            <w:tcW w:w="4680" w:type="dxa"/>
            <w:tcBorders>
              <w:top w:val="nil"/>
              <w:left w:val="nil"/>
              <w:bottom w:val="nil"/>
              <w:right w:val="nil"/>
            </w:tcBorders>
          </w:tcPr>
          <w:p w14:paraId="45338E8D" w14:textId="77777777" w:rsidR="009E4DD9" w:rsidRDefault="009E4DD9" w:rsidP="003246EF">
            <w:pPr>
              <w:pStyle w:val="NumberList1"/>
            </w:pPr>
            <w:r>
              <w:t>2.  Includes code changes on new or     revised organization chart and on functional statement, if applicable.</w:t>
            </w:r>
          </w:p>
        </w:tc>
      </w:tr>
      <w:tr w:rsidR="009E4DD9" w14:paraId="0029B35B" w14:textId="77777777" w:rsidTr="00CD6456">
        <w:tc>
          <w:tcPr>
            <w:tcW w:w="9360" w:type="dxa"/>
            <w:gridSpan w:val="2"/>
            <w:tcBorders>
              <w:top w:val="nil"/>
              <w:left w:val="nil"/>
              <w:bottom w:val="nil"/>
              <w:right w:val="nil"/>
            </w:tcBorders>
          </w:tcPr>
          <w:p w14:paraId="57089ADB" w14:textId="77777777" w:rsidR="009E4DD9" w:rsidRDefault="009E4DD9" w:rsidP="003246EF">
            <w:pPr>
              <w:pStyle w:val="NumberList1"/>
            </w:pPr>
          </w:p>
        </w:tc>
      </w:tr>
      <w:tr w:rsidR="009E4DD9" w14:paraId="235ED864" w14:textId="77777777" w:rsidTr="00CD6456">
        <w:tc>
          <w:tcPr>
            <w:tcW w:w="4680" w:type="dxa"/>
            <w:tcBorders>
              <w:top w:val="nil"/>
              <w:left w:val="nil"/>
              <w:bottom w:val="nil"/>
              <w:right w:val="nil"/>
            </w:tcBorders>
          </w:tcPr>
          <w:p w14:paraId="5AD25DD5" w14:textId="77777777" w:rsidR="009E4DD9" w:rsidRDefault="009E4DD9" w:rsidP="003246EF">
            <w:pPr>
              <w:pStyle w:val="NumberList1"/>
            </w:pPr>
          </w:p>
        </w:tc>
        <w:tc>
          <w:tcPr>
            <w:tcW w:w="4680" w:type="dxa"/>
            <w:tcBorders>
              <w:top w:val="nil"/>
              <w:left w:val="nil"/>
              <w:bottom w:val="nil"/>
              <w:right w:val="nil"/>
            </w:tcBorders>
          </w:tcPr>
          <w:p w14:paraId="44EEDD41" w14:textId="77777777" w:rsidR="003246EF" w:rsidRDefault="003246EF" w:rsidP="003246EF">
            <w:pPr>
              <w:pStyle w:val="NumberList1"/>
            </w:pPr>
          </w:p>
          <w:p w14:paraId="5366A1ED" w14:textId="77777777" w:rsidR="009E4DD9" w:rsidRDefault="009E4DD9" w:rsidP="003246EF">
            <w:pPr>
              <w:pStyle w:val="NumberList1"/>
            </w:pPr>
            <w:r>
              <w:t>3.  Assigns new codes as needed to qualified organizational units down through section level, but not to Deputies, Assistants, or specialists.</w:t>
            </w:r>
          </w:p>
        </w:tc>
      </w:tr>
      <w:tr w:rsidR="009E4DD9" w14:paraId="06A79308" w14:textId="77777777" w:rsidTr="00CD6456">
        <w:tc>
          <w:tcPr>
            <w:tcW w:w="9360" w:type="dxa"/>
            <w:gridSpan w:val="2"/>
            <w:tcBorders>
              <w:top w:val="nil"/>
              <w:left w:val="nil"/>
              <w:bottom w:val="nil"/>
              <w:right w:val="nil"/>
            </w:tcBorders>
          </w:tcPr>
          <w:p w14:paraId="08A03F43" w14:textId="77777777" w:rsidR="009E4DD9" w:rsidRDefault="009E4DD9" w:rsidP="003246EF">
            <w:pPr>
              <w:pStyle w:val="NumberList1"/>
            </w:pPr>
          </w:p>
        </w:tc>
      </w:tr>
      <w:tr w:rsidR="009E4DD9" w14:paraId="6680025F" w14:textId="77777777" w:rsidTr="00CD6456">
        <w:tc>
          <w:tcPr>
            <w:tcW w:w="4680" w:type="dxa"/>
            <w:tcBorders>
              <w:top w:val="nil"/>
              <w:left w:val="nil"/>
              <w:bottom w:val="nil"/>
              <w:right w:val="nil"/>
            </w:tcBorders>
          </w:tcPr>
          <w:p w14:paraId="65C05B64" w14:textId="77777777" w:rsidR="009E4DD9" w:rsidRDefault="009E4DD9" w:rsidP="003246EF">
            <w:pPr>
              <w:pStyle w:val="NumberList1"/>
            </w:pPr>
          </w:p>
        </w:tc>
        <w:tc>
          <w:tcPr>
            <w:tcW w:w="4680" w:type="dxa"/>
            <w:tcBorders>
              <w:top w:val="nil"/>
              <w:left w:val="nil"/>
              <w:bottom w:val="nil"/>
              <w:right w:val="nil"/>
            </w:tcBorders>
          </w:tcPr>
          <w:p w14:paraId="1F7F0217" w14:textId="77777777" w:rsidR="009E4DD9" w:rsidRDefault="009E4DD9" w:rsidP="003246EF">
            <w:pPr>
              <w:pStyle w:val="NumberList1"/>
            </w:pPr>
            <w:r>
              <w:t>4.  Prepares Form FS-1100-2, Directive Amendment or Supplement Processing Request, and drafts the amendment to update the Washington Office code list in exhibit 01 to this section.</w:t>
            </w:r>
          </w:p>
        </w:tc>
      </w:tr>
      <w:tr w:rsidR="009E4DD9" w14:paraId="76333BB4" w14:textId="77777777" w:rsidTr="00CD6456">
        <w:tc>
          <w:tcPr>
            <w:tcW w:w="9360" w:type="dxa"/>
            <w:gridSpan w:val="2"/>
            <w:tcBorders>
              <w:top w:val="nil"/>
              <w:left w:val="nil"/>
              <w:bottom w:val="nil"/>
              <w:right w:val="nil"/>
            </w:tcBorders>
          </w:tcPr>
          <w:p w14:paraId="57E7E46E" w14:textId="77777777" w:rsidR="009E4DD9" w:rsidRDefault="009E4DD9" w:rsidP="003246EF">
            <w:pPr>
              <w:pStyle w:val="NumberList1"/>
            </w:pPr>
          </w:p>
        </w:tc>
      </w:tr>
      <w:tr w:rsidR="009E4DD9" w14:paraId="420DF4F0" w14:textId="77777777" w:rsidTr="00CD6456">
        <w:tc>
          <w:tcPr>
            <w:tcW w:w="4680" w:type="dxa"/>
            <w:tcBorders>
              <w:top w:val="nil"/>
              <w:left w:val="nil"/>
              <w:bottom w:val="nil"/>
              <w:right w:val="nil"/>
            </w:tcBorders>
          </w:tcPr>
          <w:p w14:paraId="2686703D" w14:textId="77777777" w:rsidR="009E4DD9" w:rsidRDefault="009E4DD9" w:rsidP="003246EF">
            <w:pPr>
              <w:pStyle w:val="NumberList1"/>
            </w:pPr>
          </w:p>
        </w:tc>
        <w:tc>
          <w:tcPr>
            <w:tcW w:w="4680" w:type="dxa"/>
            <w:tcBorders>
              <w:top w:val="nil"/>
              <w:left w:val="nil"/>
              <w:bottom w:val="nil"/>
              <w:right w:val="nil"/>
            </w:tcBorders>
          </w:tcPr>
          <w:p w14:paraId="0E8C93C7" w14:textId="77777777" w:rsidR="009E4DD9" w:rsidRDefault="009E4DD9" w:rsidP="003246EF">
            <w:pPr>
              <w:pStyle w:val="NumberList1"/>
            </w:pPr>
            <w:r>
              <w:t>5.  Notifies the National Finance Center to change the Position Organization Listing (POL), effective with the new pay period in which the   personnel action becomes effective.</w:t>
            </w:r>
          </w:p>
        </w:tc>
      </w:tr>
    </w:tbl>
    <w:p w14:paraId="6E86FAA1" w14:textId="7655E49B" w:rsidR="009E4DD9" w:rsidRDefault="009E4DD9" w:rsidP="003246EF">
      <w:pPr>
        <w:pStyle w:val="NumberList1"/>
      </w:pPr>
      <w:r>
        <w:lastRenderedPageBreak/>
        <w:t xml:space="preserve">2.  </w:t>
      </w:r>
      <w:r w:rsidRPr="003246EF">
        <w:rPr>
          <w:u w:val="single"/>
        </w:rPr>
        <w:t>Washington Office Employing Office Code</w:t>
      </w:r>
      <w:r>
        <w:t>.</w:t>
      </w:r>
    </w:p>
    <w:tbl>
      <w:tblPr>
        <w:tblW w:w="9450" w:type="dxa"/>
        <w:tblLayout w:type="fixed"/>
        <w:tblCellMar>
          <w:left w:w="0" w:type="dxa"/>
          <w:right w:w="0" w:type="dxa"/>
        </w:tblCellMar>
        <w:tblLook w:val="0000" w:firstRow="0" w:lastRow="0" w:firstColumn="0" w:lastColumn="0" w:noHBand="0" w:noVBand="0"/>
      </w:tblPr>
      <w:tblGrid>
        <w:gridCol w:w="1710"/>
        <w:gridCol w:w="3085"/>
        <w:gridCol w:w="2266"/>
        <w:gridCol w:w="2389"/>
      </w:tblGrid>
      <w:tr w:rsidR="009E4DD9" w14:paraId="3997B11A" w14:textId="77777777" w:rsidTr="003246EF">
        <w:tc>
          <w:tcPr>
            <w:tcW w:w="1710" w:type="dxa"/>
            <w:tcBorders>
              <w:top w:val="nil"/>
              <w:left w:val="nil"/>
              <w:bottom w:val="nil"/>
              <w:right w:val="nil"/>
            </w:tcBorders>
          </w:tcPr>
          <w:p w14:paraId="6D9191D3" w14:textId="77777777" w:rsidR="009E4DD9" w:rsidRDefault="009E4DD9" w:rsidP="003246EF">
            <w:pPr>
              <w:ind w:left="144" w:right="144" w:firstLine="556"/>
              <w:jc w:val="center"/>
            </w:pPr>
          </w:p>
          <w:p w14:paraId="0494300F" w14:textId="77777777" w:rsidR="009E4DD9" w:rsidRDefault="009E4DD9" w:rsidP="003246EF">
            <w:pPr>
              <w:ind w:left="144" w:right="144" w:firstLine="556"/>
              <w:jc w:val="center"/>
            </w:pPr>
            <w:r>
              <w:t>Code</w:t>
            </w:r>
          </w:p>
        </w:tc>
        <w:tc>
          <w:tcPr>
            <w:tcW w:w="3085" w:type="dxa"/>
            <w:tcBorders>
              <w:top w:val="nil"/>
              <w:left w:val="nil"/>
              <w:bottom w:val="nil"/>
              <w:right w:val="nil"/>
            </w:tcBorders>
          </w:tcPr>
          <w:p w14:paraId="44047236" w14:textId="77777777" w:rsidR="009E4DD9" w:rsidRDefault="009E4DD9" w:rsidP="003246EF">
            <w:pPr>
              <w:ind w:left="144" w:right="144" w:firstLine="556"/>
              <w:jc w:val="center"/>
            </w:pPr>
            <w:r>
              <w:t>Unit and</w:t>
            </w:r>
          </w:p>
          <w:p w14:paraId="799E5562" w14:textId="77777777" w:rsidR="009E4DD9" w:rsidRDefault="009E4DD9" w:rsidP="003246EF">
            <w:pPr>
              <w:ind w:left="144" w:right="144" w:firstLine="556"/>
              <w:jc w:val="center"/>
            </w:pPr>
            <w:r>
              <w:t>Mailing Address</w:t>
            </w:r>
          </w:p>
        </w:tc>
        <w:tc>
          <w:tcPr>
            <w:tcW w:w="2266" w:type="dxa"/>
            <w:tcBorders>
              <w:top w:val="nil"/>
              <w:left w:val="nil"/>
              <w:bottom w:val="nil"/>
              <w:right w:val="nil"/>
            </w:tcBorders>
          </w:tcPr>
          <w:p w14:paraId="4A3E93A7" w14:textId="77777777" w:rsidR="009E4DD9" w:rsidRDefault="009E4DD9" w:rsidP="003246EF">
            <w:pPr>
              <w:ind w:left="144" w:right="144" w:firstLine="556"/>
              <w:jc w:val="center"/>
            </w:pPr>
            <w:r>
              <w:t>Title of Officer</w:t>
            </w:r>
          </w:p>
          <w:p w14:paraId="5DB33BAB" w14:textId="77777777" w:rsidR="009E4DD9" w:rsidRDefault="009E4DD9" w:rsidP="003246EF">
            <w:pPr>
              <w:ind w:left="144" w:right="144" w:firstLine="556"/>
              <w:jc w:val="center"/>
            </w:pPr>
            <w:r>
              <w:t>in Charge</w:t>
            </w:r>
          </w:p>
        </w:tc>
        <w:tc>
          <w:tcPr>
            <w:tcW w:w="2389" w:type="dxa"/>
            <w:tcBorders>
              <w:top w:val="nil"/>
              <w:left w:val="nil"/>
              <w:bottom w:val="nil"/>
              <w:right w:val="nil"/>
            </w:tcBorders>
          </w:tcPr>
          <w:p w14:paraId="4004EC55" w14:textId="77777777" w:rsidR="009E4DD9" w:rsidRDefault="009E4DD9" w:rsidP="003246EF">
            <w:pPr>
              <w:ind w:left="144" w:right="144" w:firstLine="556"/>
              <w:jc w:val="center"/>
            </w:pPr>
          </w:p>
          <w:p w14:paraId="17EB5139" w14:textId="77777777" w:rsidR="009E4DD9" w:rsidRDefault="009E4DD9" w:rsidP="003246EF">
            <w:pPr>
              <w:ind w:left="144" w:right="144" w:firstLine="556"/>
              <w:jc w:val="center"/>
            </w:pPr>
            <w:r>
              <w:t>Telephone No.</w:t>
            </w:r>
          </w:p>
        </w:tc>
      </w:tr>
      <w:tr w:rsidR="009E4DD9" w14:paraId="182FE18F" w14:textId="77777777" w:rsidTr="003246EF">
        <w:tc>
          <w:tcPr>
            <w:tcW w:w="1710" w:type="dxa"/>
            <w:tcBorders>
              <w:top w:val="nil"/>
              <w:left w:val="nil"/>
              <w:bottom w:val="nil"/>
              <w:right w:val="nil"/>
            </w:tcBorders>
          </w:tcPr>
          <w:p w14:paraId="0B721188" w14:textId="77777777" w:rsidR="009E4DD9" w:rsidRDefault="009E4DD9" w:rsidP="003246EF">
            <w:pPr>
              <w:ind w:left="144" w:right="144" w:firstLine="556"/>
            </w:pPr>
            <w:r>
              <w:t xml:space="preserve">     50-26</w:t>
            </w:r>
          </w:p>
        </w:tc>
        <w:tc>
          <w:tcPr>
            <w:tcW w:w="3085" w:type="dxa"/>
            <w:tcBorders>
              <w:top w:val="nil"/>
              <w:left w:val="nil"/>
              <w:bottom w:val="nil"/>
              <w:right w:val="nil"/>
            </w:tcBorders>
          </w:tcPr>
          <w:p w14:paraId="32175524" w14:textId="77777777" w:rsidR="009E4DD9" w:rsidRDefault="009E4DD9" w:rsidP="003246EF">
            <w:pPr>
              <w:ind w:left="144" w:right="144" w:firstLine="556"/>
            </w:pPr>
            <w:r>
              <w:t>Washington Office</w:t>
            </w:r>
          </w:p>
          <w:p w14:paraId="442A0B89" w14:textId="77777777" w:rsidR="009E4DD9" w:rsidRDefault="009E4DD9" w:rsidP="003246EF">
            <w:pPr>
              <w:ind w:left="144" w:right="144" w:firstLine="556"/>
            </w:pPr>
            <w:r>
              <w:t>Forest Service, USDA</w:t>
            </w:r>
          </w:p>
          <w:p w14:paraId="30FC9920" w14:textId="5AEF3CDA" w:rsidR="009E4DD9" w:rsidRDefault="003246EF" w:rsidP="003246EF">
            <w:pPr>
              <w:ind w:left="720" w:right="144" w:hanging="20"/>
            </w:pPr>
            <w:r>
              <w:t xml:space="preserve">Personnel </w:t>
            </w:r>
            <w:r w:rsidR="009E4DD9">
              <w:t>Management</w:t>
            </w:r>
            <w:r>
              <w:t xml:space="preserve"> </w:t>
            </w:r>
            <w:r w:rsidR="009E4DD9">
              <w:t>Staff</w:t>
            </w:r>
          </w:p>
          <w:p w14:paraId="658B3C09" w14:textId="77777777" w:rsidR="009E4DD9" w:rsidRDefault="009E4DD9" w:rsidP="003246EF">
            <w:pPr>
              <w:ind w:left="144" w:right="144" w:firstLine="556"/>
            </w:pPr>
            <w:r>
              <w:t>P.O. Box 96090</w:t>
            </w:r>
          </w:p>
          <w:p w14:paraId="298B1630" w14:textId="77777777" w:rsidR="009E4DD9" w:rsidRDefault="009E4DD9" w:rsidP="003246EF">
            <w:pPr>
              <w:ind w:left="144" w:right="144" w:firstLine="556"/>
            </w:pPr>
            <w:r>
              <w:t>Washington, D.C.-</w:t>
            </w:r>
          </w:p>
          <w:p w14:paraId="57DEFF03" w14:textId="77777777" w:rsidR="009E4DD9" w:rsidRDefault="009E4DD9" w:rsidP="003246EF">
            <w:pPr>
              <w:ind w:left="144" w:right="144" w:firstLine="556"/>
            </w:pPr>
            <w:r>
              <w:t>20090-6090</w:t>
            </w:r>
          </w:p>
        </w:tc>
        <w:tc>
          <w:tcPr>
            <w:tcW w:w="2266" w:type="dxa"/>
            <w:tcBorders>
              <w:top w:val="nil"/>
              <w:left w:val="nil"/>
              <w:bottom w:val="nil"/>
              <w:right w:val="nil"/>
            </w:tcBorders>
          </w:tcPr>
          <w:p w14:paraId="20E9EC2F" w14:textId="77777777" w:rsidR="009E4DD9" w:rsidRDefault="009E4DD9" w:rsidP="003246EF">
            <w:pPr>
              <w:ind w:left="144" w:right="144" w:firstLine="556"/>
            </w:pPr>
            <w:r>
              <w:t>Personnel</w:t>
            </w:r>
          </w:p>
          <w:p w14:paraId="49169599" w14:textId="77777777" w:rsidR="009E4DD9" w:rsidRDefault="009E4DD9" w:rsidP="003246EF">
            <w:pPr>
              <w:ind w:left="144" w:right="144" w:firstLine="556"/>
            </w:pPr>
            <w:r>
              <w:t>Staffing</w:t>
            </w:r>
          </w:p>
          <w:p w14:paraId="0275F636" w14:textId="77777777" w:rsidR="009E4DD9" w:rsidRDefault="009E4DD9" w:rsidP="003246EF">
            <w:pPr>
              <w:ind w:left="144" w:right="144" w:firstLine="556"/>
            </w:pPr>
            <w:r>
              <w:t>Specialist</w:t>
            </w:r>
          </w:p>
        </w:tc>
        <w:tc>
          <w:tcPr>
            <w:tcW w:w="2389" w:type="dxa"/>
            <w:tcBorders>
              <w:top w:val="nil"/>
              <w:left w:val="nil"/>
              <w:bottom w:val="nil"/>
              <w:right w:val="nil"/>
            </w:tcBorders>
          </w:tcPr>
          <w:p w14:paraId="0273311D" w14:textId="77777777" w:rsidR="009E4DD9" w:rsidRDefault="009E4DD9" w:rsidP="003246EF">
            <w:pPr>
              <w:ind w:left="144" w:right="144" w:firstLine="556"/>
            </w:pPr>
            <w:r>
              <w:t>703-235-8102</w:t>
            </w:r>
          </w:p>
        </w:tc>
      </w:tr>
    </w:tbl>
    <w:p w14:paraId="3DA79913" w14:textId="583002F9" w:rsidR="009E4DD9" w:rsidRDefault="009E4DD9" w:rsidP="003246EF">
      <w:pPr>
        <w:pStyle w:val="NumberList1"/>
      </w:pPr>
      <w:r>
        <w:t xml:space="preserve">3.  </w:t>
      </w:r>
      <w:r w:rsidRPr="003246EF">
        <w:rPr>
          <w:u w:val="single"/>
        </w:rPr>
        <w:t>Washington Office Accounting Station Code</w:t>
      </w:r>
      <w:r>
        <w:t>.</w:t>
      </w:r>
    </w:p>
    <w:p w14:paraId="106A8EF9" w14:textId="77777777" w:rsidR="009E4DD9" w:rsidRDefault="009E4DD9" w:rsidP="003246EF">
      <w:pPr>
        <w:pStyle w:val="NumberList1"/>
        <w:spacing w:before="0"/>
        <w:ind w:firstLine="446"/>
      </w:pPr>
      <w:r>
        <w:t>Code:     13-01</w:t>
      </w:r>
    </w:p>
    <w:p w14:paraId="6B9D5CDA" w14:textId="77777777" w:rsidR="009E4DD9" w:rsidRDefault="009E4DD9" w:rsidP="003246EF">
      <w:pPr>
        <w:pStyle w:val="NumberList1"/>
        <w:spacing w:before="0"/>
        <w:ind w:firstLine="446"/>
      </w:pPr>
      <w:r>
        <w:t xml:space="preserve">Address:  </w:t>
      </w:r>
      <w:r>
        <w:tab/>
        <w:t>Forest Service, USDA</w:t>
      </w:r>
    </w:p>
    <w:p w14:paraId="0F001202" w14:textId="77777777" w:rsidR="009E4DD9" w:rsidRDefault="009E4DD9" w:rsidP="003246EF">
      <w:pPr>
        <w:pStyle w:val="NumberList1"/>
        <w:spacing w:before="0"/>
        <w:ind w:firstLine="446"/>
      </w:pPr>
      <w:r>
        <w:tab/>
      </w:r>
      <w:r>
        <w:tab/>
        <w:t>Fiscal and Accounting Services Staff</w:t>
      </w:r>
    </w:p>
    <w:p w14:paraId="10BF7F1E" w14:textId="77777777" w:rsidR="009E4DD9" w:rsidRDefault="009E4DD9" w:rsidP="003246EF">
      <w:pPr>
        <w:pStyle w:val="NumberList1"/>
        <w:spacing w:before="0"/>
        <w:ind w:firstLine="446"/>
      </w:pPr>
      <w:r>
        <w:tab/>
      </w:r>
      <w:r>
        <w:tab/>
        <w:t>Accounting Services Branch</w:t>
      </w:r>
    </w:p>
    <w:p w14:paraId="1D7C51B5" w14:textId="77777777" w:rsidR="009E4DD9" w:rsidRDefault="009E4DD9" w:rsidP="003246EF">
      <w:pPr>
        <w:pStyle w:val="NumberList1"/>
        <w:spacing w:before="0"/>
        <w:ind w:firstLine="446"/>
      </w:pPr>
      <w:r>
        <w:tab/>
      </w:r>
      <w:r>
        <w:tab/>
        <w:t>P.O. Box 96090</w:t>
      </w:r>
    </w:p>
    <w:p w14:paraId="45573BE2" w14:textId="77777777" w:rsidR="009E4DD9" w:rsidRDefault="009E4DD9" w:rsidP="003246EF">
      <w:pPr>
        <w:pStyle w:val="NumberList1"/>
        <w:spacing w:before="0"/>
        <w:ind w:firstLine="446"/>
      </w:pPr>
      <w:r>
        <w:tab/>
      </w:r>
      <w:r>
        <w:tab/>
        <w:t>Washington, D.C.  20090-6090</w:t>
      </w:r>
    </w:p>
    <w:p w14:paraId="48D28C8A" w14:textId="77777777" w:rsidR="009E4DD9" w:rsidRDefault="009E4DD9" w:rsidP="003246EF">
      <w:pPr>
        <w:pStyle w:val="NumberList1"/>
        <w:spacing w:before="0"/>
        <w:ind w:firstLine="446"/>
      </w:pPr>
      <w:r>
        <w:t>Phone:    703-235-3282</w:t>
      </w:r>
    </w:p>
    <w:p w14:paraId="506668FE" w14:textId="77777777" w:rsidR="009E4DD9" w:rsidRDefault="009E4DD9" w:rsidP="003246EF">
      <w:pPr>
        <w:pStyle w:val="NumberList1"/>
      </w:pPr>
    </w:p>
    <w:p w14:paraId="6A32C55E" w14:textId="6AC78A33" w:rsidR="003246EF" w:rsidRDefault="003246EF" w:rsidP="003246EF">
      <w:pPr>
        <w:pStyle w:val="NumberList1"/>
        <w:numPr>
          <w:ilvl w:val="0"/>
          <w:numId w:val="13"/>
        </w:numPr>
        <w:ind w:hanging="630"/>
      </w:pPr>
      <w:r>
        <w:rPr>
          <w:u w:val="single"/>
        </w:rPr>
        <w:t xml:space="preserve"> </w:t>
      </w:r>
      <w:r w:rsidR="009E4DD9">
        <w:rPr>
          <w:u w:val="single"/>
        </w:rPr>
        <w:t>Washington Office Contact Point Codes</w:t>
      </w:r>
      <w:r w:rsidR="009E4DD9">
        <w:t xml:space="preserve">.  </w:t>
      </w:r>
    </w:p>
    <w:p w14:paraId="03D6B078" w14:textId="38CA9BD0" w:rsidR="009E4DD9" w:rsidRDefault="009E4DD9" w:rsidP="003246EF">
      <w:pPr>
        <w:pStyle w:val="NumberList1"/>
        <w:ind w:firstLine="360"/>
      </w:pPr>
      <w:r>
        <w:t>These codes are maintained by the Personnel Management Staff, Staffing Branch.</w:t>
      </w:r>
    </w:p>
    <w:p w14:paraId="5E3C970D" w14:textId="77777777" w:rsidR="009E4DD9" w:rsidRDefault="009E4DD9" w:rsidP="009E4DD9">
      <w:pPr>
        <w:pStyle w:val="ruler2"/>
        <w:widowControl/>
        <w:tabs>
          <w:tab w:val="clear" w:pos="4176"/>
          <w:tab w:val="left" w:pos="0"/>
          <w:tab w:val="left" w:pos="1296"/>
          <w:tab w:val="left" w:pos="5040"/>
        </w:tabs>
      </w:pPr>
    </w:p>
    <w:p w14:paraId="557BB50C" w14:textId="77777777" w:rsidR="009E4DD9" w:rsidRDefault="009E4DD9" w:rsidP="003246EF">
      <w:pPr>
        <w:pStyle w:val="ruler2"/>
        <w:widowControl/>
        <w:tabs>
          <w:tab w:val="clear" w:pos="576"/>
          <w:tab w:val="clear" w:pos="4176"/>
          <w:tab w:val="left" w:pos="1440"/>
          <w:tab w:val="left" w:pos="2880"/>
          <w:tab w:val="left" w:pos="4409"/>
          <w:tab w:val="left" w:pos="5760"/>
        </w:tabs>
        <w:ind w:firstLine="1080"/>
      </w:pPr>
      <w:r>
        <w:rPr>
          <w:u w:val="single"/>
        </w:rPr>
        <w:t>Agency</w:t>
      </w:r>
      <w:r>
        <w:tab/>
      </w:r>
      <w:r>
        <w:rPr>
          <w:u w:val="single"/>
        </w:rPr>
        <w:t>State</w:t>
      </w:r>
      <w:r>
        <w:tab/>
      </w:r>
      <w:r>
        <w:rPr>
          <w:u w:val="single"/>
        </w:rPr>
        <w:t xml:space="preserve">Town </w:t>
      </w:r>
      <w:r>
        <w:rPr>
          <w:u w:val="single"/>
        </w:rPr>
        <w:tab/>
        <w:t>Unit</w:t>
      </w:r>
      <w:r>
        <w:t xml:space="preserve"> </w:t>
      </w:r>
      <w:r>
        <w:tab/>
      </w:r>
      <w:r>
        <w:rPr>
          <w:u w:val="single"/>
        </w:rPr>
        <w:t>Timekeeper</w:t>
      </w:r>
    </w:p>
    <w:p w14:paraId="05DD79B6" w14:textId="77777777" w:rsidR="009E4DD9" w:rsidRDefault="009E4DD9" w:rsidP="003246EF">
      <w:pPr>
        <w:pStyle w:val="ruler2"/>
        <w:widowControl/>
        <w:tabs>
          <w:tab w:val="clear" w:pos="4176"/>
          <w:tab w:val="left" w:pos="1440"/>
          <w:tab w:val="left" w:pos="2880"/>
          <w:tab w:val="left" w:pos="5040"/>
          <w:tab w:val="left" w:pos="6480"/>
        </w:tabs>
        <w:ind w:firstLine="1080"/>
      </w:pPr>
    </w:p>
    <w:p w14:paraId="1C92E142" w14:textId="77777777" w:rsidR="009E4DD9" w:rsidRDefault="009E4DD9" w:rsidP="003246EF">
      <w:pPr>
        <w:pStyle w:val="ruler2"/>
        <w:widowControl/>
        <w:tabs>
          <w:tab w:val="clear" w:pos="576"/>
          <w:tab w:val="clear" w:pos="4176"/>
          <w:tab w:val="left" w:pos="449"/>
          <w:tab w:val="left" w:pos="1440"/>
          <w:tab w:val="left" w:pos="2880"/>
          <w:tab w:val="left" w:pos="4500"/>
          <w:tab w:val="left" w:pos="6120"/>
        </w:tabs>
        <w:ind w:firstLine="1080"/>
      </w:pPr>
      <w:r>
        <w:tab/>
        <w:t>11</w:t>
      </w:r>
      <w:r>
        <w:tab/>
        <w:t xml:space="preserve">11  </w:t>
      </w:r>
      <w:r>
        <w:tab/>
        <w:t xml:space="preserve">0010 </w:t>
      </w:r>
      <w:r>
        <w:tab/>
        <w:t xml:space="preserve">01 </w:t>
      </w:r>
      <w:r>
        <w:tab/>
        <w:t>xx</w:t>
      </w:r>
    </w:p>
    <w:p w14:paraId="49D865E9" w14:textId="77777777" w:rsidR="009E4DD9" w:rsidRDefault="009E4DD9" w:rsidP="009E4DD9">
      <w:pPr>
        <w:pStyle w:val="ruler2"/>
        <w:widowControl/>
        <w:tabs>
          <w:tab w:val="clear" w:pos="4176"/>
          <w:tab w:val="left" w:pos="0"/>
          <w:tab w:val="left" w:pos="1296"/>
          <w:tab w:val="left" w:pos="5040"/>
        </w:tabs>
      </w:pPr>
    </w:p>
    <w:p w14:paraId="0DCA79AF" w14:textId="77777777" w:rsidR="009E4DD9" w:rsidRDefault="009E4DD9" w:rsidP="009E4DD9">
      <w:pPr>
        <w:pStyle w:val="ruler2"/>
        <w:widowControl/>
        <w:tabs>
          <w:tab w:val="clear" w:pos="4176"/>
          <w:tab w:val="left" w:pos="0"/>
          <w:tab w:val="left" w:pos="1296"/>
          <w:tab w:val="left" w:pos="5040"/>
        </w:tabs>
      </w:pPr>
    </w:p>
    <w:p w14:paraId="2BAAE07A" w14:textId="77777777" w:rsidR="009E4DD9" w:rsidRDefault="009E4DD9" w:rsidP="009E4DD9">
      <w:pPr>
        <w:pStyle w:val="ruler2"/>
        <w:widowControl/>
        <w:tabs>
          <w:tab w:val="clear" w:pos="4176"/>
          <w:tab w:val="left" w:pos="0"/>
          <w:tab w:val="left" w:pos="1296"/>
          <w:tab w:val="left" w:pos="5040"/>
        </w:tabs>
        <w:jc w:val="center"/>
      </w:pPr>
      <w:r>
        <w:rPr>
          <w:b/>
          <w:bCs/>
        </w:rPr>
        <w:t>1224.25a - EXHIBIT 01 IS A SEPARATE DOCUMENT.</w:t>
      </w:r>
    </w:p>
    <w:p w14:paraId="5572811C" w14:textId="77777777" w:rsidR="009E4DD9" w:rsidRDefault="009E4DD9" w:rsidP="009E4DD9">
      <w:pPr>
        <w:pStyle w:val="ruler2"/>
        <w:widowControl/>
        <w:tabs>
          <w:tab w:val="clear" w:pos="4176"/>
          <w:tab w:val="left" w:pos="0"/>
          <w:tab w:val="left" w:pos="1296"/>
          <w:tab w:val="left" w:pos="5040"/>
        </w:tabs>
        <w:jc w:val="center"/>
      </w:pPr>
    </w:p>
    <w:p w14:paraId="23FE02A4" w14:textId="77777777" w:rsidR="00635460" w:rsidRDefault="00635460">
      <w:pPr>
        <w:rPr>
          <w:rFonts w:ascii="Arial" w:hAnsi="Arial" w:cs="Arial"/>
          <w:b/>
          <w:bCs/>
          <w:color w:val="0000FF"/>
          <w:szCs w:val="26"/>
        </w:rPr>
      </w:pPr>
      <w:bookmarkStart w:id="40" w:name="_Toc16250554"/>
      <w:r>
        <w:br w:type="page"/>
      </w:r>
    </w:p>
    <w:p w14:paraId="0D8C8E0A" w14:textId="32BD51F5" w:rsidR="003246EF" w:rsidRDefault="009E4DD9" w:rsidP="003246EF">
      <w:pPr>
        <w:pStyle w:val="Heading3"/>
      </w:pPr>
      <w:r>
        <w:lastRenderedPageBreak/>
        <w:t>1224.25b - Field Unit Organization Codes</w:t>
      </w:r>
      <w:bookmarkEnd w:id="40"/>
    </w:p>
    <w:p w14:paraId="20B303DF" w14:textId="77777777" w:rsidR="003246EF" w:rsidRDefault="003246EF" w:rsidP="009E4DD9">
      <w:pPr>
        <w:pStyle w:val="ruler2"/>
        <w:widowControl/>
        <w:tabs>
          <w:tab w:val="clear" w:pos="4176"/>
          <w:tab w:val="left" w:pos="0"/>
          <w:tab w:val="left" w:pos="1296"/>
          <w:tab w:val="left" w:pos="5040"/>
        </w:tabs>
      </w:pPr>
    </w:p>
    <w:p w14:paraId="58923998" w14:textId="6431DC4A" w:rsidR="009E4DD9" w:rsidRDefault="009E4DD9" w:rsidP="009E4DD9">
      <w:pPr>
        <w:pStyle w:val="ruler2"/>
        <w:widowControl/>
        <w:tabs>
          <w:tab w:val="clear" w:pos="4176"/>
          <w:tab w:val="left" w:pos="0"/>
          <w:tab w:val="left" w:pos="1296"/>
          <w:tab w:val="left" w:pos="5040"/>
        </w:tabs>
      </w:pPr>
      <w:r>
        <w:t>Regional Foresters, Station Directors, Area Director, and Institute Director should issue supplements under this section for their organization structure codes (FSM 1224.23c).</w:t>
      </w:r>
    </w:p>
    <w:p w14:paraId="7CB86B8F" w14:textId="77777777" w:rsidR="009E4DD9" w:rsidRDefault="009E4DD9" w:rsidP="009E4DD9">
      <w:pPr>
        <w:pStyle w:val="ruler2"/>
        <w:widowControl/>
        <w:tabs>
          <w:tab w:val="clear" w:pos="4176"/>
          <w:tab w:val="left" w:pos="0"/>
          <w:tab w:val="left" w:pos="1296"/>
          <w:tab w:val="left" w:pos="5040"/>
        </w:tabs>
      </w:pPr>
    </w:p>
    <w:p w14:paraId="4A034A01" w14:textId="77777777" w:rsidR="009E4DD9" w:rsidRDefault="009E4DD9" w:rsidP="009E4DD9">
      <w:pPr>
        <w:pStyle w:val="ruler2"/>
        <w:widowControl/>
        <w:tabs>
          <w:tab w:val="clear" w:pos="4176"/>
          <w:tab w:val="left" w:pos="0"/>
          <w:tab w:val="left" w:pos="1296"/>
          <w:tab w:val="left" w:pos="5040"/>
        </w:tabs>
      </w:pPr>
      <w:r>
        <w:t>Use the sample format displayed in exhibit 01 for field supplements containing organization structure codes.  Limit the content of supplements to the information shown in the sample format; use exactly the same format and spacing to maintain uniformity.  Unit organization codes and unit names included in supplements are limited to official, approved organization structures established in accordance with FSM 1225.</w:t>
      </w:r>
    </w:p>
    <w:p w14:paraId="7B3AE858" w14:textId="77777777" w:rsidR="009E4DD9" w:rsidRPr="003246EF" w:rsidRDefault="009E4DD9" w:rsidP="009E4DD9">
      <w:pPr>
        <w:pStyle w:val="ruler2"/>
        <w:widowControl/>
        <w:tabs>
          <w:tab w:val="clear" w:pos="4176"/>
          <w:tab w:val="left" w:pos="0"/>
          <w:tab w:val="left" w:pos="1296"/>
          <w:tab w:val="left" w:pos="5040"/>
        </w:tabs>
        <w:jc w:val="center"/>
        <w:rPr>
          <w:b/>
        </w:rPr>
      </w:pPr>
      <w:r>
        <w:br w:type="page"/>
      </w:r>
      <w:r w:rsidRPr="003246EF">
        <w:rPr>
          <w:b/>
          <w:u w:val="single"/>
        </w:rPr>
        <w:lastRenderedPageBreak/>
        <w:t>1224.25b - Exhibit 01</w:t>
      </w:r>
    </w:p>
    <w:p w14:paraId="1DF06BF6" w14:textId="77777777" w:rsidR="009E4DD9" w:rsidRPr="003246EF" w:rsidRDefault="009E4DD9" w:rsidP="009E4DD9">
      <w:pPr>
        <w:pStyle w:val="ruler2"/>
        <w:widowControl/>
        <w:tabs>
          <w:tab w:val="clear" w:pos="4176"/>
          <w:tab w:val="left" w:pos="0"/>
          <w:tab w:val="left" w:pos="1296"/>
          <w:tab w:val="left" w:pos="5040"/>
        </w:tabs>
        <w:jc w:val="center"/>
        <w:rPr>
          <w:b/>
        </w:rPr>
      </w:pPr>
    </w:p>
    <w:p w14:paraId="2B6A76BD" w14:textId="77777777" w:rsidR="009E4DD9" w:rsidRPr="003246EF" w:rsidRDefault="009E4DD9" w:rsidP="009E4DD9">
      <w:pPr>
        <w:pStyle w:val="ruler2"/>
        <w:widowControl/>
        <w:tabs>
          <w:tab w:val="clear" w:pos="4176"/>
          <w:tab w:val="left" w:pos="0"/>
          <w:tab w:val="left" w:pos="1296"/>
          <w:tab w:val="left" w:pos="5040"/>
        </w:tabs>
        <w:jc w:val="center"/>
        <w:rPr>
          <w:b/>
        </w:rPr>
      </w:pPr>
      <w:r w:rsidRPr="003246EF">
        <w:rPr>
          <w:b/>
          <w:u w:val="single"/>
        </w:rPr>
        <w:t>Sample Format for Field Supplements Containing</w:t>
      </w:r>
    </w:p>
    <w:p w14:paraId="2E59F73E" w14:textId="77777777" w:rsidR="009E4DD9" w:rsidRPr="003246EF" w:rsidRDefault="009E4DD9" w:rsidP="009E4DD9">
      <w:pPr>
        <w:pStyle w:val="ruler2"/>
        <w:widowControl/>
        <w:tabs>
          <w:tab w:val="clear" w:pos="4176"/>
          <w:tab w:val="left" w:pos="0"/>
          <w:tab w:val="left" w:pos="1296"/>
          <w:tab w:val="left" w:pos="5040"/>
        </w:tabs>
        <w:jc w:val="center"/>
        <w:rPr>
          <w:b/>
        </w:rPr>
      </w:pPr>
    </w:p>
    <w:p w14:paraId="4C6EE368" w14:textId="77777777" w:rsidR="009E4DD9" w:rsidRPr="003246EF" w:rsidRDefault="009E4DD9" w:rsidP="009E4DD9">
      <w:pPr>
        <w:pStyle w:val="ruler2"/>
        <w:widowControl/>
        <w:tabs>
          <w:tab w:val="clear" w:pos="4176"/>
          <w:tab w:val="left" w:pos="0"/>
          <w:tab w:val="left" w:pos="1296"/>
          <w:tab w:val="left" w:pos="5040"/>
        </w:tabs>
        <w:jc w:val="center"/>
        <w:rPr>
          <w:b/>
        </w:rPr>
      </w:pPr>
      <w:r w:rsidRPr="003246EF">
        <w:rPr>
          <w:b/>
          <w:u w:val="single"/>
        </w:rPr>
        <w:t>Organization Structure Codes</w:t>
      </w:r>
    </w:p>
    <w:p w14:paraId="5516FD79" w14:textId="77777777" w:rsidR="009E4DD9" w:rsidRDefault="009E4DD9" w:rsidP="009E4DD9">
      <w:pPr>
        <w:pStyle w:val="ruler2"/>
        <w:widowControl/>
        <w:tabs>
          <w:tab w:val="clear" w:pos="4176"/>
          <w:tab w:val="left" w:pos="0"/>
          <w:tab w:val="left" w:pos="1296"/>
          <w:tab w:val="left" w:pos="5040"/>
        </w:tabs>
        <w:jc w:val="center"/>
      </w:pPr>
    </w:p>
    <w:p w14:paraId="6E06EBFD" w14:textId="77777777" w:rsidR="009E4DD9" w:rsidRDefault="009E4DD9" w:rsidP="009E4DD9">
      <w:pPr>
        <w:pStyle w:val="ruler2"/>
        <w:widowControl/>
        <w:tabs>
          <w:tab w:val="clear" w:pos="4176"/>
          <w:tab w:val="left" w:pos="0"/>
          <w:tab w:val="left" w:pos="1296"/>
          <w:tab w:val="left" w:pos="5040"/>
        </w:tabs>
        <w:jc w:val="center"/>
      </w:pPr>
    </w:p>
    <w:p w14:paraId="1A982B5E" w14:textId="77777777" w:rsidR="009E4DD9" w:rsidRDefault="009E4DD9" w:rsidP="009E4DD9">
      <w:pPr>
        <w:pStyle w:val="ruler2"/>
        <w:widowControl/>
        <w:tabs>
          <w:tab w:val="clear" w:pos="4176"/>
          <w:tab w:val="left" w:pos="0"/>
          <w:tab w:val="left" w:pos="1296"/>
          <w:tab w:val="left" w:pos="5040"/>
        </w:tabs>
      </w:pPr>
      <w:r>
        <w:rPr>
          <w:u w:val="single"/>
        </w:rPr>
        <w:t xml:space="preserve">                                                                                                                                         </w:t>
      </w:r>
    </w:p>
    <w:p w14:paraId="5AC482B3" w14:textId="77777777" w:rsidR="009E4DD9" w:rsidRDefault="009E4DD9" w:rsidP="009E4DD9">
      <w:pPr>
        <w:pStyle w:val="ruler2"/>
        <w:widowControl/>
        <w:tabs>
          <w:tab w:val="clear" w:pos="4176"/>
          <w:tab w:val="left" w:pos="1080"/>
          <w:tab w:val="left" w:pos="4320"/>
        </w:tabs>
      </w:pPr>
      <w:r>
        <w:tab/>
        <w:t>Code by</w:t>
      </w:r>
      <w:r>
        <w:tab/>
        <w:t>ORGANIZATION STRUCTURE</w:t>
      </w:r>
    </w:p>
    <w:p w14:paraId="3FD6E6CB" w14:textId="77777777" w:rsidR="009E4DD9" w:rsidRDefault="009E4DD9" w:rsidP="009E4DD9">
      <w:pPr>
        <w:pStyle w:val="ruler2"/>
        <w:widowControl/>
        <w:tabs>
          <w:tab w:val="clear" w:pos="4176"/>
          <w:tab w:val="left" w:pos="4320"/>
          <w:tab w:val="left" w:pos="5400"/>
        </w:tabs>
      </w:pPr>
      <w:r>
        <w:rPr>
          <w:u w:val="single"/>
        </w:rPr>
        <w:t xml:space="preserve">Organization Levels             </w:t>
      </w:r>
      <w:r>
        <w:tab/>
        <w:t>Forest Service</w:t>
      </w:r>
    </w:p>
    <w:p w14:paraId="3260C473" w14:textId="77777777" w:rsidR="009E4DD9" w:rsidRDefault="009E4DD9" w:rsidP="009E4DD9">
      <w:pPr>
        <w:pStyle w:val="ruler2"/>
        <w:widowControl/>
        <w:tabs>
          <w:tab w:val="clear" w:pos="4176"/>
          <w:tab w:val="left" w:pos="1080"/>
          <w:tab w:val="left" w:pos="4320"/>
        </w:tabs>
      </w:pPr>
      <w:r>
        <w:tab/>
      </w:r>
      <w:r>
        <w:tab/>
      </w:r>
      <w:r>
        <w:tab/>
        <w:t xml:space="preserve">Region 1 </w:t>
      </w:r>
    </w:p>
    <w:p w14:paraId="455D4D4A" w14:textId="77777777" w:rsidR="009E4DD9" w:rsidRDefault="009E4DD9" w:rsidP="009E4DD9">
      <w:pPr>
        <w:pStyle w:val="ruler2"/>
        <w:widowControl/>
        <w:tabs>
          <w:tab w:val="clear" w:pos="4176"/>
          <w:tab w:val="left" w:pos="1080"/>
          <w:tab w:val="left" w:pos="2880"/>
          <w:tab w:val="left" w:pos="5040"/>
        </w:tabs>
      </w:pPr>
      <w:r>
        <w:rPr>
          <w:u w:val="single"/>
        </w:rPr>
        <w:t xml:space="preserve">1  2  3  4    5  6  7  8                                                                                                         </w:t>
      </w:r>
    </w:p>
    <w:p w14:paraId="276ADDBC" w14:textId="77777777" w:rsidR="009E4DD9" w:rsidRDefault="009E4DD9" w:rsidP="009E4DD9">
      <w:pPr>
        <w:pStyle w:val="ruler2"/>
        <w:widowControl/>
        <w:tabs>
          <w:tab w:val="clear" w:pos="4176"/>
          <w:tab w:val="left" w:pos="2789"/>
          <w:tab w:val="left" w:pos="3240"/>
          <w:tab w:val="left" w:pos="3600"/>
          <w:tab w:val="left" w:pos="3960"/>
          <w:tab w:val="left" w:pos="4320"/>
        </w:tabs>
      </w:pPr>
      <w:r>
        <w:t xml:space="preserve">      </w:t>
      </w:r>
    </w:p>
    <w:p w14:paraId="49C94492"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r>
        <w:t>11</w:t>
      </w:r>
      <w:r>
        <w:tab/>
      </w:r>
      <w:r>
        <w:tab/>
        <w:t>Forest Service</w:t>
      </w:r>
    </w:p>
    <w:p w14:paraId="4958759F"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p>
    <w:p w14:paraId="61A533C5"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p>
    <w:p w14:paraId="19BFF2B2"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r>
        <w:t>11 01</w:t>
      </w:r>
      <w:r>
        <w:tab/>
      </w:r>
      <w:r>
        <w:tab/>
        <w:t>Northern Region (R1)</w:t>
      </w:r>
    </w:p>
    <w:p w14:paraId="73CE603E"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p>
    <w:p w14:paraId="4F4F1299"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r>
        <w:t>11 01 04</w:t>
      </w:r>
      <w:r>
        <w:tab/>
      </w:r>
      <w:r>
        <w:tab/>
      </w:r>
      <w:r>
        <w:tab/>
        <w:t>Idaho Panhandle National Forest</w:t>
      </w:r>
    </w:p>
    <w:p w14:paraId="27895CF6"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r>
        <w:t>11 01 04 0000 01</w:t>
      </w:r>
      <w:r>
        <w:tab/>
      </w:r>
      <w:r>
        <w:tab/>
      </w:r>
      <w:r>
        <w:tab/>
      </w:r>
      <w:r>
        <w:tab/>
        <w:t>Resource Coordination</w:t>
      </w:r>
    </w:p>
    <w:p w14:paraId="5BC019FD"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p>
    <w:p w14:paraId="73B1E9D4"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r>
        <w:t>11 01 04 0001</w:t>
      </w:r>
      <w:r>
        <w:tab/>
      </w:r>
      <w:r>
        <w:tab/>
      </w:r>
      <w:r>
        <w:tab/>
      </w:r>
      <w:r>
        <w:tab/>
        <w:t>Wallace Ranger District</w:t>
      </w:r>
    </w:p>
    <w:p w14:paraId="0B6471F0" w14:textId="77777777" w:rsidR="009E4DD9" w:rsidRDefault="009E4DD9" w:rsidP="009E4DD9">
      <w:pPr>
        <w:pStyle w:val="ruler6"/>
        <w:widowControl/>
        <w:tabs>
          <w:tab w:val="clear" w:pos="3024"/>
          <w:tab w:val="clear" w:pos="5328"/>
          <w:tab w:val="left" w:pos="2880"/>
          <w:tab w:val="left" w:pos="3240"/>
          <w:tab w:val="left" w:pos="3600"/>
          <w:tab w:val="left" w:pos="3960"/>
          <w:tab w:val="left" w:pos="4320"/>
        </w:tabs>
      </w:pPr>
    </w:p>
    <w:p w14:paraId="2773CAD9" w14:textId="77777777" w:rsidR="009E4DD9" w:rsidRDefault="009E4DD9" w:rsidP="009E4DD9">
      <w:pPr>
        <w:pStyle w:val="ruler6"/>
        <w:widowControl/>
        <w:tabs>
          <w:tab w:val="clear" w:pos="3024"/>
          <w:tab w:val="clear" w:pos="5328"/>
          <w:tab w:val="left" w:pos="3240"/>
          <w:tab w:val="left" w:pos="3600"/>
          <w:tab w:val="left" w:pos="3960"/>
          <w:tab w:val="left" w:pos="4320"/>
        </w:tabs>
      </w:pPr>
      <w:r>
        <w:t>11 01 04 0002</w:t>
      </w:r>
      <w:r>
        <w:tab/>
      </w:r>
      <w:r>
        <w:tab/>
      </w:r>
      <w:r>
        <w:tab/>
        <w:t>Avery Ranger District</w:t>
      </w:r>
    </w:p>
    <w:p w14:paraId="2039A553" w14:textId="77777777" w:rsidR="009E4DD9" w:rsidRDefault="009E4DD9" w:rsidP="009E4DD9">
      <w:pPr>
        <w:pStyle w:val="ruler6"/>
        <w:widowControl/>
        <w:tabs>
          <w:tab w:val="clear" w:pos="3024"/>
          <w:tab w:val="clear" w:pos="5328"/>
          <w:tab w:val="left" w:pos="3240"/>
          <w:tab w:val="left" w:pos="3600"/>
          <w:tab w:val="left" w:pos="3960"/>
          <w:tab w:val="left" w:pos="4320"/>
        </w:tabs>
      </w:pPr>
      <w:r>
        <w:t>11 01 04 0002 01</w:t>
      </w:r>
      <w:r>
        <w:tab/>
      </w:r>
      <w:r>
        <w:tab/>
      </w:r>
      <w:r>
        <w:tab/>
      </w:r>
      <w:r>
        <w:tab/>
        <w:t>Fire Control</w:t>
      </w:r>
    </w:p>
    <w:p w14:paraId="5E88275C" w14:textId="77777777" w:rsidR="009E4DD9" w:rsidRDefault="009E4DD9" w:rsidP="009E4DD9">
      <w:pPr>
        <w:pStyle w:val="ruler6"/>
        <w:widowControl/>
        <w:tabs>
          <w:tab w:val="left" w:pos="3240"/>
          <w:tab w:val="left" w:pos="3960"/>
          <w:tab w:val="left" w:pos="4320"/>
        </w:tabs>
      </w:pPr>
    </w:p>
    <w:p w14:paraId="285AD5D5"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 xml:space="preserve">11 01 15 </w:t>
      </w:r>
      <w:r>
        <w:tab/>
      </w:r>
      <w:r>
        <w:tab/>
      </w:r>
      <w:r>
        <w:tab/>
        <w:t>Lewis &amp; Clark National Forest</w:t>
      </w:r>
    </w:p>
    <w:p w14:paraId="3FCA04F3"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11 01 15 0000 01</w:t>
      </w:r>
      <w:r>
        <w:tab/>
      </w:r>
      <w:r>
        <w:tab/>
      </w:r>
      <w:r>
        <w:tab/>
      </w:r>
      <w:r>
        <w:tab/>
        <w:t>Administration</w:t>
      </w:r>
    </w:p>
    <w:p w14:paraId="442CBD70"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p>
    <w:p w14:paraId="036C3F64"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 xml:space="preserve">11 01 15 0001   </w:t>
      </w:r>
      <w:r>
        <w:tab/>
      </w:r>
      <w:r>
        <w:tab/>
      </w:r>
      <w:r>
        <w:tab/>
      </w:r>
      <w:r>
        <w:tab/>
        <w:t>Rocky Mountain Ranger District</w:t>
      </w:r>
    </w:p>
    <w:p w14:paraId="6AC8A0AA"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p>
    <w:p w14:paraId="2DC88295"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 xml:space="preserve">11 01 00 0005    </w:t>
      </w:r>
      <w:r>
        <w:tab/>
      </w:r>
      <w:r>
        <w:tab/>
      </w:r>
      <w:r>
        <w:tab/>
        <w:t xml:space="preserve">Engineering Staff </w:t>
      </w:r>
    </w:p>
    <w:p w14:paraId="00466C78"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 xml:space="preserve">11 01 00 0001 01  </w:t>
      </w:r>
      <w:r>
        <w:tab/>
      </w:r>
      <w:r>
        <w:tab/>
      </w:r>
      <w:r>
        <w:tab/>
      </w:r>
      <w:r>
        <w:tab/>
        <w:t>Transportation Systems Engineering</w:t>
      </w:r>
    </w:p>
    <w:p w14:paraId="28BBDF02"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11 01 00 0001 01 01</w:t>
      </w:r>
      <w:r>
        <w:tab/>
      </w:r>
      <w:r>
        <w:tab/>
      </w:r>
      <w:r>
        <w:tab/>
      </w:r>
      <w:r>
        <w:tab/>
      </w:r>
      <w:r>
        <w:tab/>
        <w:t>Transportation Planning</w:t>
      </w:r>
    </w:p>
    <w:p w14:paraId="4A671809"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p>
    <w:p w14:paraId="7011DDFE"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 xml:space="preserve">11 01 16         </w:t>
      </w:r>
      <w:r>
        <w:tab/>
      </w:r>
      <w:r>
        <w:tab/>
        <w:t>Lolo National Forest</w:t>
      </w:r>
    </w:p>
    <w:p w14:paraId="787E5979"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11 01 16 0000 02</w:t>
      </w:r>
      <w:r>
        <w:tab/>
      </w:r>
      <w:r>
        <w:tab/>
      </w:r>
      <w:r>
        <w:tab/>
        <w:t>Administrative Support</w:t>
      </w:r>
    </w:p>
    <w:p w14:paraId="223B6F12"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11 01 16 0000 02 01</w:t>
      </w:r>
      <w:r>
        <w:tab/>
      </w:r>
      <w:r>
        <w:tab/>
      </w:r>
      <w:r>
        <w:tab/>
      </w:r>
      <w:r>
        <w:tab/>
        <w:t>Information Systems</w:t>
      </w:r>
    </w:p>
    <w:p w14:paraId="5D20BF9B" w14:textId="77777777" w:rsidR="009E4DD9" w:rsidRDefault="009E4DD9" w:rsidP="009E4DD9">
      <w:pPr>
        <w:pStyle w:val="ruler6"/>
        <w:widowControl/>
        <w:tabs>
          <w:tab w:val="clear" w:pos="3024"/>
          <w:tab w:val="clear" w:pos="5328"/>
          <w:tab w:val="left" w:pos="2880"/>
          <w:tab w:val="left" w:pos="3240"/>
          <w:tab w:val="left" w:pos="3600"/>
          <w:tab w:val="left" w:pos="4049"/>
          <w:tab w:val="left" w:pos="4320"/>
        </w:tabs>
      </w:pPr>
      <w:r>
        <w:t>11 01 16 0000 03</w:t>
      </w:r>
      <w:r>
        <w:tab/>
      </w:r>
      <w:r>
        <w:tab/>
      </w:r>
      <w:r>
        <w:tab/>
        <w:t>Technical Services</w:t>
      </w:r>
    </w:p>
    <w:p w14:paraId="4C6394BE" w14:textId="77777777" w:rsidR="009E4DD9" w:rsidRDefault="009E4DD9" w:rsidP="009E4DD9">
      <w:pPr>
        <w:pStyle w:val="ruler6"/>
        <w:widowControl/>
        <w:tabs>
          <w:tab w:val="clear" w:pos="3024"/>
          <w:tab w:val="clear" w:pos="5328"/>
          <w:tab w:val="left" w:pos="2880"/>
          <w:tab w:val="left" w:pos="3600"/>
          <w:tab w:val="left" w:pos="4049"/>
          <w:tab w:val="left" w:pos="4320"/>
        </w:tabs>
      </w:pPr>
      <w:r>
        <w:t>11 01 16 0003</w:t>
      </w:r>
      <w:r>
        <w:tab/>
      </w:r>
      <w:r>
        <w:tab/>
      </w:r>
      <w:r>
        <w:tab/>
        <w:t xml:space="preserve">Missoula Ranger District  </w:t>
      </w:r>
    </w:p>
    <w:p w14:paraId="234E2B65" w14:textId="77777777" w:rsidR="009E4DD9" w:rsidRDefault="009E4DD9" w:rsidP="009E4DD9">
      <w:pPr>
        <w:pStyle w:val="ruler6"/>
        <w:widowControl/>
        <w:tabs>
          <w:tab w:val="clear" w:pos="3024"/>
          <w:tab w:val="clear" w:pos="5328"/>
          <w:tab w:val="left" w:pos="2880"/>
          <w:tab w:val="left" w:pos="3600"/>
          <w:tab w:val="left" w:pos="4049"/>
          <w:tab w:val="left" w:pos="4320"/>
        </w:tabs>
      </w:pPr>
      <w:r>
        <w:t xml:space="preserve">11 01 16 0003 01 </w:t>
      </w:r>
      <w:r>
        <w:tab/>
      </w:r>
      <w:r>
        <w:tab/>
      </w:r>
      <w:r>
        <w:tab/>
      </w:r>
      <w:r>
        <w:tab/>
        <w:t>Business Management</w:t>
      </w:r>
    </w:p>
    <w:p w14:paraId="1C45FF70" w14:textId="491443F8" w:rsidR="009E4DD9" w:rsidRDefault="009E4DD9" w:rsidP="003246EF">
      <w:pPr>
        <w:pStyle w:val="Heading1"/>
      </w:pPr>
      <w:bookmarkStart w:id="41" w:name="_Toc16250555"/>
      <w:r>
        <w:lastRenderedPageBreak/>
        <w:t>1225 - APPROVAL OF ORGANIZATIONAL CHANGES</w:t>
      </w:r>
      <w:bookmarkEnd w:id="41"/>
    </w:p>
    <w:p w14:paraId="6B4219D1" w14:textId="50117722" w:rsidR="003246EF" w:rsidRDefault="009E4DD9" w:rsidP="003246EF">
      <w:pPr>
        <w:pStyle w:val="Heading3"/>
      </w:pPr>
      <w:bookmarkStart w:id="42" w:name="_Toc16250556"/>
      <w:r>
        <w:t>1225.01 - Authority</w:t>
      </w:r>
      <w:bookmarkEnd w:id="42"/>
    </w:p>
    <w:p w14:paraId="37310011" w14:textId="77777777" w:rsidR="003246EF" w:rsidRDefault="003246EF" w:rsidP="009E4DD9">
      <w:pPr>
        <w:pStyle w:val="ruler2"/>
        <w:widowControl/>
        <w:tabs>
          <w:tab w:val="clear" w:pos="4176"/>
          <w:tab w:val="left" w:pos="0"/>
          <w:tab w:val="left" w:pos="1296"/>
          <w:tab w:val="left" w:pos="5040"/>
        </w:tabs>
      </w:pPr>
    </w:p>
    <w:p w14:paraId="788E673A" w14:textId="61E55D16" w:rsidR="009E4DD9" w:rsidRDefault="009E4DD9" w:rsidP="009E4DD9">
      <w:pPr>
        <w:pStyle w:val="ruler2"/>
        <w:widowControl/>
        <w:tabs>
          <w:tab w:val="clear" w:pos="4176"/>
          <w:tab w:val="left" w:pos="0"/>
          <w:tab w:val="left" w:pos="1296"/>
          <w:tab w:val="left" w:pos="5040"/>
        </w:tabs>
      </w:pPr>
      <w:r>
        <w:t>Department Regulation 1010-1 (DR 1010-1) prescribes the policy and procedure for obtaining approval of organizational changes and required documentation.  DR 1010-1 requires Departmental approval of those organizational changes which involve the following actions:</w:t>
      </w:r>
    </w:p>
    <w:p w14:paraId="4A0D7E26" w14:textId="6DDC554E" w:rsidR="009E4DD9" w:rsidRDefault="009E4DD9" w:rsidP="00635460">
      <w:pPr>
        <w:pStyle w:val="NumberList1"/>
        <w:ind w:left="0"/>
      </w:pPr>
      <w:r>
        <w:t>1.  Establishment or abolishment of any Forest Service Washington Office unit down to and including Washington Office Staff Units; this includes title changes for Washington Office Staff Units.</w:t>
      </w:r>
    </w:p>
    <w:p w14:paraId="4EB49204" w14:textId="38C175F7" w:rsidR="009E4DD9" w:rsidRDefault="009E4DD9" w:rsidP="00635460">
      <w:pPr>
        <w:pStyle w:val="NumberList1"/>
        <w:ind w:left="0"/>
      </w:pPr>
      <w:r>
        <w:t>2.  Establishment or abolishment of any unit which reports directly to the Chief of the Forest Service (Region, Station, Area, Institute, and Forest Products Laboratory).</w:t>
      </w:r>
    </w:p>
    <w:p w14:paraId="7A8BCD2A" w14:textId="587D0ABA" w:rsidR="009E4DD9" w:rsidRDefault="009E4DD9" w:rsidP="00635460">
      <w:pPr>
        <w:pStyle w:val="NumberList1"/>
        <w:ind w:left="0"/>
      </w:pPr>
      <w:r>
        <w:t>3.  Change in the Regional boundary of a Region, Station, Area, or Institute, or the establishment, abolishment, or transfer of any Regiona</w:t>
      </w:r>
      <w:r w:rsidR="00791123">
        <w:t xml:space="preserve">l, Station, Area, or Institute </w:t>
      </w:r>
      <w:r>
        <w:t>headquarters office (FSM 1241.01).</w:t>
      </w:r>
    </w:p>
    <w:p w14:paraId="2DBC15E2" w14:textId="11035C56" w:rsidR="009E4DD9" w:rsidRDefault="009E4DD9" w:rsidP="00635460">
      <w:pPr>
        <w:pStyle w:val="NumberList1"/>
        <w:ind w:left="0"/>
      </w:pPr>
      <w:r>
        <w:t>4.  Establishment or abolishment of a major Forest Service program or administrative function.</w:t>
      </w:r>
    </w:p>
    <w:p w14:paraId="57F15933" w14:textId="48FA02B8" w:rsidR="009E4DD9" w:rsidRDefault="009E4DD9" w:rsidP="00635460">
      <w:pPr>
        <w:pStyle w:val="NumberList1"/>
        <w:ind w:left="0"/>
      </w:pPr>
      <w:r>
        <w:t>5.  Other actions that the Department feels will have significant impacts on Forest Service employees or the public such as relocation or transfer of a facility or activity affecting 10 or more FTE employees.</w:t>
      </w:r>
    </w:p>
    <w:p w14:paraId="3A471E84" w14:textId="72D70931" w:rsidR="003246EF" w:rsidRDefault="009E4DD9" w:rsidP="003246EF">
      <w:pPr>
        <w:pStyle w:val="Heading3"/>
      </w:pPr>
      <w:bookmarkStart w:id="43" w:name="_Toc16250557"/>
      <w:r>
        <w:t>1225.03 - Policy</w:t>
      </w:r>
      <w:bookmarkEnd w:id="43"/>
    </w:p>
    <w:p w14:paraId="3E888EEB" w14:textId="77777777" w:rsidR="003246EF" w:rsidRDefault="003246EF" w:rsidP="009E4DD9">
      <w:pPr>
        <w:pStyle w:val="ruler2"/>
        <w:widowControl/>
        <w:tabs>
          <w:tab w:val="clear" w:pos="4176"/>
          <w:tab w:val="left" w:pos="0"/>
          <w:tab w:val="left" w:pos="1296"/>
          <w:tab w:val="left" w:pos="5040"/>
        </w:tabs>
      </w:pPr>
    </w:p>
    <w:p w14:paraId="1DFEB420" w14:textId="556A8757" w:rsidR="009E4DD9" w:rsidRDefault="009E4DD9" w:rsidP="009E4DD9">
      <w:pPr>
        <w:pStyle w:val="ruler2"/>
        <w:widowControl/>
        <w:tabs>
          <w:tab w:val="clear" w:pos="4176"/>
          <w:tab w:val="left" w:pos="0"/>
          <w:tab w:val="left" w:pos="1296"/>
          <w:tab w:val="left" w:pos="5040"/>
        </w:tabs>
      </w:pPr>
      <w:r>
        <w:t>In considering and seeking changes in the organization of the Forest Service, the responsible agency officials (FSM 1225.04) shall:</w:t>
      </w:r>
    </w:p>
    <w:p w14:paraId="6F66F41F" w14:textId="17DF996D" w:rsidR="009E4DD9" w:rsidRDefault="009E4DD9" w:rsidP="00635460">
      <w:pPr>
        <w:pStyle w:val="NumberList1"/>
        <w:ind w:left="0"/>
      </w:pPr>
      <w:r>
        <w:t>1.  Apply the procedures prescribed for Departmental approvals (FSM 1225.2) to all Forest Service reorganization approval requests, whether or not Departmental approval is required.</w:t>
      </w:r>
    </w:p>
    <w:p w14:paraId="1186F404" w14:textId="780DAC15" w:rsidR="009E4DD9" w:rsidRDefault="009E4DD9" w:rsidP="00635460">
      <w:pPr>
        <w:pStyle w:val="NumberList1"/>
        <w:ind w:left="0"/>
      </w:pPr>
      <w:r>
        <w:t>2.  Inform employees and union representatives as applicable that a change is being considered.  Do not announce any organizational change to employees or the public prior to official approval.  Official approval is documented by appropriate signatures on the new organization chart.  Any statement about a pending organizational change made prior to official approval must clearly indicate that no decision has been reached.</w:t>
      </w:r>
    </w:p>
    <w:p w14:paraId="014C05D7" w14:textId="77777777" w:rsidR="009E4DD9" w:rsidRDefault="009E4DD9" w:rsidP="009E4DD9">
      <w:pPr>
        <w:pStyle w:val="ruler2"/>
        <w:widowControl/>
        <w:tabs>
          <w:tab w:val="clear" w:pos="4176"/>
          <w:tab w:val="left" w:pos="0"/>
          <w:tab w:val="left" w:pos="1296"/>
          <w:tab w:val="left" w:pos="5040"/>
        </w:tabs>
      </w:pPr>
    </w:p>
    <w:p w14:paraId="5C88A80D" w14:textId="77777777" w:rsidR="009E4DD9" w:rsidRDefault="009E4DD9" w:rsidP="009E4DD9">
      <w:pPr>
        <w:pStyle w:val="ruler2"/>
        <w:widowControl/>
        <w:tabs>
          <w:tab w:val="clear" w:pos="4176"/>
          <w:tab w:val="left" w:pos="0"/>
          <w:tab w:val="left" w:pos="1296"/>
          <w:tab w:val="left" w:pos="5040"/>
        </w:tabs>
      </w:pPr>
      <w:r>
        <w:t>After official approval has been obtained for organization changes, the responsible agency officials shall follow the direction on implementation of organizational changes in FSM 1226.</w:t>
      </w:r>
    </w:p>
    <w:p w14:paraId="0538544A" w14:textId="02D60A6D" w:rsidR="009E4DD9" w:rsidRDefault="009E4DD9" w:rsidP="003246EF">
      <w:pPr>
        <w:pStyle w:val="Heading3"/>
      </w:pPr>
      <w:bookmarkStart w:id="44" w:name="_Toc16250558"/>
      <w:r>
        <w:lastRenderedPageBreak/>
        <w:t>1225.04 - Responsibility</w:t>
      </w:r>
      <w:bookmarkEnd w:id="44"/>
    </w:p>
    <w:p w14:paraId="685A9FC2" w14:textId="2BB194BA" w:rsidR="003246EF" w:rsidRDefault="009E4DD9" w:rsidP="003246EF">
      <w:pPr>
        <w:pStyle w:val="Heading3"/>
      </w:pPr>
      <w:bookmarkStart w:id="45" w:name="_Toc16250559"/>
      <w:r>
        <w:t>1225.04a - Chief</w:t>
      </w:r>
      <w:bookmarkEnd w:id="45"/>
    </w:p>
    <w:p w14:paraId="2BF6874E" w14:textId="77777777" w:rsidR="003246EF" w:rsidRDefault="003246EF" w:rsidP="009E4DD9">
      <w:pPr>
        <w:pStyle w:val="ruler2"/>
        <w:widowControl/>
        <w:tabs>
          <w:tab w:val="clear" w:pos="4176"/>
          <w:tab w:val="left" w:pos="0"/>
          <w:tab w:val="left" w:pos="1296"/>
          <w:tab w:val="left" w:pos="5040"/>
        </w:tabs>
      </w:pPr>
    </w:p>
    <w:p w14:paraId="54E50901" w14:textId="77AFBD1A" w:rsidR="009E4DD9" w:rsidRDefault="009E4DD9" w:rsidP="009E4DD9">
      <w:pPr>
        <w:pStyle w:val="ruler2"/>
        <w:widowControl/>
        <w:tabs>
          <w:tab w:val="clear" w:pos="4176"/>
          <w:tab w:val="left" w:pos="0"/>
          <w:tab w:val="left" w:pos="1296"/>
          <w:tab w:val="left" w:pos="5040"/>
        </w:tabs>
      </w:pPr>
      <w:r>
        <w:t>The Chief reserves authority to approve the following:</w:t>
      </w:r>
    </w:p>
    <w:p w14:paraId="560F8D7D" w14:textId="0F092BF8" w:rsidR="009E4DD9" w:rsidRDefault="009E4DD9" w:rsidP="00635460">
      <w:pPr>
        <w:pStyle w:val="NumberList1"/>
        <w:ind w:left="0"/>
      </w:pPr>
      <w:r>
        <w:t>1.  Establishment or abolishment of a unit or the gain or loss of a function or activity by:</w:t>
      </w:r>
    </w:p>
    <w:p w14:paraId="6801A7A4" w14:textId="77777777" w:rsidR="009E4DD9" w:rsidRDefault="009E4DD9" w:rsidP="00635460">
      <w:pPr>
        <w:pStyle w:val="NumberLista"/>
        <w:ind w:left="360"/>
      </w:pPr>
      <w:r>
        <w:t>a.  The Office of a Deputy Regional Forester, Assistant Regional Forester, or a Staff Office in a Region, and equivalent level units.</w:t>
      </w:r>
    </w:p>
    <w:p w14:paraId="043AA75A" w14:textId="77777777" w:rsidR="009E4DD9" w:rsidRDefault="009E4DD9" w:rsidP="00635460">
      <w:pPr>
        <w:pStyle w:val="NumberLista"/>
        <w:ind w:left="360"/>
      </w:pPr>
      <w:r>
        <w:t xml:space="preserve">b. Office of an Assistant Director, Northeastern Area or International Institute of Tropical Forestry. </w:t>
      </w:r>
    </w:p>
    <w:p w14:paraId="0FAFF16B" w14:textId="77777777" w:rsidR="009E4DD9" w:rsidRDefault="009E4DD9" w:rsidP="00635460">
      <w:pPr>
        <w:pStyle w:val="NumberLista"/>
        <w:ind w:left="360"/>
      </w:pPr>
      <w:r>
        <w:t>c.  Research Development and Application (RD&amp;A) Programs, and Research and Development (R&amp;D) Programs involving more than one Deputy Area (FSM 4070).</w:t>
      </w:r>
    </w:p>
    <w:p w14:paraId="3D5B6ED1" w14:textId="6DE88269" w:rsidR="009E4DD9" w:rsidRDefault="009E4DD9" w:rsidP="00635460">
      <w:pPr>
        <w:pStyle w:val="NumberList1"/>
        <w:ind w:left="0"/>
      </w:pPr>
      <w:r>
        <w:t>2.  Establishment or change of any Staff unit or Office that reports directly to a the Office of a Deputy Chief, Regional Forester, Station Director, Area Director, Institute Director, or the Offices of their Deputies.</w:t>
      </w:r>
    </w:p>
    <w:p w14:paraId="44ABCF80" w14:textId="0BDFF4A1" w:rsidR="009E4DD9" w:rsidRDefault="009E4DD9" w:rsidP="00635460">
      <w:pPr>
        <w:pStyle w:val="NumberList1"/>
        <w:ind w:left="0"/>
      </w:pPr>
      <w:r>
        <w:t>3.  Consolidation, creation, or abolishment of Ranger Districts and National Forest administrative units and related sites and areas (FSM 1242).  For direction on changes within the Washington Office, see FSH 6209.21, section 121.</w:t>
      </w:r>
    </w:p>
    <w:p w14:paraId="29B868FB" w14:textId="75825EAC" w:rsidR="00791123" w:rsidRDefault="009E4DD9" w:rsidP="00791123">
      <w:pPr>
        <w:pStyle w:val="Heading3"/>
      </w:pPr>
      <w:bookmarkStart w:id="46" w:name="_Toc16250560"/>
      <w:r>
        <w:t>1225.04b - Deputy Chief for Administration</w:t>
      </w:r>
      <w:bookmarkEnd w:id="46"/>
    </w:p>
    <w:p w14:paraId="2576E2DF" w14:textId="77777777" w:rsidR="00791123" w:rsidRDefault="00791123" w:rsidP="009E4DD9">
      <w:pPr>
        <w:pStyle w:val="ruler2"/>
        <w:widowControl/>
        <w:tabs>
          <w:tab w:val="clear" w:pos="4176"/>
          <w:tab w:val="left" w:pos="0"/>
          <w:tab w:val="left" w:pos="1296"/>
          <w:tab w:val="left" w:pos="5040"/>
        </w:tabs>
      </w:pPr>
    </w:p>
    <w:p w14:paraId="6A324F73" w14:textId="22A02A45" w:rsidR="009E4DD9" w:rsidRDefault="009E4DD9" w:rsidP="009E4DD9">
      <w:pPr>
        <w:pStyle w:val="ruler2"/>
        <w:widowControl/>
        <w:tabs>
          <w:tab w:val="clear" w:pos="4176"/>
          <w:tab w:val="left" w:pos="0"/>
          <w:tab w:val="left" w:pos="1296"/>
          <w:tab w:val="left" w:pos="5040"/>
        </w:tabs>
      </w:pPr>
      <w:r>
        <w:t>The Deputy Chief for Administration is responsible for developing and implementing of the process for review and recommending approval of organization changes by the Chief.  The Deputy Chief may approve organization changes that do not require approval of the Department to implement (DR 1010) within Washington Office Staff units or at the Staff or equivalent level for field units.</w:t>
      </w:r>
    </w:p>
    <w:p w14:paraId="5CEA5E8D" w14:textId="1958250D" w:rsidR="00791123" w:rsidRDefault="009E4DD9" w:rsidP="00791123">
      <w:pPr>
        <w:pStyle w:val="Heading3"/>
      </w:pPr>
      <w:bookmarkStart w:id="47" w:name="_Toc16250561"/>
      <w:r>
        <w:t>1225.04c - Deputy Chiefs</w:t>
      </w:r>
      <w:bookmarkEnd w:id="47"/>
    </w:p>
    <w:p w14:paraId="1F6C507A" w14:textId="77777777" w:rsidR="00791123" w:rsidRDefault="00791123" w:rsidP="009E4DD9">
      <w:pPr>
        <w:pStyle w:val="ruler2"/>
        <w:widowControl/>
        <w:tabs>
          <w:tab w:val="clear" w:pos="4176"/>
          <w:tab w:val="left" w:pos="0"/>
          <w:tab w:val="left" w:pos="1296"/>
          <w:tab w:val="left" w:pos="5040"/>
        </w:tabs>
      </w:pPr>
    </w:p>
    <w:p w14:paraId="64A6D430" w14:textId="263A2363" w:rsidR="009E4DD9" w:rsidRDefault="009E4DD9" w:rsidP="009E4DD9">
      <w:pPr>
        <w:pStyle w:val="ruler2"/>
        <w:widowControl/>
        <w:tabs>
          <w:tab w:val="clear" w:pos="4176"/>
          <w:tab w:val="left" w:pos="0"/>
          <w:tab w:val="left" w:pos="1296"/>
          <w:tab w:val="left" w:pos="5040"/>
        </w:tabs>
      </w:pPr>
      <w:r>
        <w:t>Each Deputy Chief has authority to approve establishment of or changes within Branch organizations of Staffs assigned to that Deputy.</w:t>
      </w:r>
    </w:p>
    <w:p w14:paraId="65921732" w14:textId="08A90A1C" w:rsidR="00791123" w:rsidRDefault="009E4DD9" w:rsidP="00791123">
      <w:pPr>
        <w:pStyle w:val="Heading3"/>
      </w:pPr>
      <w:bookmarkStart w:id="48" w:name="_Toc16250562"/>
      <w:r>
        <w:t>1225.04d - Director, Personnel Mana</w:t>
      </w:r>
      <w:r w:rsidR="00791123">
        <w:t>gement Staff, Washington Office</w:t>
      </w:r>
      <w:bookmarkEnd w:id="48"/>
    </w:p>
    <w:p w14:paraId="3EB66AEB" w14:textId="77777777" w:rsidR="00791123" w:rsidRDefault="00791123" w:rsidP="009E4DD9">
      <w:pPr>
        <w:pStyle w:val="ruler2"/>
        <w:widowControl/>
        <w:tabs>
          <w:tab w:val="clear" w:pos="4176"/>
          <w:tab w:val="left" w:pos="0"/>
          <w:tab w:val="left" w:pos="1296"/>
          <w:tab w:val="left" w:pos="5040"/>
        </w:tabs>
      </w:pPr>
    </w:p>
    <w:p w14:paraId="4A42544A" w14:textId="3090D133" w:rsidR="009E4DD9" w:rsidRDefault="009E4DD9" w:rsidP="009E4DD9">
      <w:pPr>
        <w:pStyle w:val="ruler2"/>
        <w:widowControl/>
        <w:tabs>
          <w:tab w:val="clear" w:pos="4176"/>
          <w:tab w:val="left" w:pos="0"/>
          <w:tab w:val="left" w:pos="1296"/>
          <w:tab w:val="left" w:pos="5040"/>
        </w:tabs>
      </w:pPr>
      <w:r>
        <w:t>The Director, Washington Office Personnel Management Staff has responsibility for reviewing, recommending, and processing organizational approval requests for the Department's or the Chief's approval.</w:t>
      </w:r>
    </w:p>
    <w:p w14:paraId="77308798" w14:textId="57F58F84" w:rsidR="00791123" w:rsidRDefault="009E4DD9" w:rsidP="00791123">
      <w:pPr>
        <w:pStyle w:val="Heading3"/>
      </w:pPr>
      <w:bookmarkStart w:id="49" w:name="_Toc16250563"/>
      <w:r>
        <w:lastRenderedPageBreak/>
        <w:t>1225.04e - Regional Foresters, Station Directors, Area Director, and Institute Director</w:t>
      </w:r>
      <w:bookmarkEnd w:id="49"/>
    </w:p>
    <w:p w14:paraId="664EE34B" w14:textId="77777777" w:rsidR="00791123" w:rsidRDefault="00791123" w:rsidP="009E4DD9">
      <w:pPr>
        <w:pStyle w:val="ruler2"/>
        <w:widowControl/>
        <w:tabs>
          <w:tab w:val="clear" w:pos="4176"/>
          <w:tab w:val="left" w:pos="0"/>
          <w:tab w:val="left" w:pos="1296"/>
          <w:tab w:val="left" w:pos="5040"/>
        </w:tabs>
      </w:pPr>
    </w:p>
    <w:p w14:paraId="73EB9F5B" w14:textId="1BCEC456" w:rsidR="009E4DD9" w:rsidRDefault="009E4DD9" w:rsidP="009E4DD9">
      <w:pPr>
        <w:pStyle w:val="ruler2"/>
        <w:widowControl/>
        <w:tabs>
          <w:tab w:val="clear" w:pos="4176"/>
          <w:tab w:val="left" w:pos="0"/>
          <w:tab w:val="left" w:pos="1296"/>
          <w:tab w:val="left" w:pos="5040"/>
        </w:tabs>
      </w:pPr>
      <w:r>
        <w:t xml:space="preserve">Regional Foresters, Station Directors, Area Director, and Institute Director have authority to approve all organizational changes within their Region, Station, Area, or Institute, except those requiring Departmental approval </w:t>
      </w:r>
    </w:p>
    <w:p w14:paraId="314D6A29" w14:textId="77777777" w:rsidR="009E4DD9" w:rsidRDefault="009E4DD9" w:rsidP="009E4DD9">
      <w:pPr>
        <w:pStyle w:val="ruler2"/>
        <w:widowControl/>
        <w:tabs>
          <w:tab w:val="clear" w:pos="4176"/>
          <w:tab w:val="left" w:pos="0"/>
          <w:tab w:val="left" w:pos="1296"/>
          <w:tab w:val="left" w:pos="5040"/>
        </w:tabs>
      </w:pPr>
      <w:r>
        <w:t>(FSM 1225.01) or Chief's approval (FSM 1225.04a).  These officers should issue policy and procedures for obtaining organizational approval within their authority.</w:t>
      </w:r>
    </w:p>
    <w:p w14:paraId="3166B0AA" w14:textId="6B59E670" w:rsidR="009E4DD9" w:rsidRDefault="009E4DD9" w:rsidP="00791123">
      <w:pPr>
        <w:pStyle w:val="Heading3"/>
      </w:pPr>
      <w:bookmarkStart w:id="50" w:name="_Toc16250564"/>
      <w:r>
        <w:t>1225.05 - Definitions</w:t>
      </w:r>
      <w:bookmarkEnd w:id="50"/>
    </w:p>
    <w:p w14:paraId="1281E6CB" w14:textId="78E137EF" w:rsidR="009E4DD9" w:rsidRDefault="009E4DD9" w:rsidP="00635460">
      <w:pPr>
        <w:pStyle w:val="NumberList1"/>
        <w:ind w:left="0"/>
      </w:pPr>
      <w:r>
        <w:rPr>
          <w:u w:val="single"/>
        </w:rPr>
        <w:t>Functional Statement</w:t>
      </w:r>
      <w:r>
        <w:t>.  A narrative statement listing specific functions, responsibilities, duties, and activities assigned to a specific unit (FSM 1225.23).</w:t>
      </w:r>
    </w:p>
    <w:p w14:paraId="6B55BC28" w14:textId="732BD3E4" w:rsidR="009E4DD9" w:rsidRDefault="009E4DD9" w:rsidP="00635460">
      <w:pPr>
        <w:pStyle w:val="NumberList1"/>
        <w:ind w:left="0"/>
      </w:pPr>
      <w:r>
        <w:rPr>
          <w:u w:val="single"/>
        </w:rPr>
        <w:t>Major Function or Activity</w:t>
      </w:r>
      <w:r>
        <w:t>.  A program effort that is one of the basic purposes for the existence of the Forest Service, such as timber management, or a basic area of management, such as information systems.</w:t>
      </w:r>
    </w:p>
    <w:p w14:paraId="191C3D41" w14:textId="736CCCA2" w:rsidR="009E4DD9" w:rsidRDefault="009E4DD9" w:rsidP="00635460">
      <w:pPr>
        <w:pStyle w:val="NumberList1"/>
        <w:ind w:left="0"/>
      </w:pPr>
      <w:r>
        <w:rPr>
          <w:u w:val="single"/>
        </w:rPr>
        <w:t>Organization Chart</w:t>
      </w:r>
      <w:r>
        <w:t>.  A graphic representation of an organization's structure showing the chain of command (FSM 1230.6) and hierarchy of units or personnel (FSM 1225.22), official unit names and organization structure codes.</w:t>
      </w:r>
    </w:p>
    <w:p w14:paraId="5E682587" w14:textId="2FF357F7" w:rsidR="009E4DD9" w:rsidRDefault="009E4DD9" w:rsidP="00635460">
      <w:pPr>
        <w:pStyle w:val="NumberList1"/>
        <w:ind w:left="0"/>
      </w:pPr>
      <w:r>
        <w:rPr>
          <w:u w:val="single"/>
        </w:rPr>
        <w:t>Organization Proposal</w:t>
      </w:r>
      <w:r>
        <w:t>.  A formal proposal for organizational change prepared in the format prescribed in FSM 1225.2.</w:t>
      </w:r>
    </w:p>
    <w:p w14:paraId="015191F6" w14:textId="258274FA" w:rsidR="009E4DD9" w:rsidRDefault="009E4DD9" w:rsidP="00635460">
      <w:pPr>
        <w:pStyle w:val="NumberList1"/>
        <w:ind w:left="0"/>
      </w:pPr>
      <w:r>
        <w:rPr>
          <w:u w:val="single"/>
        </w:rPr>
        <w:t>Organization Structure Code</w:t>
      </w:r>
      <w:r>
        <w:t xml:space="preserve">.  A National Finance Center code number assigned to each officially recognized organizational unit, down through the section level, composed of numerical fields identifying each level (FSM 1224.2). </w:t>
      </w:r>
    </w:p>
    <w:p w14:paraId="483BD26B" w14:textId="18CE50EC" w:rsidR="009E4DD9" w:rsidRDefault="009E4DD9" w:rsidP="00635460">
      <w:pPr>
        <w:pStyle w:val="NumberList1"/>
        <w:ind w:left="0"/>
      </w:pPr>
      <w:r>
        <w:rPr>
          <w:u w:val="single"/>
        </w:rPr>
        <w:t>Organizational Change</w:t>
      </w:r>
      <w:r>
        <w:t>.  The establishment, discontinuance, or transfer of functions or areas of responsibility, including geographic assignments of responsibility, within a unit or among units.  Reassignment of currently performed duties among individual positions in the same unit is not considered an organizational change.</w:t>
      </w:r>
    </w:p>
    <w:p w14:paraId="30F76162" w14:textId="19F29CB9" w:rsidR="009E4DD9" w:rsidRDefault="009E4DD9" w:rsidP="00635460">
      <w:pPr>
        <w:pStyle w:val="NumberList1"/>
        <w:ind w:left="0"/>
      </w:pPr>
      <w:r>
        <w:rPr>
          <w:u w:val="single"/>
        </w:rPr>
        <w:t>Staffing Pattern</w:t>
      </w:r>
      <w:r>
        <w:t>.  A listing of budgeted, current, and proposed positions by title and grade, and organization unit (FSM 1225.24).</w:t>
      </w:r>
    </w:p>
    <w:p w14:paraId="1D5FB92E" w14:textId="0AB8B73A" w:rsidR="009E4DD9" w:rsidRDefault="009E4DD9" w:rsidP="00635460">
      <w:pPr>
        <w:pStyle w:val="NumberList1"/>
        <w:ind w:left="0"/>
      </w:pPr>
      <w:r>
        <w:rPr>
          <w:u w:val="single"/>
        </w:rPr>
        <w:t>Unit</w:t>
      </w:r>
      <w:r>
        <w:t>.  An organizational entity or component.</w:t>
      </w:r>
    </w:p>
    <w:p w14:paraId="72EA43A1" w14:textId="256A8BCF" w:rsidR="00791123" w:rsidRDefault="009E4DD9" w:rsidP="00791123">
      <w:pPr>
        <w:pStyle w:val="Heading2"/>
      </w:pPr>
      <w:bookmarkStart w:id="51" w:name="_Toc16250565"/>
      <w:r>
        <w:t>1225.1 - Changes Requiring Approval</w:t>
      </w:r>
      <w:bookmarkEnd w:id="51"/>
    </w:p>
    <w:p w14:paraId="202891F4" w14:textId="20317BE4" w:rsidR="009E4DD9" w:rsidRDefault="009E4DD9" w:rsidP="009E4DD9">
      <w:pPr>
        <w:pStyle w:val="ruler2"/>
        <w:widowControl/>
        <w:tabs>
          <w:tab w:val="clear" w:pos="4176"/>
          <w:tab w:val="left" w:pos="0"/>
          <w:tab w:val="left" w:pos="1296"/>
          <w:tab w:val="left" w:pos="5040"/>
        </w:tabs>
      </w:pPr>
      <w:r>
        <w:t xml:space="preserve">See FSM 1225.01 for actions requiring Departmental approval.  See FSM 1225.04 for approval requirements for other organizational changes.  See FSM 1241 for direction on facility location changes; FSM 1242 for direction on changing the names of administrative units; and </w:t>
      </w:r>
    </w:p>
    <w:p w14:paraId="4F73EFEB" w14:textId="77777777" w:rsidR="009E4DD9" w:rsidRDefault="009E4DD9" w:rsidP="009E4DD9">
      <w:pPr>
        <w:pStyle w:val="ruler2"/>
        <w:widowControl/>
        <w:tabs>
          <w:tab w:val="clear" w:pos="4176"/>
          <w:tab w:val="left" w:pos="0"/>
          <w:tab w:val="left" w:pos="1296"/>
          <w:tab w:val="left" w:pos="5040"/>
        </w:tabs>
      </w:pPr>
      <w:r>
        <w:lastRenderedPageBreak/>
        <w:t>FSM 1243 for direction on changing the geographical location of units.</w:t>
      </w:r>
    </w:p>
    <w:p w14:paraId="03823D99" w14:textId="275B3A00" w:rsidR="00791123" w:rsidRDefault="009E4DD9" w:rsidP="00791123">
      <w:pPr>
        <w:pStyle w:val="Heading2"/>
      </w:pPr>
      <w:bookmarkStart w:id="52" w:name="_Toc16250566"/>
      <w:r>
        <w:t>1225.2 - Documentation and Procedures for Obtaining Approval</w:t>
      </w:r>
      <w:bookmarkEnd w:id="52"/>
      <w:r>
        <w:t xml:space="preserve"> </w:t>
      </w:r>
    </w:p>
    <w:p w14:paraId="2CFAAA12" w14:textId="77777777" w:rsidR="00791123" w:rsidRDefault="00791123" w:rsidP="009E4DD9">
      <w:pPr>
        <w:pStyle w:val="ruler2"/>
        <w:widowControl/>
        <w:tabs>
          <w:tab w:val="clear" w:pos="4176"/>
          <w:tab w:val="left" w:pos="0"/>
          <w:tab w:val="left" w:pos="1296"/>
          <w:tab w:val="left" w:pos="5040"/>
        </w:tabs>
      </w:pPr>
    </w:p>
    <w:p w14:paraId="67DB652D" w14:textId="3681CF4E" w:rsidR="009E4DD9" w:rsidRDefault="009E4DD9" w:rsidP="009E4DD9">
      <w:pPr>
        <w:pStyle w:val="ruler2"/>
        <w:widowControl/>
        <w:tabs>
          <w:tab w:val="clear" w:pos="4176"/>
          <w:tab w:val="left" w:pos="0"/>
          <w:tab w:val="left" w:pos="1296"/>
          <w:tab w:val="left" w:pos="5040"/>
        </w:tabs>
      </w:pPr>
      <w:r>
        <w:t xml:space="preserve">Submit organization proposals in duplicate to the Chief if the proposal requires either Department or Chief's approval (FSM 1225.01 and FSM 1225.04a).  If the proposal also includes facility location (FSM 1241) and/or geographic changes in boundaries (FSM 1243; FSM 1730; FSH 1709.11, ch. 30), incorporate those proposals in the document as well.  An organization proposal should consist of the material listed in the following paragraphs 1 through 5; include the material listed in paragraphs 6 through 8 as appropriate. </w:t>
      </w:r>
    </w:p>
    <w:p w14:paraId="7706E333" w14:textId="77777777" w:rsidR="00635460" w:rsidRDefault="00635460" w:rsidP="00635460">
      <w:pPr>
        <w:pStyle w:val="ruler2"/>
        <w:widowControl/>
        <w:tabs>
          <w:tab w:val="clear" w:pos="4176"/>
          <w:tab w:val="left" w:pos="0"/>
          <w:tab w:val="left" w:pos="1296"/>
          <w:tab w:val="left" w:pos="5040"/>
        </w:tabs>
      </w:pPr>
      <w:r>
        <w:t xml:space="preserve"> </w:t>
      </w:r>
    </w:p>
    <w:p w14:paraId="3CB1C449" w14:textId="54485C39" w:rsidR="009E4DD9" w:rsidRDefault="009E4DD9" w:rsidP="00635460">
      <w:pPr>
        <w:pStyle w:val="ruler2"/>
        <w:widowControl/>
        <w:tabs>
          <w:tab w:val="clear" w:pos="4176"/>
          <w:tab w:val="left" w:pos="0"/>
          <w:tab w:val="left" w:pos="1296"/>
          <w:tab w:val="left" w:pos="5040"/>
        </w:tabs>
      </w:pPr>
      <w:r>
        <w:t>1.  Narrative explanation of the proposal (FSM 1225.21),</w:t>
      </w:r>
    </w:p>
    <w:p w14:paraId="1D57F1B5" w14:textId="59F131C6" w:rsidR="009E4DD9" w:rsidRDefault="009E4DD9" w:rsidP="00635460">
      <w:pPr>
        <w:pStyle w:val="NumberList1"/>
        <w:ind w:left="0"/>
      </w:pPr>
      <w:r>
        <w:t xml:space="preserve">2.  Proposed organization chart (FSM 1225.22), </w:t>
      </w:r>
    </w:p>
    <w:p w14:paraId="29065B87" w14:textId="150F546C" w:rsidR="009E4DD9" w:rsidRDefault="009E4DD9" w:rsidP="00635460">
      <w:pPr>
        <w:pStyle w:val="NumberList1"/>
        <w:ind w:left="0"/>
      </w:pPr>
      <w:r>
        <w:t>3.  Current organization chart,</w:t>
      </w:r>
    </w:p>
    <w:p w14:paraId="29AB1A0B" w14:textId="08265E66" w:rsidR="009E4DD9" w:rsidRDefault="009E4DD9" w:rsidP="00635460">
      <w:pPr>
        <w:pStyle w:val="NumberList1"/>
        <w:ind w:left="0"/>
      </w:pPr>
      <w:r>
        <w:t xml:space="preserve">4.  Functional statement(s) (FSM 1225.23), </w:t>
      </w:r>
    </w:p>
    <w:p w14:paraId="05CEB0AD" w14:textId="43001425" w:rsidR="009E4DD9" w:rsidRDefault="009E4DD9" w:rsidP="00635460">
      <w:pPr>
        <w:pStyle w:val="NumberList1"/>
        <w:ind w:left="0"/>
      </w:pPr>
      <w:r>
        <w:t xml:space="preserve">5.  Present and proposed staffing patterns (FSM 1225.24), and, if appropriate, </w:t>
      </w:r>
    </w:p>
    <w:p w14:paraId="2C448460" w14:textId="7511A5E8" w:rsidR="009E4DD9" w:rsidRDefault="009E4DD9" w:rsidP="00635460">
      <w:pPr>
        <w:pStyle w:val="NumberList1"/>
        <w:ind w:left="0"/>
      </w:pPr>
      <w:r>
        <w:t xml:space="preserve">6.  Documentation of GM/GS-14's and above (FSM 1225.25), </w:t>
      </w:r>
    </w:p>
    <w:p w14:paraId="51267A4F" w14:textId="4116A6A6" w:rsidR="009E4DD9" w:rsidRDefault="009E4DD9" w:rsidP="00635460">
      <w:pPr>
        <w:pStyle w:val="NumberList1"/>
        <w:ind w:left="0"/>
      </w:pPr>
      <w:r>
        <w:t>7.  Geographic boundary maps, and</w:t>
      </w:r>
    </w:p>
    <w:p w14:paraId="42FFB41D" w14:textId="1D040167" w:rsidR="009E4DD9" w:rsidRDefault="009E4DD9" w:rsidP="00635460">
      <w:pPr>
        <w:pStyle w:val="NumberList1"/>
        <w:ind w:left="0"/>
      </w:pPr>
      <w:r>
        <w:t>8.  Other pertinent documentation (FSM 1225.26).</w:t>
      </w:r>
    </w:p>
    <w:p w14:paraId="1C65F8B6" w14:textId="1E16AD7D" w:rsidR="009A2935" w:rsidRDefault="009E4DD9" w:rsidP="009A2935">
      <w:pPr>
        <w:pStyle w:val="Heading3"/>
      </w:pPr>
      <w:bookmarkStart w:id="53" w:name="_Toc16250567"/>
      <w:r>
        <w:t>1225.21 - Narrative Proposal</w:t>
      </w:r>
      <w:bookmarkEnd w:id="53"/>
    </w:p>
    <w:p w14:paraId="68177579" w14:textId="77777777" w:rsidR="009A2935" w:rsidRDefault="009A2935" w:rsidP="009E4DD9">
      <w:pPr>
        <w:pStyle w:val="ruler2"/>
        <w:widowControl/>
        <w:tabs>
          <w:tab w:val="clear" w:pos="4176"/>
          <w:tab w:val="left" w:pos="0"/>
          <w:tab w:val="left" w:pos="1296"/>
          <w:tab w:val="left" w:pos="5040"/>
        </w:tabs>
      </w:pPr>
    </w:p>
    <w:p w14:paraId="2DEFE138" w14:textId="0F031B56" w:rsidR="009E4DD9" w:rsidRDefault="009E4DD9" w:rsidP="009E4DD9">
      <w:pPr>
        <w:pStyle w:val="ruler2"/>
        <w:widowControl/>
        <w:tabs>
          <w:tab w:val="clear" w:pos="4176"/>
          <w:tab w:val="left" w:pos="0"/>
          <w:tab w:val="left" w:pos="1296"/>
          <w:tab w:val="left" w:pos="5040"/>
        </w:tabs>
      </w:pPr>
      <w:r>
        <w:t>An organization proposal should address the following subjects, with each subject listed by title:</w:t>
      </w:r>
    </w:p>
    <w:p w14:paraId="201E26A6" w14:textId="053C7515" w:rsidR="009E4DD9" w:rsidRDefault="009E4DD9" w:rsidP="00635460">
      <w:pPr>
        <w:pStyle w:val="NumberList1"/>
        <w:ind w:left="0"/>
      </w:pPr>
      <w:r>
        <w:t xml:space="preserve">1.  </w:t>
      </w:r>
      <w:r>
        <w:rPr>
          <w:u w:val="single"/>
        </w:rPr>
        <w:t>Introduction</w:t>
      </w:r>
      <w:r>
        <w:t>.  Describe the changes being proposed and the factors making the change necessary.  Define the problem.</w:t>
      </w:r>
    </w:p>
    <w:p w14:paraId="6145B157" w14:textId="7B645B00" w:rsidR="009E4DD9" w:rsidRDefault="009E4DD9" w:rsidP="00635460">
      <w:pPr>
        <w:pStyle w:val="NumberList1"/>
        <w:ind w:left="0"/>
      </w:pPr>
      <w:r>
        <w:t xml:space="preserve">2.  </w:t>
      </w:r>
      <w:r>
        <w:rPr>
          <w:u w:val="single"/>
        </w:rPr>
        <w:t>Alternatives</w:t>
      </w:r>
      <w:r>
        <w:t xml:space="preserve">.  List alternatives considered, present an analysis of the alternatives, and give the recommended alternative, including the rationale for selection.  See FSM 1222.3 for a sample structure and FSM 1222.1 for organization principles.  For organizational and facility location proposals, include alternatives that analyze co-location, shared services, and consolidation possibilities.  For changes affecting 10 or more permanent employees, include the civil rights impact statement documenting the required civil rights impact analysis (FSM 1730; </w:t>
      </w:r>
    </w:p>
    <w:p w14:paraId="49B14C51" w14:textId="77777777" w:rsidR="009E4DD9" w:rsidRDefault="009E4DD9" w:rsidP="00635460">
      <w:pPr>
        <w:pStyle w:val="NumberList1"/>
        <w:ind w:left="0"/>
      </w:pPr>
      <w:r>
        <w:t>FSH 1709.11, ch. 30).</w:t>
      </w:r>
    </w:p>
    <w:p w14:paraId="20179FB6" w14:textId="54040DED" w:rsidR="009E4DD9" w:rsidRDefault="009E4DD9" w:rsidP="00635460">
      <w:pPr>
        <w:pStyle w:val="NumberList1"/>
        <w:ind w:left="0"/>
      </w:pPr>
      <w:r>
        <w:lastRenderedPageBreak/>
        <w:t xml:space="preserve">3.  </w:t>
      </w:r>
      <w:r>
        <w:rPr>
          <w:u w:val="single"/>
        </w:rPr>
        <w:t>Program Accomplishment</w:t>
      </w:r>
      <w:r>
        <w:t>.  Describe the effect of the proposed changes on program accomplishment.</w:t>
      </w:r>
    </w:p>
    <w:p w14:paraId="2D73AF09" w14:textId="3A9731E9" w:rsidR="009E4DD9" w:rsidRDefault="009E4DD9" w:rsidP="00635460">
      <w:pPr>
        <w:pStyle w:val="NumberList1"/>
        <w:ind w:left="0"/>
      </w:pPr>
      <w:r>
        <w:t xml:space="preserve">4.  </w:t>
      </w:r>
      <w:r>
        <w:rPr>
          <w:u w:val="single"/>
        </w:rPr>
        <w:t>Costs</w:t>
      </w:r>
      <w:r>
        <w:t>.  Describe the one-time and recurring costs required to implement the proposed change.</w:t>
      </w:r>
    </w:p>
    <w:p w14:paraId="32DE9CD6" w14:textId="5562984D" w:rsidR="009E4DD9" w:rsidRDefault="009E4DD9" w:rsidP="00635460">
      <w:pPr>
        <w:pStyle w:val="NumberList1"/>
        <w:ind w:left="0"/>
      </w:pPr>
      <w:r>
        <w:t xml:space="preserve">5.  </w:t>
      </w:r>
      <w:r>
        <w:rPr>
          <w:u w:val="single"/>
        </w:rPr>
        <w:t>Staffing</w:t>
      </w:r>
      <w:r>
        <w:t>.  Describe the effect of the proposed change on personnel staffing, including impacts on minorities and females.  Include the present and proposed levels of staffing for the unit being reorganized.  Describe how the proposed change will impact grade levels and employment ceilings.  See FSM 1225.24 for staffing pattern requirements.</w:t>
      </w:r>
    </w:p>
    <w:p w14:paraId="53FA58E9" w14:textId="4279A7F3" w:rsidR="009E4DD9" w:rsidRDefault="009E4DD9" w:rsidP="00635460">
      <w:pPr>
        <w:pStyle w:val="NumberList1"/>
        <w:ind w:left="0"/>
      </w:pPr>
      <w:r>
        <w:t xml:space="preserve">6.  </w:t>
      </w:r>
      <w:r>
        <w:rPr>
          <w:u w:val="single"/>
        </w:rPr>
        <w:t>Delegations of Authority</w:t>
      </w:r>
      <w:r>
        <w:t>.  Describe any changes in delegated authorities that will result from the proposed change.</w:t>
      </w:r>
    </w:p>
    <w:p w14:paraId="670A4E41" w14:textId="4BECD663" w:rsidR="009A2935" w:rsidRDefault="009E4DD9" w:rsidP="009A2935">
      <w:pPr>
        <w:pStyle w:val="Heading3"/>
      </w:pPr>
      <w:bookmarkStart w:id="54" w:name="_Toc16250568"/>
      <w:r>
        <w:t>1225.22 - Proposed Organization Charts</w:t>
      </w:r>
      <w:bookmarkEnd w:id="54"/>
    </w:p>
    <w:p w14:paraId="57E98435" w14:textId="77777777" w:rsidR="009A2935" w:rsidRDefault="009A2935" w:rsidP="009E4DD9">
      <w:pPr>
        <w:pStyle w:val="ruler2"/>
        <w:widowControl/>
        <w:tabs>
          <w:tab w:val="clear" w:pos="4176"/>
          <w:tab w:val="left" w:pos="0"/>
          <w:tab w:val="left" w:pos="1296"/>
          <w:tab w:val="left" w:pos="5040"/>
        </w:tabs>
      </w:pPr>
    </w:p>
    <w:p w14:paraId="7F99B5E0" w14:textId="1168F626" w:rsidR="009E4DD9" w:rsidRDefault="009E4DD9" w:rsidP="009E4DD9">
      <w:pPr>
        <w:pStyle w:val="ruler2"/>
        <w:widowControl/>
        <w:tabs>
          <w:tab w:val="clear" w:pos="4176"/>
          <w:tab w:val="left" w:pos="0"/>
          <w:tab w:val="left" w:pos="1296"/>
          <w:tab w:val="left" w:pos="5040"/>
        </w:tabs>
      </w:pPr>
      <w:r>
        <w:t>When requesting reorganization approval, a proposal must include a proposed organization chart prepared as follows:</w:t>
      </w:r>
    </w:p>
    <w:p w14:paraId="1A14A73E" w14:textId="3481C2D7" w:rsidR="009E4DD9" w:rsidRDefault="009E4DD9" w:rsidP="00635460">
      <w:pPr>
        <w:pStyle w:val="NumberList1"/>
        <w:ind w:left="0"/>
      </w:pPr>
      <w:r>
        <w:t xml:space="preserve">1.  </w:t>
      </w:r>
      <w:r>
        <w:rPr>
          <w:u w:val="single"/>
        </w:rPr>
        <w:t>Washington Office</w:t>
      </w:r>
      <w:r>
        <w:t>.  Prepare a chart of the proposed organization and process it in accordance with instructions in FSH 6209.21, Washington Office, Office Procedures Handbook, sections 120-124.</w:t>
      </w:r>
    </w:p>
    <w:p w14:paraId="092ECBF1" w14:textId="5B1DF825" w:rsidR="009E4DD9" w:rsidRDefault="009E4DD9" w:rsidP="00635460">
      <w:pPr>
        <w:pStyle w:val="NumberList1"/>
        <w:ind w:left="0"/>
      </w:pPr>
      <w:r>
        <w:t xml:space="preserve">2.  </w:t>
      </w:r>
      <w:r>
        <w:rPr>
          <w:u w:val="single"/>
        </w:rPr>
        <w:t>Regions, Stations, and Area</w:t>
      </w:r>
      <w:r>
        <w:t xml:space="preserve">.  Prepare an organization chart in block style, depicting the proposed organization as shown in exhibit 01, FSM 1225.27.  Enter the organizational structure code (FSM 1224.25) for each unit reporting to the Office of a Regional Forester, Station Director, Area Director, Institute Director, Deputy, or Assistant.  The Regional Forester, Station Director, Area Director, or Institute Director must sign the proposed chart as the recommending official.  After approval by the Chief, the Washington Office </w:t>
      </w:r>
      <w:r w:rsidR="00BA16D8">
        <w:t>will return</w:t>
      </w:r>
      <w:r>
        <w:t xml:space="preserve"> copies of the chart for duplicating and distribution.</w:t>
      </w:r>
    </w:p>
    <w:p w14:paraId="71D6896D" w14:textId="6E70FD40" w:rsidR="009E4DD9" w:rsidRDefault="009E4DD9" w:rsidP="00635460">
      <w:pPr>
        <w:pStyle w:val="NumberList1"/>
        <w:ind w:left="0"/>
      </w:pPr>
      <w:r>
        <w:t xml:space="preserve">3.  </w:t>
      </w:r>
      <w:r>
        <w:rPr>
          <w:u w:val="single"/>
        </w:rPr>
        <w:t>Other Units</w:t>
      </w:r>
      <w:r>
        <w:t>.  Submit organization charts as needed to explain or document the proposal.</w:t>
      </w:r>
    </w:p>
    <w:p w14:paraId="4B1C1B64" w14:textId="77777777" w:rsidR="009E4DD9" w:rsidRDefault="009E4DD9" w:rsidP="009A2935">
      <w:pPr>
        <w:pStyle w:val="Heading3"/>
      </w:pPr>
      <w:bookmarkStart w:id="55" w:name="_Toc16250569"/>
      <w:r>
        <w:t>1225.23 - Functional Statements.</w:t>
      </w:r>
      <w:bookmarkEnd w:id="55"/>
    </w:p>
    <w:p w14:paraId="7FB06147" w14:textId="77777777" w:rsidR="009A2935" w:rsidRDefault="009E4DD9" w:rsidP="009A2935">
      <w:pPr>
        <w:pStyle w:val="Heading3"/>
      </w:pPr>
      <w:bookmarkStart w:id="56" w:name="_Toc16250570"/>
      <w:r>
        <w:t>1225.23a - Washington Office, Regions, Stations, Area, and Institute.</w:t>
      </w:r>
      <w:bookmarkEnd w:id="56"/>
      <w:r>
        <w:t xml:space="preserve">  </w:t>
      </w:r>
    </w:p>
    <w:p w14:paraId="4E61D962" w14:textId="77777777" w:rsidR="009A2935" w:rsidRDefault="009A2935" w:rsidP="009E4DD9">
      <w:pPr>
        <w:pStyle w:val="ruler2"/>
        <w:widowControl/>
        <w:tabs>
          <w:tab w:val="clear" w:pos="4176"/>
          <w:tab w:val="left" w:pos="0"/>
          <w:tab w:val="left" w:pos="1296"/>
          <w:tab w:val="left" w:pos="5040"/>
        </w:tabs>
      </w:pPr>
    </w:p>
    <w:p w14:paraId="71A6EECD" w14:textId="2C90E9B0" w:rsidR="009E4DD9" w:rsidRDefault="009E4DD9" w:rsidP="009E4DD9">
      <w:pPr>
        <w:pStyle w:val="ruler2"/>
        <w:widowControl/>
        <w:tabs>
          <w:tab w:val="clear" w:pos="4176"/>
          <w:tab w:val="left" w:pos="0"/>
          <w:tab w:val="left" w:pos="1296"/>
          <w:tab w:val="left" w:pos="5040"/>
        </w:tabs>
      </w:pPr>
      <w:r>
        <w:t>Prepare functional statements for all organizational units reporting to the Office of Associate Deputy Chiefs or higher levels in the Washington Office, and for all units reporting to the Office of Regional Foresters, Deputy Regional Foresters, Station Directors, Assistant Station Directors, the Area Director, Assistant Area Directors, and Institute Director.</w:t>
      </w:r>
    </w:p>
    <w:p w14:paraId="032DD3E0" w14:textId="1ADD5347" w:rsidR="009E4DD9" w:rsidRDefault="009E4DD9" w:rsidP="00635460">
      <w:pPr>
        <w:pStyle w:val="NumberList1"/>
        <w:ind w:left="0"/>
      </w:pPr>
      <w:r>
        <w:t xml:space="preserve">1.  </w:t>
      </w:r>
      <w:r>
        <w:rPr>
          <w:u w:val="single"/>
        </w:rPr>
        <w:t>Format</w:t>
      </w:r>
      <w:r>
        <w:t xml:space="preserve">.  The format of functional statements is shown in exhibit 02, </w:t>
      </w:r>
    </w:p>
    <w:p w14:paraId="1025FD2A" w14:textId="77777777" w:rsidR="009E4DD9" w:rsidRDefault="009E4DD9" w:rsidP="00635460">
      <w:pPr>
        <w:pStyle w:val="NumberList1"/>
        <w:ind w:left="0"/>
      </w:pPr>
      <w:r>
        <w:lastRenderedPageBreak/>
        <w:t>FSM 1225.27.  Show the organizational structure code (FSM 1224.25) for the unit in the heading and in the lower right corner.  The code cross-references the functional statement to a specific block on the organization chart.</w:t>
      </w:r>
    </w:p>
    <w:p w14:paraId="3DEA50C9" w14:textId="37D099FE" w:rsidR="009E4DD9" w:rsidRDefault="009E4DD9" w:rsidP="00635460">
      <w:pPr>
        <w:pStyle w:val="NumberList1"/>
        <w:ind w:left="0"/>
      </w:pPr>
      <w:r>
        <w:t xml:space="preserve">2.  </w:t>
      </w:r>
      <w:r>
        <w:rPr>
          <w:u w:val="single"/>
        </w:rPr>
        <w:t>Headings</w:t>
      </w:r>
      <w:r>
        <w:t>.  Use the following headings, as appropriate, for entering information on the functional statement:</w:t>
      </w:r>
    </w:p>
    <w:p w14:paraId="2301E459" w14:textId="77777777" w:rsidR="009E4DD9" w:rsidRDefault="009E4DD9" w:rsidP="00635460">
      <w:pPr>
        <w:pStyle w:val="NumberLista"/>
        <w:ind w:left="360"/>
      </w:pPr>
      <w:r>
        <w:t xml:space="preserve">a.  </w:t>
      </w:r>
      <w:r>
        <w:rPr>
          <w:u w:val="single"/>
        </w:rPr>
        <w:t>General</w:t>
      </w:r>
      <w:r>
        <w:t>.  Use this heading only if it is necessary to provide information concerning a unit that cannot be appropriately listed under assignment of functions.</w:t>
      </w:r>
    </w:p>
    <w:p w14:paraId="5205DA7F" w14:textId="77777777" w:rsidR="009E4DD9" w:rsidRDefault="009E4DD9" w:rsidP="00635460">
      <w:pPr>
        <w:pStyle w:val="NumberLista"/>
        <w:ind w:left="360"/>
      </w:pPr>
      <w:r>
        <w:t xml:space="preserve">b.  </w:t>
      </w:r>
      <w:r>
        <w:rPr>
          <w:u w:val="single"/>
        </w:rPr>
        <w:t>Assignment of Functions</w:t>
      </w:r>
      <w:r>
        <w:t>.  Use this heading in preparing functional statements for every unit.  Describe the work for which the unit is responsible in as clear and concise a manner as possible.  Describe the functions assigned to the unit in numbered statements.  Group similar functions into one statement.  Do not title the statements.</w:t>
      </w:r>
    </w:p>
    <w:p w14:paraId="631085F8" w14:textId="7F9E2621" w:rsidR="009A2935" w:rsidRDefault="009E4DD9" w:rsidP="009A2935">
      <w:pPr>
        <w:pStyle w:val="Heading3"/>
      </w:pPr>
      <w:bookmarkStart w:id="57" w:name="_Toc16250571"/>
      <w:r>
        <w:t>1225.23b - Other Units</w:t>
      </w:r>
      <w:bookmarkEnd w:id="57"/>
    </w:p>
    <w:p w14:paraId="21CE3A45" w14:textId="77777777" w:rsidR="009A2935" w:rsidRDefault="009A2935" w:rsidP="009E4DD9">
      <w:pPr>
        <w:pStyle w:val="ruler2"/>
        <w:widowControl/>
        <w:tabs>
          <w:tab w:val="clear" w:pos="4176"/>
          <w:tab w:val="left" w:pos="0"/>
          <w:tab w:val="left" w:pos="1296"/>
          <w:tab w:val="left" w:pos="5040"/>
        </w:tabs>
      </w:pPr>
    </w:p>
    <w:p w14:paraId="0F63D33F" w14:textId="0BF06E90" w:rsidR="009E4DD9" w:rsidRDefault="009E4DD9" w:rsidP="009E4DD9">
      <w:pPr>
        <w:pStyle w:val="ruler2"/>
        <w:widowControl/>
        <w:tabs>
          <w:tab w:val="clear" w:pos="4176"/>
          <w:tab w:val="left" w:pos="0"/>
          <w:tab w:val="left" w:pos="1296"/>
          <w:tab w:val="left" w:pos="5040"/>
        </w:tabs>
      </w:pPr>
      <w:r>
        <w:t>Submit functional statements as needed to explain or document a proposal.</w:t>
      </w:r>
    </w:p>
    <w:p w14:paraId="7129C19D" w14:textId="79C0EC0F" w:rsidR="009A2935" w:rsidRDefault="009E4DD9" w:rsidP="009A2935">
      <w:pPr>
        <w:pStyle w:val="Heading3"/>
      </w:pPr>
      <w:bookmarkStart w:id="58" w:name="_Toc16250572"/>
      <w:r>
        <w:t>1225.24 - Staffing Patterns</w:t>
      </w:r>
      <w:bookmarkEnd w:id="58"/>
    </w:p>
    <w:p w14:paraId="0B4F3C17" w14:textId="77777777" w:rsidR="009A2935" w:rsidRDefault="009A2935" w:rsidP="009E4DD9">
      <w:pPr>
        <w:pStyle w:val="ruler2"/>
        <w:widowControl/>
        <w:tabs>
          <w:tab w:val="clear" w:pos="4176"/>
          <w:tab w:val="left" w:pos="0"/>
          <w:tab w:val="left" w:pos="1296"/>
          <w:tab w:val="left" w:pos="5040"/>
        </w:tabs>
      </w:pPr>
    </w:p>
    <w:p w14:paraId="713DD99A" w14:textId="69F5872A" w:rsidR="009E4DD9" w:rsidRDefault="009E4DD9" w:rsidP="009E4DD9">
      <w:pPr>
        <w:pStyle w:val="ruler2"/>
        <w:widowControl/>
        <w:tabs>
          <w:tab w:val="clear" w:pos="4176"/>
          <w:tab w:val="left" w:pos="0"/>
          <w:tab w:val="left" w:pos="1296"/>
          <w:tab w:val="left" w:pos="5040"/>
        </w:tabs>
      </w:pPr>
      <w:r>
        <w:t xml:space="preserve">Describe present and proposed staffing for permanent positions using the staffing pattern worksheet format shown in exhibit 03, </w:t>
      </w:r>
    </w:p>
    <w:p w14:paraId="6CD1CE19" w14:textId="77777777" w:rsidR="009E4DD9" w:rsidRDefault="009E4DD9" w:rsidP="009E4DD9">
      <w:pPr>
        <w:pStyle w:val="ruler2"/>
        <w:widowControl/>
        <w:tabs>
          <w:tab w:val="clear" w:pos="4176"/>
          <w:tab w:val="left" w:pos="0"/>
          <w:tab w:val="left" w:pos="1296"/>
          <w:tab w:val="left" w:pos="5040"/>
        </w:tabs>
      </w:pPr>
      <w:r>
        <w:t>FSM 1225.27.  Permanent positions are defined for staffing pattern purposes as those occupied or to be occupied by employees with permanent appointments who have substantially full-time tours of duty.</w:t>
      </w:r>
    </w:p>
    <w:p w14:paraId="47DC7750" w14:textId="77777777" w:rsidR="009E4DD9" w:rsidRDefault="009E4DD9" w:rsidP="009E4DD9">
      <w:pPr>
        <w:pStyle w:val="ruler2"/>
        <w:widowControl/>
        <w:tabs>
          <w:tab w:val="clear" w:pos="4176"/>
          <w:tab w:val="left" w:pos="0"/>
          <w:tab w:val="left" w:pos="1296"/>
          <w:tab w:val="left" w:pos="5040"/>
        </w:tabs>
      </w:pPr>
    </w:p>
    <w:p w14:paraId="6FDA16FE" w14:textId="77777777" w:rsidR="009E4DD9" w:rsidRDefault="009E4DD9" w:rsidP="009E4DD9">
      <w:pPr>
        <w:pStyle w:val="ruler2"/>
        <w:widowControl/>
        <w:tabs>
          <w:tab w:val="clear" w:pos="4176"/>
          <w:tab w:val="left" w:pos="0"/>
          <w:tab w:val="left" w:pos="1296"/>
          <w:tab w:val="left" w:pos="5040"/>
        </w:tabs>
      </w:pPr>
      <w:r>
        <w:t>List present and proposed positions on the staffing pattern worksheet.  Use a separate entry for each unit involved in the reorganization being proposed.  Show GM/GS-14 and above positions individually by title.  Group GS-12 and GM/GS-13 positions by title and grade level.  All other permanent positions, GS-11 and below, may be grouped into a one-line entry.</w:t>
      </w:r>
    </w:p>
    <w:p w14:paraId="1CB113CC" w14:textId="77777777" w:rsidR="009E4DD9" w:rsidRDefault="009E4DD9" w:rsidP="009E4DD9">
      <w:pPr>
        <w:pStyle w:val="ruler2"/>
        <w:widowControl/>
        <w:tabs>
          <w:tab w:val="clear" w:pos="4176"/>
          <w:tab w:val="left" w:pos="0"/>
          <w:tab w:val="left" w:pos="1296"/>
          <w:tab w:val="left" w:pos="5040"/>
        </w:tabs>
      </w:pPr>
    </w:p>
    <w:p w14:paraId="505146F6" w14:textId="77777777" w:rsidR="009E4DD9" w:rsidRDefault="009E4DD9" w:rsidP="009E4DD9">
      <w:pPr>
        <w:pStyle w:val="ruler2"/>
        <w:widowControl/>
        <w:tabs>
          <w:tab w:val="clear" w:pos="4176"/>
          <w:tab w:val="left" w:pos="0"/>
          <w:tab w:val="left" w:pos="1296"/>
          <w:tab w:val="left" w:pos="5040"/>
        </w:tabs>
      </w:pPr>
      <w:r>
        <w:t>Under the heading of "Present Organization" on the worksheet, list the budgeted positions and related costs for the current fiscal year.  If no budget has been approved for the current fiscal year, use the latest approved budget.  Under the heading "Proposed Positions," list those positions which will be budgeted for the first fiscal year in which the reorganization will be fully implemented.</w:t>
      </w:r>
    </w:p>
    <w:p w14:paraId="6916A5A5" w14:textId="77777777" w:rsidR="00635460" w:rsidRDefault="00635460">
      <w:pPr>
        <w:rPr>
          <w:rFonts w:ascii="Arial" w:hAnsi="Arial" w:cs="Arial"/>
          <w:b/>
          <w:bCs/>
          <w:color w:val="0000FF"/>
          <w:szCs w:val="26"/>
        </w:rPr>
      </w:pPr>
      <w:bookmarkStart w:id="59" w:name="_Toc16250573"/>
      <w:r>
        <w:br w:type="page"/>
      </w:r>
    </w:p>
    <w:p w14:paraId="792CF401" w14:textId="5E471C54" w:rsidR="009A2935" w:rsidRDefault="009E4DD9" w:rsidP="009A2935">
      <w:pPr>
        <w:pStyle w:val="Heading3"/>
      </w:pPr>
      <w:r>
        <w:lastRenderedPageBreak/>
        <w:t>1225.25 - Documentation for GM/GS-14's and Above.</w:t>
      </w:r>
      <w:bookmarkEnd w:id="59"/>
      <w:r>
        <w:t xml:space="preserve">  </w:t>
      </w:r>
    </w:p>
    <w:p w14:paraId="447E1D18" w14:textId="77777777" w:rsidR="009A2935" w:rsidRDefault="009A2935" w:rsidP="009E4DD9">
      <w:pPr>
        <w:pStyle w:val="ruler2"/>
        <w:widowControl/>
        <w:tabs>
          <w:tab w:val="clear" w:pos="4176"/>
          <w:tab w:val="left" w:pos="0"/>
          <w:tab w:val="left" w:pos="1296"/>
          <w:tab w:val="left" w:pos="5040"/>
        </w:tabs>
      </w:pPr>
    </w:p>
    <w:p w14:paraId="2636E62A" w14:textId="4C99D49B" w:rsidR="009E4DD9" w:rsidRDefault="009E4DD9" w:rsidP="009E4DD9">
      <w:pPr>
        <w:pStyle w:val="ruler2"/>
        <w:widowControl/>
        <w:tabs>
          <w:tab w:val="clear" w:pos="4176"/>
          <w:tab w:val="left" w:pos="0"/>
          <w:tab w:val="left" w:pos="1296"/>
          <w:tab w:val="left" w:pos="5040"/>
        </w:tabs>
      </w:pPr>
      <w:r>
        <w:t>Submit position descriptions for all GM/GS-14 and above positions affected by organization changes.  Position descriptions are considered part of the organizational proposal.</w:t>
      </w:r>
    </w:p>
    <w:p w14:paraId="352EF2F1" w14:textId="77777777" w:rsidR="009A2935" w:rsidRDefault="009E4DD9" w:rsidP="009A2935">
      <w:pPr>
        <w:pStyle w:val="Heading3"/>
      </w:pPr>
      <w:bookmarkStart w:id="60" w:name="_Toc16250574"/>
      <w:r>
        <w:t>1225.26 - Other Supplemental Information.</w:t>
      </w:r>
      <w:bookmarkEnd w:id="60"/>
      <w:r>
        <w:t xml:space="preserve">  </w:t>
      </w:r>
    </w:p>
    <w:p w14:paraId="64C67772" w14:textId="77777777" w:rsidR="009A2935" w:rsidRDefault="009A2935" w:rsidP="009E4DD9">
      <w:pPr>
        <w:pStyle w:val="ruler2"/>
        <w:widowControl/>
        <w:tabs>
          <w:tab w:val="clear" w:pos="4176"/>
          <w:tab w:val="left" w:pos="0"/>
          <w:tab w:val="left" w:pos="1296"/>
          <w:tab w:val="left" w:pos="5040"/>
        </w:tabs>
      </w:pPr>
    </w:p>
    <w:p w14:paraId="6672310B" w14:textId="652ADD7E" w:rsidR="009E4DD9" w:rsidRDefault="009E4DD9" w:rsidP="009E4DD9">
      <w:pPr>
        <w:pStyle w:val="ruler2"/>
        <w:widowControl/>
        <w:tabs>
          <w:tab w:val="clear" w:pos="4176"/>
          <w:tab w:val="left" w:pos="0"/>
          <w:tab w:val="left" w:pos="1296"/>
          <w:tab w:val="left" w:pos="5040"/>
        </w:tabs>
      </w:pPr>
      <w:r>
        <w:t>Submit any other information or material which helps clarify the reason for the proposed organization change, such as:</w:t>
      </w:r>
    </w:p>
    <w:p w14:paraId="66707943" w14:textId="388011BA" w:rsidR="009E4DD9" w:rsidRDefault="009E4DD9" w:rsidP="00635460">
      <w:pPr>
        <w:pStyle w:val="NumberList1"/>
        <w:ind w:left="0"/>
      </w:pPr>
      <w:r>
        <w:t>1.  Studies, reviews, or surveys that prompted or were influential in the development of the proposed changes.</w:t>
      </w:r>
    </w:p>
    <w:p w14:paraId="18985799" w14:textId="2434D614" w:rsidR="009E4DD9" w:rsidRDefault="009E4DD9" w:rsidP="00635460">
      <w:pPr>
        <w:pStyle w:val="NumberList1"/>
        <w:ind w:left="0"/>
      </w:pPr>
      <w:r>
        <w:t>2.  Legislation, Executive Orders, Secretary's memorandums, or other official documents related to the proposed change.</w:t>
      </w:r>
    </w:p>
    <w:p w14:paraId="74EB5885" w14:textId="1A057803" w:rsidR="009E4DD9" w:rsidRDefault="009E4DD9" w:rsidP="00635460">
      <w:pPr>
        <w:pStyle w:val="NumberList1"/>
        <w:ind w:left="0"/>
      </w:pPr>
      <w:r>
        <w:t>3.  Information concerning functional assignments or geographical areas of responsibility.</w:t>
      </w:r>
    </w:p>
    <w:p w14:paraId="0BCCC948" w14:textId="5ED9CE26" w:rsidR="009E4DD9" w:rsidRDefault="009E4DD9" w:rsidP="00635460">
      <w:pPr>
        <w:pStyle w:val="NumberList1"/>
        <w:ind w:left="0"/>
      </w:pPr>
      <w:r>
        <w:t>4.  Discussion of factors that would attract public interest as a result of any organization change, including any relocation or elimination of positions, offices, and so forth.</w:t>
      </w:r>
    </w:p>
    <w:p w14:paraId="135D4A4D" w14:textId="7CF83A32" w:rsidR="009A2935" w:rsidRDefault="009A2935" w:rsidP="009A2935">
      <w:pPr>
        <w:pStyle w:val="Heading3"/>
      </w:pPr>
      <w:bookmarkStart w:id="61" w:name="_Toc16250575"/>
      <w:r>
        <w:t>1225.27 - Examples of Required Documentation</w:t>
      </w:r>
      <w:bookmarkEnd w:id="61"/>
    </w:p>
    <w:p w14:paraId="4A52755F" w14:textId="77777777" w:rsidR="009E4DD9" w:rsidRDefault="009E4DD9" w:rsidP="009E4DD9">
      <w:pPr>
        <w:pStyle w:val="ruler2"/>
        <w:widowControl/>
        <w:tabs>
          <w:tab w:val="clear" w:pos="4176"/>
          <w:tab w:val="left" w:pos="0"/>
          <w:tab w:val="left" w:pos="1296"/>
          <w:tab w:val="left" w:pos="5040"/>
        </w:tabs>
      </w:pPr>
    </w:p>
    <w:p w14:paraId="586D896A" w14:textId="58D3669B" w:rsidR="009E4DD9" w:rsidRDefault="009E4DD9" w:rsidP="009E4DD9">
      <w:pPr>
        <w:pStyle w:val="ruler2"/>
        <w:widowControl/>
        <w:tabs>
          <w:tab w:val="clear" w:pos="4176"/>
          <w:tab w:val="left" w:pos="0"/>
          <w:tab w:val="left" w:pos="1296"/>
          <w:tab w:val="left" w:pos="5040"/>
        </w:tabs>
      </w:pPr>
      <w:r>
        <w:t>Exhibits 01, 02, and 03 are examples of an organization chart, a functional statement, and a staffing pattern worksheet required for those organization proposals that must be submitted to the Washington Office for approval.</w:t>
      </w:r>
    </w:p>
    <w:p w14:paraId="7D3D816B" w14:textId="77777777" w:rsidR="009E4DD9" w:rsidRDefault="009E4DD9" w:rsidP="009E4DD9">
      <w:pPr>
        <w:pStyle w:val="ruler2"/>
        <w:widowControl/>
        <w:tabs>
          <w:tab w:val="clear" w:pos="4176"/>
          <w:tab w:val="left" w:pos="0"/>
          <w:tab w:val="left" w:pos="1296"/>
          <w:tab w:val="left" w:pos="5040"/>
        </w:tabs>
      </w:pPr>
    </w:p>
    <w:p w14:paraId="3B9AE4E0" w14:textId="77777777" w:rsidR="009E4DD9" w:rsidRPr="009A2935" w:rsidRDefault="009E4DD9" w:rsidP="009E4DD9">
      <w:pPr>
        <w:pStyle w:val="ruler2"/>
        <w:widowControl/>
        <w:tabs>
          <w:tab w:val="clear" w:pos="4176"/>
          <w:tab w:val="left" w:pos="0"/>
          <w:tab w:val="left" w:pos="1296"/>
          <w:tab w:val="left" w:pos="5040"/>
        </w:tabs>
        <w:jc w:val="center"/>
        <w:rPr>
          <w:b/>
        </w:rPr>
      </w:pPr>
      <w:r>
        <w:rPr>
          <w:b/>
          <w:bCs/>
        </w:rPr>
        <w:t>1225.27 - EXHIBIT 01 IS A SEPARATE DOCUMENT</w:t>
      </w:r>
      <w:r>
        <w:t>.</w:t>
      </w:r>
      <w:r>
        <w:br w:type="page"/>
      </w:r>
      <w:r w:rsidRPr="009A2935">
        <w:rPr>
          <w:b/>
          <w:u w:val="single"/>
        </w:rPr>
        <w:lastRenderedPageBreak/>
        <w:t>1225.27 - Exhibit 02</w:t>
      </w:r>
    </w:p>
    <w:p w14:paraId="404B3AB8" w14:textId="77777777" w:rsidR="009E4DD9" w:rsidRPr="009A2935" w:rsidRDefault="009E4DD9" w:rsidP="009E4DD9">
      <w:pPr>
        <w:pStyle w:val="ruler2"/>
        <w:widowControl/>
        <w:tabs>
          <w:tab w:val="clear" w:pos="4176"/>
          <w:tab w:val="left" w:pos="0"/>
          <w:tab w:val="left" w:pos="1296"/>
          <w:tab w:val="left" w:pos="5040"/>
        </w:tabs>
        <w:jc w:val="center"/>
        <w:rPr>
          <w:b/>
        </w:rPr>
      </w:pPr>
    </w:p>
    <w:p w14:paraId="21187A6A" w14:textId="77777777" w:rsidR="009E4DD9" w:rsidRPr="009A2935" w:rsidRDefault="009E4DD9" w:rsidP="009E4DD9">
      <w:pPr>
        <w:pStyle w:val="ruler2"/>
        <w:widowControl/>
        <w:tabs>
          <w:tab w:val="clear" w:pos="4176"/>
          <w:tab w:val="left" w:pos="0"/>
          <w:tab w:val="left" w:pos="1296"/>
          <w:tab w:val="left" w:pos="5040"/>
        </w:tabs>
        <w:jc w:val="center"/>
        <w:rPr>
          <w:b/>
        </w:rPr>
      </w:pPr>
      <w:r w:rsidRPr="009A2935">
        <w:rPr>
          <w:b/>
          <w:u w:val="single"/>
        </w:rPr>
        <w:t>Examples of Functional Statements for Positions</w:t>
      </w:r>
    </w:p>
    <w:p w14:paraId="431CF89E" w14:textId="77777777" w:rsidR="009E4DD9" w:rsidRDefault="009E4DD9" w:rsidP="009E4DD9">
      <w:pPr>
        <w:pStyle w:val="ruler2"/>
        <w:widowControl/>
        <w:tabs>
          <w:tab w:val="clear" w:pos="4176"/>
          <w:tab w:val="left" w:pos="0"/>
          <w:tab w:val="left" w:pos="1296"/>
          <w:tab w:val="left" w:pos="5040"/>
        </w:tabs>
        <w:jc w:val="center"/>
      </w:pPr>
    </w:p>
    <w:p w14:paraId="497AA382" w14:textId="77777777" w:rsidR="009E4DD9" w:rsidRDefault="009E4DD9" w:rsidP="009E4DD9">
      <w:pPr>
        <w:pStyle w:val="ruler2"/>
        <w:widowControl/>
        <w:tabs>
          <w:tab w:val="clear" w:pos="4176"/>
          <w:tab w:val="left" w:pos="0"/>
          <w:tab w:val="left" w:pos="1296"/>
          <w:tab w:val="left" w:pos="5040"/>
        </w:tabs>
        <w:jc w:val="center"/>
      </w:pPr>
      <w:r>
        <w:t>UNITED STATES DEPARTMENT OF AGRICULTURE</w:t>
      </w:r>
    </w:p>
    <w:p w14:paraId="00DF9177" w14:textId="77777777" w:rsidR="009E4DD9" w:rsidRDefault="009E4DD9" w:rsidP="009E4DD9">
      <w:pPr>
        <w:pStyle w:val="ruler2"/>
        <w:widowControl/>
        <w:tabs>
          <w:tab w:val="clear" w:pos="4176"/>
          <w:tab w:val="left" w:pos="0"/>
          <w:tab w:val="left" w:pos="1296"/>
          <w:tab w:val="left" w:pos="5040"/>
        </w:tabs>
        <w:jc w:val="center"/>
      </w:pPr>
      <w:r>
        <w:t>FOREST SERVICE - INTERNATIONAL INSTITUTE OF TROPICAL FORESTRY</w:t>
      </w:r>
    </w:p>
    <w:p w14:paraId="1BDC308A" w14:textId="77777777" w:rsidR="009E4DD9" w:rsidRDefault="009E4DD9" w:rsidP="009E4DD9">
      <w:pPr>
        <w:pStyle w:val="ruler2"/>
        <w:widowControl/>
        <w:tabs>
          <w:tab w:val="clear" w:pos="4176"/>
          <w:tab w:val="left" w:pos="0"/>
          <w:tab w:val="left" w:pos="1296"/>
          <w:tab w:val="left" w:pos="5040"/>
        </w:tabs>
        <w:jc w:val="center"/>
      </w:pPr>
    </w:p>
    <w:p w14:paraId="693EDB59" w14:textId="77777777" w:rsidR="009E4DD9" w:rsidRDefault="009E4DD9" w:rsidP="009E4DD9">
      <w:pPr>
        <w:pStyle w:val="ruler2"/>
        <w:widowControl/>
        <w:tabs>
          <w:tab w:val="clear" w:pos="4176"/>
          <w:tab w:val="left" w:pos="0"/>
          <w:tab w:val="left" w:pos="1296"/>
          <w:tab w:val="left" w:pos="5040"/>
        </w:tabs>
      </w:pPr>
      <w:r>
        <w:rPr>
          <w:u w:val="single"/>
        </w:rPr>
        <w:t>11-41  Office of the Director, International Institute of Tropical Forestry</w:t>
      </w:r>
    </w:p>
    <w:p w14:paraId="2B71DA09" w14:textId="77777777" w:rsidR="009E4DD9" w:rsidRDefault="009E4DD9" w:rsidP="009E4DD9">
      <w:pPr>
        <w:pStyle w:val="ruler2"/>
        <w:widowControl/>
        <w:tabs>
          <w:tab w:val="clear" w:pos="4176"/>
          <w:tab w:val="left" w:pos="0"/>
          <w:tab w:val="left" w:pos="1296"/>
          <w:tab w:val="left" w:pos="5040"/>
        </w:tabs>
      </w:pPr>
    </w:p>
    <w:p w14:paraId="49C64E41" w14:textId="77777777" w:rsidR="009E4DD9" w:rsidRDefault="009E4DD9" w:rsidP="009E4DD9">
      <w:pPr>
        <w:pStyle w:val="ruler2"/>
        <w:widowControl/>
        <w:tabs>
          <w:tab w:val="clear" w:pos="4176"/>
          <w:tab w:val="left" w:pos="0"/>
          <w:tab w:val="left" w:pos="1296"/>
          <w:tab w:val="left" w:pos="5040"/>
        </w:tabs>
      </w:pPr>
      <w:r>
        <w:rPr>
          <w:u w:val="single"/>
        </w:rPr>
        <w:t>General</w:t>
      </w:r>
    </w:p>
    <w:p w14:paraId="57B4FC49" w14:textId="77777777" w:rsidR="009E4DD9" w:rsidRDefault="009E4DD9" w:rsidP="009E4DD9">
      <w:pPr>
        <w:pStyle w:val="ruler2"/>
        <w:widowControl/>
        <w:tabs>
          <w:tab w:val="clear" w:pos="4176"/>
          <w:tab w:val="left" w:pos="0"/>
          <w:tab w:val="left" w:pos="1296"/>
          <w:tab w:val="left" w:pos="5040"/>
        </w:tabs>
      </w:pPr>
    </w:p>
    <w:p w14:paraId="553F7334" w14:textId="77777777" w:rsidR="009E4DD9" w:rsidRDefault="009E4DD9" w:rsidP="009E4DD9">
      <w:pPr>
        <w:pStyle w:val="ruler2"/>
        <w:widowControl/>
        <w:tabs>
          <w:tab w:val="clear" w:pos="4176"/>
          <w:tab w:val="left" w:pos="0"/>
          <w:tab w:val="left" w:pos="1296"/>
          <w:tab w:val="left" w:pos="5040"/>
        </w:tabs>
      </w:pPr>
      <w:r>
        <w:tab/>
        <w:t>The Director of the Institute has line authority and responsibility for directing all programs and assignments at the Institute.  This includes responsibility for developing and conducting international programs of research and technology transfer in tropical forestry for international customers.  These programs are directed toward managing and conserving tropical forest resources and improving the capabilities of other institutions in Puerto Rico and Latin America to carry out sound research and forest management programs.</w:t>
      </w:r>
    </w:p>
    <w:p w14:paraId="7E33874D" w14:textId="77777777" w:rsidR="009E4DD9" w:rsidRDefault="009E4DD9" w:rsidP="009E4DD9">
      <w:pPr>
        <w:pStyle w:val="ruler2"/>
        <w:widowControl/>
        <w:tabs>
          <w:tab w:val="clear" w:pos="4176"/>
          <w:tab w:val="left" w:pos="0"/>
          <w:tab w:val="left" w:pos="1296"/>
          <w:tab w:val="left" w:pos="5040"/>
        </w:tabs>
      </w:pPr>
    </w:p>
    <w:p w14:paraId="19DA8704" w14:textId="77777777" w:rsidR="009E4DD9" w:rsidRDefault="009E4DD9" w:rsidP="009E4DD9">
      <w:pPr>
        <w:pStyle w:val="ruler2"/>
        <w:widowControl/>
        <w:tabs>
          <w:tab w:val="clear" w:pos="4176"/>
          <w:tab w:val="left" w:pos="0"/>
          <w:tab w:val="left" w:pos="1296"/>
          <w:tab w:val="left" w:pos="5040"/>
        </w:tabs>
      </w:pPr>
      <w:r>
        <w:rPr>
          <w:u w:val="single"/>
        </w:rPr>
        <w:t>Assignment of Functions</w:t>
      </w:r>
    </w:p>
    <w:p w14:paraId="6F7A699C" w14:textId="77777777" w:rsidR="009E4DD9" w:rsidRDefault="009E4DD9" w:rsidP="009E4DD9">
      <w:pPr>
        <w:pStyle w:val="ruler2"/>
        <w:widowControl/>
        <w:tabs>
          <w:tab w:val="clear" w:pos="576"/>
          <w:tab w:val="clear" w:pos="4176"/>
          <w:tab w:val="left" w:pos="5040"/>
        </w:tabs>
        <w:ind w:left="449" w:hanging="449"/>
      </w:pPr>
    </w:p>
    <w:p w14:paraId="4632789D" w14:textId="77777777" w:rsidR="009E4DD9" w:rsidRDefault="009E4DD9" w:rsidP="009E4DD9">
      <w:pPr>
        <w:pStyle w:val="ruler3"/>
        <w:widowControl/>
        <w:tabs>
          <w:tab w:val="clear" w:pos="0"/>
          <w:tab w:val="clear" w:pos="576"/>
          <w:tab w:val="clear" w:pos="4176"/>
          <w:tab w:val="left" w:pos="5040"/>
        </w:tabs>
        <w:ind w:left="360" w:hanging="360"/>
      </w:pPr>
      <w:r>
        <w:t>1.</w:t>
      </w:r>
      <w:r>
        <w:tab/>
        <w:t>Participates with the Chief of the Forest Service, members of the Chief's staff, Regional Foresters, Station Director and the Area Director in formulating Service-wide policy.</w:t>
      </w:r>
    </w:p>
    <w:p w14:paraId="1949EB17" w14:textId="77777777" w:rsidR="009E4DD9" w:rsidRDefault="009E4DD9" w:rsidP="009E4DD9">
      <w:pPr>
        <w:pStyle w:val="ruler3"/>
        <w:widowControl/>
        <w:tabs>
          <w:tab w:val="clear" w:pos="0"/>
          <w:tab w:val="clear" w:pos="576"/>
          <w:tab w:val="clear" w:pos="4176"/>
          <w:tab w:val="left" w:pos="5040"/>
        </w:tabs>
        <w:ind w:left="360" w:hanging="360"/>
      </w:pPr>
    </w:p>
    <w:p w14:paraId="43CC92D8" w14:textId="77777777" w:rsidR="009E4DD9" w:rsidRDefault="009E4DD9" w:rsidP="009E4DD9">
      <w:pPr>
        <w:pStyle w:val="ruler3"/>
        <w:widowControl/>
        <w:tabs>
          <w:tab w:val="clear" w:pos="0"/>
          <w:tab w:val="clear" w:pos="576"/>
          <w:tab w:val="clear" w:pos="4176"/>
          <w:tab w:val="left" w:pos="5040"/>
        </w:tabs>
        <w:ind w:left="360" w:hanging="360"/>
      </w:pPr>
      <w:r>
        <w:t>2.</w:t>
      </w:r>
      <w:r>
        <w:tab/>
        <w:t>Formulates policies for the International Institute of Tropical Forestry within the framework of those of the Forest Service.</w:t>
      </w:r>
    </w:p>
    <w:p w14:paraId="1A2A38DF" w14:textId="77777777" w:rsidR="009E4DD9" w:rsidRDefault="009E4DD9" w:rsidP="009E4DD9">
      <w:pPr>
        <w:pStyle w:val="ruler3"/>
        <w:widowControl/>
        <w:tabs>
          <w:tab w:val="clear" w:pos="0"/>
          <w:tab w:val="clear" w:pos="576"/>
          <w:tab w:val="clear" w:pos="4176"/>
          <w:tab w:val="left" w:pos="5040"/>
        </w:tabs>
        <w:ind w:left="360" w:hanging="360"/>
      </w:pPr>
    </w:p>
    <w:p w14:paraId="60D472AA" w14:textId="77777777" w:rsidR="009E4DD9" w:rsidRDefault="009E4DD9" w:rsidP="009E4DD9">
      <w:pPr>
        <w:pStyle w:val="ruler3"/>
        <w:widowControl/>
        <w:tabs>
          <w:tab w:val="clear" w:pos="0"/>
          <w:tab w:val="clear" w:pos="576"/>
          <w:tab w:val="clear" w:pos="4176"/>
          <w:tab w:val="left" w:pos="989"/>
          <w:tab w:val="left" w:pos="5040"/>
        </w:tabs>
        <w:ind w:left="360" w:hanging="360"/>
      </w:pPr>
      <w:r>
        <w:t>3.</w:t>
      </w:r>
      <w:r>
        <w:tab/>
        <w:t>Directs research, international cooperation, education, technology transfer, and forest land management advisory programs of the International Institute of Tropical Forestry.</w:t>
      </w:r>
    </w:p>
    <w:p w14:paraId="513FD1AD" w14:textId="77777777" w:rsidR="009E4DD9" w:rsidRDefault="009E4DD9" w:rsidP="009E4DD9">
      <w:pPr>
        <w:pStyle w:val="ruler3"/>
        <w:widowControl/>
        <w:tabs>
          <w:tab w:val="clear" w:pos="0"/>
          <w:tab w:val="clear" w:pos="576"/>
          <w:tab w:val="clear" w:pos="4176"/>
          <w:tab w:val="left" w:pos="5040"/>
        </w:tabs>
        <w:ind w:left="360" w:hanging="360"/>
      </w:pPr>
    </w:p>
    <w:p w14:paraId="185BC599" w14:textId="77777777" w:rsidR="009E4DD9" w:rsidRDefault="009E4DD9" w:rsidP="009E4DD9">
      <w:pPr>
        <w:pStyle w:val="ruler3"/>
        <w:widowControl/>
        <w:tabs>
          <w:tab w:val="clear" w:pos="0"/>
          <w:tab w:val="clear" w:pos="576"/>
          <w:tab w:val="clear" w:pos="4176"/>
          <w:tab w:val="left" w:pos="5040"/>
        </w:tabs>
        <w:ind w:left="360" w:hanging="360"/>
      </w:pPr>
      <w:r>
        <w:t>4.</w:t>
      </w:r>
      <w:r>
        <w:tab/>
        <w:t>Initiates major outreach efforts with tropical American governments natural resource organizations, and research organizations of the Americas to accomplish the mission of the Institute.</w:t>
      </w:r>
    </w:p>
    <w:p w14:paraId="13B839B4" w14:textId="77777777" w:rsidR="009E4DD9" w:rsidRDefault="009E4DD9" w:rsidP="009E4DD9">
      <w:pPr>
        <w:pStyle w:val="ruler3"/>
        <w:widowControl/>
        <w:tabs>
          <w:tab w:val="clear" w:pos="0"/>
          <w:tab w:val="clear" w:pos="576"/>
          <w:tab w:val="clear" w:pos="4176"/>
          <w:tab w:val="left" w:pos="5040"/>
        </w:tabs>
        <w:ind w:left="360" w:hanging="360"/>
      </w:pPr>
    </w:p>
    <w:p w14:paraId="1D8A6DEF" w14:textId="77777777" w:rsidR="009E4DD9" w:rsidRDefault="009E4DD9" w:rsidP="009E4DD9">
      <w:pPr>
        <w:pStyle w:val="ruler3"/>
        <w:widowControl/>
        <w:tabs>
          <w:tab w:val="clear" w:pos="0"/>
          <w:tab w:val="clear" w:pos="576"/>
          <w:tab w:val="clear" w:pos="4176"/>
          <w:tab w:val="left" w:pos="5040"/>
        </w:tabs>
        <w:ind w:left="360" w:hanging="360"/>
      </w:pPr>
      <w:r>
        <w:t>5.</w:t>
      </w:r>
      <w:r>
        <w:tab/>
        <w:t>Maintains liaison with other international organizations, the Deputy Chief for International Forestry, Regional Foresters, and Station Directors.</w:t>
      </w:r>
    </w:p>
    <w:p w14:paraId="62A81E7F" w14:textId="77777777" w:rsidR="009E4DD9" w:rsidRDefault="009E4DD9" w:rsidP="009E4DD9">
      <w:pPr>
        <w:pStyle w:val="ruler3"/>
        <w:widowControl/>
        <w:tabs>
          <w:tab w:val="clear" w:pos="0"/>
          <w:tab w:val="clear" w:pos="576"/>
          <w:tab w:val="clear" w:pos="4176"/>
          <w:tab w:val="left" w:pos="5040"/>
        </w:tabs>
        <w:ind w:left="360" w:hanging="360"/>
      </w:pPr>
    </w:p>
    <w:p w14:paraId="48825EFF" w14:textId="77777777" w:rsidR="009A2935" w:rsidRDefault="009A2935">
      <w:pPr>
        <w:rPr>
          <w:rFonts w:ascii="NewCenturySchlbk" w:eastAsiaTheme="minorEastAsia" w:hAnsi="NewCenturySchlbk" w:cs="NewCenturySchlbk"/>
          <w:noProof/>
          <w:color w:val="000000"/>
          <w:u w:val="single"/>
        </w:rPr>
      </w:pPr>
      <w:r>
        <w:rPr>
          <w:u w:val="single"/>
        </w:rPr>
        <w:br w:type="page"/>
      </w:r>
    </w:p>
    <w:p w14:paraId="45C1A74B" w14:textId="5DB6CA79" w:rsidR="009A2935" w:rsidRPr="009A2935" w:rsidRDefault="009A2935" w:rsidP="009A2935">
      <w:pPr>
        <w:pStyle w:val="ruler2"/>
        <w:widowControl/>
        <w:tabs>
          <w:tab w:val="clear" w:pos="576"/>
          <w:tab w:val="clear" w:pos="4176"/>
          <w:tab w:val="left" w:pos="5040"/>
        </w:tabs>
        <w:ind w:left="269" w:hanging="269"/>
        <w:jc w:val="center"/>
        <w:rPr>
          <w:b/>
        </w:rPr>
      </w:pPr>
      <w:r w:rsidRPr="009A2935">
        <w:rPr>
          <w:b/>
          <w:u w:val="single"/>
        </w:rPr>
        <w:lastRenderedPageBreak/>
        <w:t>1225.27 - Exhibit 02--Continued</w:t>
      </w:r>
    </w:p>
    <w:p w14:paraId="313BC9BB" w14:textId="77777777" w:rsidR="009A2935" w:rsidRDefault="009A2935" w:rsidP="009A2935">
      <w:pPr>
        <w:pStyle w:val="ruler2"/>
        <w:widowControl/>
        <w:tabs>
          <w:tab w:val="clear" w:pos="4176"/>
          <w:tab w:val="left" w:pos="0"/>
          <w:tab w:val="left" w:pos="1296"/>
          <w:tab w:val="left" w:pos="5040"/>
        </w:tabs>
        <w:jc w:val="center"/>
      </w:pPr>
    </w:p>
    <w:p w14:paraId="66A6E293" w14:textId="77777777" w:rsidR="009E4DD9" w:rsidRDefault="009E4DD9" w:rsidP="009E4DD9">
      <w:pPr>
        <w:pStyle w:val="ruler3"/>
        <w:widowControl/>
        <w:tabs>
          <w:tab w:val="clear" w:pos="0"/>
          <w:tab w:val="clear" w:pos="576"/>
          <w:tab w:val="clear" w:pos="4176"/>
          <w:tab w:val="left" w:pos="5040"/>
        </w:tabs>
        <w:ind w:left="360" w:hanging="360"/>
      </w:pPr>
      <w:r>
        <w:t>6.</w:t>
      </w:r>
      <w:r>
        <w:tab/>
        <w:t>Serves as an advisor to international cooperators and takes the lead in convening and communicating priorities for the Committee of Customers and Cooperators.</w:t>
      </w:r>
    </w:p>
    <w:p w14:paraId="2B4F0595" w14:textId="77777777" w:rsidR="009E4DD9" w:rsidRDefault="009E4DD9" w:rsidP="009E4DD9">
      <w:pPr>
        <w:pStyle w:val="ruler3"/>
        <w:widowControl/>
        <w:tabs>
          <w:tab w:val="clear" w:pos="0"/>
          <w:tab w:val="clear" w:pos="576"/>
          <w:tab w:val="clear" w:pos="4176"/>
          <w:tab w:val="left" w:pos="5040"/>
        </w:tabs>
        <w:ind w:left="360" w:hanging="360"/>
      </w:pPr>
    </w:p>
    <w:p w14:paraId="1195F95A" w14:textId="77777777" w:rsidR="009E4DD9" w:rsidRDefault="009E4DD9" w:rsidP="009E4DD9">
      <w:pPr>
        <w:pStyle w:val="ruler3"/>
        <w:widowControl/>
        <w:tabs>
          <w:tab w:val="clear" w:pos="0"/>
          <w:tab w:val="clear" w:pos="576"/>
          <w:tab w:val="clear" w:pos="4176"/>
          <w:tab w:val="left" w:pos="5040"/>
        </w:tabs>
        <w:ind w:left="360" w:hanging="360"/>
      </w:pPr>
      <w:r>
        <w:t>7.</w:t>
      </w:r>
      <w:r>
        <w:tab/>
        <w:t>Serves as chief spokesperson for the Forest Service in Puerto Rico, and for the Deputy Chief for International Forestry in matters relating to tropical forestry.</w:t>
      </w:r>
    </w:p>
    <w:p w14:paraId="418BAB77" w14:textId="77777777" w:rsidR="009E4DD9" w:rsidRDefault="009E4DD9" w:rsidP="009E4DD9">
      <w:pPr>
        <w:pStyle w:val="ruler3"/>
        <w:widowControl/>
        <w:tabs>
          <w:tab w:val="clear" w:pos="0"/>
          <w:tab w:val="clear" w:pos="576"/>
          <w:tab w:val="clear" w:pos="4176"/>
          <w:tab w:val="left" w:pos="5040"/>
        </w:tabs>
        <w:ind w:left="360" w:hanging="360"/>
      </w:pPr>
    </w:p>
    <w:p w14:paraId="263DCFCB" w14:textId="77777777" w:rsidR="009E4DD9" w:rsidRDefault="009E4DD9" w:rsidP="009E4DD9">
      <w:pPr>
        <w:pStyle w:val="ruler3"/>
        <w:widowControl/>
        <w:tabs>
          <w:tab w:val="clear" w:pos="0"/>
          <w:tab w:val="clear" w:pos="576"/>
          <w:tab w:val="clear" w:pos="4176"/>
          <w:tab w:val="left" w:pos="5040"/>
        </w:tabs>
        <w:ind w:left="360" w:hanging="360"/>
      </w:pPr>
      <w:r>
        <w:t>8.</w:t>
      </w:r>
      <w:r>
        <w:tab/>
        <w:t>Set priorities for the research, education and international cooperation programs of the Institute, including budgets and related resources.</w:t>
      </w:r>
    </w:p>
    <w:p w14:paraId="21DBD036" w14:textId="1EEB58FD" w:rsidR="009A2935" w:rsidRDefault="009A2935">
      <w:pPr>
        <w:rPr>
          <w:rFonts w:ascii="NewCenturySchlbk" w:eastAsiaTheme="minorEastAsia" w:hAnsi="NewCenturySchlbk" w:cs="NewCenturySchlbk"/>
          <w:noProof/>
          <w:color w:val="000000"/>
          <w:u w:val="single"/>
        </w:rPr>
      </w:pPr>
    </w:p>
    <w:p w14:paraId="5B11869D" w14:textId="533B2445" w:rsidR="009E4DD9" w:rsidRDefault="009E4DD9" w:rsidP="009E4DD9">
      <w:pPr>
        <w:pStyle w:val="ruler2"/>
        <w:widowControl/>
        <w:tabs>
          <w:tab w:val="clear" w:pos="4176"/>
          <w:tab w:val="left" w:pos="0"/>
          <w:tab w:val="left" w:pos="1296"/>
          <w:tab w:val="left" w:pos="5040"/>
        </w:tabs>
      </w:pPr>
      <w:r>
        <w:rPr>
          <w:u w:val="single"/>
        </w:rPr>
        <w:t>11 41 51  Office of the Assistant Director for International Cooperation</w:t>
      </w:r>
    </w:p>
    <w:p w14:paraId="4A6622F4" w14:textId="77777777" w:rsidR="009E4DD9" w:rsidRDefault="009E4DD9" w:rsidP="009E4DD9">
      <w:pPr>
        <w:pStyle w:val="ruler2"/>
        <w:widowControl/>
        <w:tabs>
          <w:tab w:val="clear" w:pos="4176"/>
          <w:tab w:val="left" w:pos="0"/>
          <w:tab w:val="left" w:pos="1296"/>
          <w:tab w:val="left" w:pos="5040"/>
        </w:tabs>
      </w:pPr>
    </w:p>
    <w:p w14:paraId="4B57D663" w14:textId="77777777" w:rsidR="009E4DD9" w:rsidRDefault="009E4DD9" w:rsidP="009E4DD9">
      <w:pPr>
        <w:pStyle w:val="ruler2"/>
        <w:widowControl/>
        <w:tabs>
          <w:tab w:val="clear" w:pos="4176"/>
          <w:tab w:val="left" w:pos="0"/>
          <w:tab w:val="left" w:pos="1296"/>
          <w:tab w:val="left" w:pos="5040"/>
        </w:tabs>
        <w:jc w:val="center"/>
      </w:pPr>
      <w:r>
        <w:rPr>
          <w:u w:val="single"/>
        </w:rPr>
        <w:t>International Institute of Tropical Forestry</w:t>
      </w:r>
    </w:p>
    <w:p w14:paraId="03C87573" w14:textId="77777777" w:rsidR="009E4DD9" w:rsidRDefault="009E4DD9" w:rsidP="009E4DD9">
      <w:pPr>
        <w:pStyle w:val="ruler2"/>
        <w:widowControl/>
        <w:tabs>
          <w:tab w:val="clear" w:pos="4176"/>
          <w:tab w:val="left" w:pos="0"/>
          <w:tab w:val="left" w:pos="1296"/>
          <w:tab w:val="left" w:pos="5040"/>
        </w:tabs>
        <w:jc w:val="center"/>
      </w:pPr>
    </w:p>
    <w:p w14:paraId="3C4E7C51" w14:textId="77777777" w:rsidR="009E4DD9" w:rsidRDefault="009E4DD9" w:rsidP="009E4DD9">
      <w:pPr>
        <w:pStyle w:val="ruler2"/>
        <w:widowControl/>
        <w:tabs>
          <w:tab w:val="clear" w:pos="4176"/>
          <w:tab w:val="left" w:pos="0"/>
          <w:tab w:val="left" w:pos="1296"/>
          <w:tab w:val="left" w:pos="5040"/>
        </w:tabs>
      </w:pPr>
      <w:r>
        <w:rPr>
          <w:u w:val="single"/>
        </w:rPr>
        <w:t>General</w:t>
      </w:r>
    </w:p>
    <w:p w14:paraId="2A040A77" w14:textId="77777777" w:rsidR="009E4DD9" w:rsidRDefault="009E4DD9" w:rsidP="009E4DD9">
      <w:pPr>
        <w:pStyle w:val="ruler2"/>
        <w:widowControl/>
        <w:tabs>
          <w:tab w:val="clear" w:pos="4176"/>
          <w:tab w:val="left" w:pos="0"/>
          <w:tab w:val="left" w:pos="1296"/>
          <w:tab w:val="left" w:pos="5040"/>
        </w:tabs>
      </w:pPr>
    </w:p>
    <w:p w14:paraId="7812454D" w14:textId="77777777" w:rsidR="009E4DD9" w:rsidRDefault="009E4DD9" w:rsidP="009E4DD9">
      <w:pPr>
        <w:pStyle w:val="ruler2"/>
        <w:widowControl/>
        <w:tabs>
          <w:tab w:val="clear" w:pos="4176"/>
          <w:tab w:val="left" w:pos="0"/>
          <w:tab w:val="left" w:pos="1296"/>
          <w:tab w:val="left" w:pos="5040"/>
        </w:tabs>
      </w:pPr>
      <w:r>
        <w:tab/>
        <w:t>The Assistant Director for International Cooperation has responsibility for directing all technology transfer at the Institute.  This includes responsibility for developing and conducting international training programs, short courses, demonstration projects, and technical assistance assignments.  These programs are directed toward building the administrative and managerial capabilities of resources managers in the tropics.</w:t>
      </w:r>
    </w:p>
    <w:p w14:paraId="6FF9A583" w14:textId="77777777" w:rsidR="009E4DD9" w:rsidRDefault="009E4DD9" w:rsidP="009E4DD9">
      <w:pPr>
        <w:pStyle w:val="ruler2"/>
        <w:widowControl/>
        <w:tabs>
          <w:tab w:val="clear" w:pos="4176"/>
          <w:tab w:val="left" w:pos="0"/>
          <w:tab w:val="left" w:pos="1296"/>
          <w:tab w:val="left" w:pos="5040"/>
        </w:tabs>
      </w:pPr>
    </w:p>
    <w:p w14:paraId="574F8D3F" w14:textId="77777777" w:rsidR="009E4DD9" w:rsidRDefault="009E4DD9" w:rsidP="009E4DD9">
      <w:pPr>
        <w:pStyle w:val="ruler2"/>
        <w:widowControl/>
        <w:tabs>
          <w:tab w:val="clear" w:pos="4176"/>
          <w:tab w:val="left" w:pos="0"/>
          <w:tab w:val="left" w:pos="1296"/>
          <w:tab w:val="left" w:pos="5040"/>
        </w:tabs>
      </w:pPr>
      <w:r>
        <w:tab/>
        <w:t>The Assistant Director shares responsibility for and participates in the coordination of all technical and administrative functions of the Institute.</w:t>
      </w:r>
    </w:p>
    <w:p w14:paraId="21EA9111" w14:textId="77777777" w:rsidR="009E4DD9" w:rsidRDefault="009E4DD9" w:rsidP="009E4DD9">
      <w:pPr>
        <w:pStyle w:val="ruler2"/>
        <w:widowControl/>
        <w:tabs>
          <w:tab w:val="clear" w:pos="4176"/>
          <w:tab w:val="left" w:pos="0"/>
          <w:tab w:val="left" w:pos="1296"/>
          <w:tab w:val="left" w:pos="5040"/>
        </w:tabs>
      </w:pPr>
    </w:p>
    <w:p w14:paraId="3ECBF139" w14:textId="77777777" w:rsidR="009E4DD9" w:rsidRDefault="009E4DD9" w:rsidP="009E4DD9">
      <w:pPr>
        <w:pStyle w:val="ruler2"/>
        <w:widowControl/>
        <w:tabs>
          <w:tab w:val="clear" w:pos="4176"/>
          <w:tab w:val="left" w:pos="0"/>
          <w:tab w:val="left" w:pos="1296"/>
          <w:tab w:val="left" w:pos="5040"/>
        </w:tabs>
      </w:pPr>
      <w:r>
        <w:rPr>
          <w:u w:val="single"/>
        </w:rPr>
        <w:t>Assignment of Functions</w:t>
      </w:r>
    </w:p>
    <w:p w14:paraId="30F1EC74" w14:textId="77777777" w:rsidR="009E4DD9" w:rsidRDefault="009E4DD9" w:rsidP="009E4DD9">
      <w:pPr>
        <w:pStyle w:val="ruler2"/>
        <w:widowControl/>
        <w:tabs>
          <w:tab w:val="clear" w:pos="4176"/>
          <w:tab w:val="left" w:pos="0"/>
          <w:tab w:val="left" w:pos="1296"/>
          <w:tab w:val="left" w:pos="5040"/>
        </w:tabs>
      </w:pPr>
    </w:p>
    <w:p w14:paraId="4C08E253" w14:textId="77777777" w:rsidR="009E4DD9" w:rsidRDefault="009E4DD9" w:rsidP="009E4DD9">
      <w:pPr>
        <w:pStyle w:val="ruler3"/>
        <w:widowControl/>
        <w:tabs>
          <w:tab w:val="clear" w:pos="0"/>
          <w:tab w:val="clear" w:pos="576"/>
          <w:tab w:val="clear" w:pos="4176"/>
          <w:tab w:val="left" w:pos="1296"/>
          <w:tab w:val="left" w:pos="5040"/>
        </w:tabs>
        <w:ind w:left="576" w:hanging="576"/>
      </w:pPr>
      <w:r>
        <w:t>1.</w:t>
      </w:r>
      <w:r>
        <w:tab/>
        <w:t>Primary responsibility for coordinating, directing and conducting technology transfer, state and private programs for the Institute.</w:t>
      </w:r>
    </w:p>
    <w:p w14:paraId="0BDF6F3C" w14:textId="77777777" w:rsidR="009E4DD9" w:rsidRDefault="009E4DD9" w:rsidP="009E4DD9">
      <w:pPr>
        <w:pStyle w:val="ruler3"/>
        <w:widowControl/>
        <w:tabs>
          <w:tab w:val="clear" w:pos="0"/>
          <w:tab w:val="clear" w:pos="576"/>
          <w:tab w:val="clear" w:pos="4176"/>
          <w:tab w:val="left" w:pos="1296"/>
          <w:tab w:val="left" w:pos="5040"/>
        </w:tabs>
      </w:pPr>
    </w:p>
    <w:p w14:paraId="15BB058D" w14:textId="77777777" w:rsidR="009E4DD9" w:rsidRDefault="009E4DD9" w:rsidP="009E4DD9">
      <w:pPr>
        <w:pStyle w:val="ruler3"/>
        <w:widowControl/>
        <w:tabs>
          <w:tab w:val="clear" w:pos="0"/>
          <w:tab w:val="clear" w:pos="576"/>
          <w:tab w:val="clear" w:pos="4176"/>
          <w:tab w:val="left" w:pos="1296"/>
          <w:tab w:val="left" w:pos="5040"/>
        </w:tabs>
        <w:ind w:left="576" w:hanging="576"/>
      </w:pPr>
      <w:r>
        <w:t>2.</w:t>
      </w:r>
      <w:r>
        <w:tab/>
        <w:t>Plan and assist in the development and implementation of demonstration sites.</w:t>
      </w:r>
    </w:p>
    <w:p w14:paraId="42D0A0E7" w14:textId="77777777" w:rsidR="009E4DD9" w:rsidRDefault="009E4DD9" w:rsidP="009E4DD9">
      <w:pPr>
        <w:pStyle w:val="ruler3"/>
        <w:widowControl/>
        <w:tabs>
          <w:tab w:val="clear" w:pos="0"/>
          <w:tab w:val="clear" w:pos="576"/>
          <w:tab w:val="clear" w:pos="4176"/>
          <w:tab w:val="left" w:pos="1296"/>
          <w:tab w:val="left" w:pos="5040"/>
        </w:tabs>
      </w:pPr>
    </w:p>
    <w:p w14:paraId="58B99DFA" w14:textId="77777777" w:rsidR="009E4DD9" w:rsidRDefault="009E4DD9" w:rsidP="009E4DD9">
      <w:pPr>
        <w:pStyle w:val="ruler3"/>
        <w:widowControl/>
        <w:tabs>
          <w:tab w:val="clear" w:pos="0"/>
          <w:tab w:val="clear" w:pos="576"/>
          <w:tab w:val="clear" w:pos="4176"/>
          <w:tab w:val="left" w:pos="1296"/>
          <w:tab w:val="left" w:pos="5040"/>
        </w:tabs>
        <w:ind w:left="576" w:hanging="576"/>
      </w:pPr>
      <w:r>
        <w:t>3.</w:t>
      </w:r>
      <w:r>
        <w:tab/>
        <w:t>Cooperate with the State Forester and the Government of Puerto Rico to strengthen joint programs utilizing IITF facilities and Commonwealth lands.</w:t>
      </w:r>
    </w:p>
    <w:p w14:paraId="63EE546A" w14:textId="77777777" w:rsidR="009E4DD9" w:rsidRDefault="009E4DD9" w:rsidP="009E4DD9">
      <w:pPr>
        <w:pStyle w:val="ruler3"/>
        <w:widowControl/>
        <w:tabs>
          <w:tab w:val="clear" w:pos="0"/>
          <w:tab w:val="clear" w:pos="576"/>
          <w:tab w:val="clear" w:pos="4176"/>
          <w:tab w:val="left" w:pos="1296"/>
          <w:tab w:val="left" w:pos="5040"/>
        </w:tabs>
      </w:pPr>
    </w:p>
    <w:p w14:paraId="4929431E" w14:textId="77777777" w:rsidR="009E4DD9" w:rsidRDefault="009E4DD9" w:rsidP="009E4DD9">
      <w:pPr>
        <w:pStyle w:val="ruler3"/>
        <w:widowControl/>
        <w:tabs>
          <w:tab w:val="clear" w:pos="0"/>
          <w:tab w:val="clear" w:pos="576"/>
          <w:tab w:val="clear" w:pos="4176"/>
          <w:tab w:val="left" w:pos="1296"/>
          <w:tab w:val="left" w:pos="5040"/>
        </w:tabs>
        <w:ind w:left="576" w:hanging="576"/>
      </w:pPr>
      <w:r>
        <w:t>4.</w:t>
      </w:r>
      <w:r>
        <w:tab/>
        <w:t>Assist in identifying priorities for research.</w:t>
      </w:r>
    </w:p>
    <w:p w14:paraId="4F00C338" w14:textId="77777777" w:rsidR="009E4DD9" w:rsidRDefault="009E4DD9" w:rsidP="009E4DD9">
      <w:pPr>
        <w:pStyle w:val="ruler3"/>
        <w:widowControl/>
        <w:tabs>
          <w:tab w:val="clear" w:pos="0"/>
          <w:tab w:val="clear" w:pos="576"/>
          <w:tab w:val="clear" w:pos="4176"/>
          <w:tab w:val="left" w:pos="1296"/>
          <w:tab w:val="left" w:pos="5040"/>
        </w:tabs>
      </w:pPr>
    </w:p>
    <w:p w14:paraId="6B4E15B4" w14:textId="77777777" w:rsidR="009E4DD9" w:rsidRDefault="009E4DD9" w:rsidP="009E4DD9">
      <w:pPr>
        <w:pStyle w:val="ruler2"/>
        <w:widowControl/>
        <w:tabs>
          <w:tab w:val="clear" w:pos="576"/>
          <w:tab w:val="clear" w:pos="4176"/>
          <w:tab w:val="left" w:pos="1296"/>
          <w:tab w:val="left" w:pos="5040"/>
        </w:tabs>
        <w:jc w:val="center"/>
      </w:pPr>
      <w:r>
        <w:br w:type="page"/>
      </w:r>
      <w:r>
        <w:rPr>
          <w:b/>
          <w:bCs/>
        </w:rPr>
        <w:lastRenderedPageBreak/>
        <w:t>1225.27 - EXHIBIT 03 IS A SEPARATE DOCUMENT</w:t>
      </w:r>
      <w:r>
        <w:t>.</w:t>
      </w:r>
    </w:p>
    <w:p w14:paraId="2DA39CD8" w14:textId="77777777" w:rsidR="009E4DD9" w:rsidRDefault="009E4DD9" w:rsidP="009E4DD9">
      <w:pPr>
        <w:pStyle w:val="ruler2"/>
        <w:widowControl/>
        <w:tabs>
          <w:tab w:val="clear" w:pos="4176"/>
          <w:tab w:val="left" w:pos="0"/>
          <w:tab w:val="left" w:pos="1296"/>
          <w:tab w:val="left" w:pos="5040"/>
        </w:tabs>
        <w:jc w:val="center"/>
      </w:pPr>
    </w:p>
    <w:p w14:paraId="78C4C715" w14:textId="77777777" w:rsidR="009E4DD9" w:rsidRDefault="009E4DD9" w:rsidP="006B2E4D">
      <w:pPr>
        <w:pStyle w:val="Heading1"/>
      </w:pPr>
      <w:bookmarkStart w:id="62" w:name="_Toc16250576"/>
      <w:r>
        <w:t>1226 - IMPLEMENTATION OF ORGANIZATIONAL CHANGES.</w:t>
      </w:r>
      <w:bookmarkEnd w:id="62"/>
    </w:p>
    <w:p w14:paraId="30166ECF" w14:textId="77777777" w:rsidR="009E4DD9" w:rsidRDefault="009E4DD9" w:rsidP="009E4DD9">
      <w:pPr>
        <w:pStyle w:val="ruler2"/>
        <w:widowControl/>
        <w:tabs>
          <w:tab w:val="clear" w:pos="4176"/>
          <w:tab w:val="left" w:pos="0"/>
          <w:tab w:val="left" w:pos="1296"/>
          <w:tab w:val="left" w:pos="5040"/>
        </w:tabs>
      </w:pPr>
    </w:p>
    <w:p w14:paraId="6A195D81" w14:textId="0D07778E" w:rsidR="006B2E4D" w:rsidRDefault="009E4DD9" w:rsidP="006B2E4D">
      <w:pPr>
        <w:pStyle w:val="Heading3"/>
      </w:pPr>
      <w:bookmarkStart w:id="63" w:name="_Toc16250577"/>
      <w:r>
        <w:t>1226.03 - Policy</w:t>
      </w:r>
      <w:bookmarkEnd w:id="63"/>
    </w:p>
    <w:p w14:paraId="2CF6A43D" w14:textId="77777777" w:rsidR="006B2E4D" w:rsidRDefault="006B2E4D" w:rsidP="009E4DD9">
      <w:pPr>
        <w:pStyle w:val="ruler2"/>
        <w:widowControl/>
        <w:tabs>
          <w:tab w:val="clear" w:pos="4176"/>
          <w:tab w:val="left" w:pos="0"/>
          <w:tab w:val="left" w:pos="1296"/>
          <w:tab w:val="left" w:pos="5040"/>
        </w:tabs>
      </w:pPr>
    </w:p>
    <w:p w14:paraId="67A5D08A" w14:textId="6A251DD7" w:rsidR="009E4DD9" w:rsidRDefault="009E4DD9" w:rsidP="009E4DD9">
      <w:pPr>
        <w:pStyle w:val="ruler2"/>
        <w:widowControl/>
        <w:tabs>
          <w:tab w:val="clear" w:pos="4176"/>
          <w:tab w:val="left" w:pos="0"/>
          <w:tab w:val="left" w:pos="1296"/>
          <w:tab w:val="left" w:pos="5040"/>
        </w:tabs>
      </w:pPr>
      <w:r>
        <w:t>Upon approval of organizational changes:</w:t>
      </w:r>
    </w:p>
    <w:p w14:paraId="71466248" w14:textId="72822952" w:rsidR="009E4DD9" w:rsidRDefault="009E4DD9" w:rsidP="00635460">
      <w:pPr>
        <w:pStyle w:val="NumberList1"/>
        <w:ind w:left="0"/>
      </w:pPr>
      <w:r>
        <w:t>1.  Notify affected employees and other units of the approval and provide any necessary instructions and timeframes for implementing the changes.</w:t>
      </w:r>
    </w:p>
    <w:p w14:paraId="7FFBC7B8" w14:textId="06782B79" w:rsidR="009E4DD9" w:rsidRDefault="009E4DD9" w:rsidP="00635460">
      <w:pPr>
        <w:pStyle w:val="NumberList1"/>
        <w:ind w:left="0"/>
      </w:pPr>
      <w:r>
        <w:t>2.  Revise direction in affected series, titles, chapters, and sections of the Forest Service Manual and Handbook to reflect new position titles, unit names, lines of authority, and assignment of responsibility.  Wherever possible, combine such changes with other needed amendments to achieve cost efficiencies.  However, issue all such amendments within 1 year of approval of organizational changes.</w:t>
      </w:r>
    </w:p>
    <w:p w14:paraId="5571ED1B" w14:textId="4B287E06" w:rsidR="009E4DD9" w:rsidRPr="006B2E4D" w:rsidRDefault="009E4DD9" w:rsidP="00635460">
      <w:pPr>
        <w:pStyle w:val="NumberList1"/>
        <w:ind w:left="0"/>
      </w:pPr>
      <w:r w:rsidRPr="006B2E4D">
        <w:t>3.  Notify and involve union representatives in impacts and implementation to the extent required by written labor management agreements.</w:t>
      </w:r>
    </w:p>
    <w:p w14:paraId="0EA1F5A9" w14:textId="77777777" w:rsidR="009E4DD9" w:rsidRDefault="009E4DD9" w:rsidP="009E4DD9">
      <w:pPr>
        <w:pStyle w:val="ruler2"/>
        <w:widowControl/>
        <w:tabs>
          <w:tab w:val="clear" w:pos="4176"/>
          <w:tab w:val="left" w:pos="0"/>
          <w:tab w:val="left" w:pos="1296"/>
          <w:tab w:val="left" w:pos="5040"/>
        </w:tabs>
      </w:pPr>
    </w:p>
    <w:p w14:paraId="765A077E" w14:textId="481BC294" w:rsidR="009E4DD9" w:rsidRDefault="009E4DD9" w:rsidP="009E4DD9">
      <w:pPr>
        <w:pStyle w:val="ruler2"/>
        <w:widowControl/>
        <w:tabs>
          <w:tab w:val="clear" w:pos="4176"/>
          <w:tab w:val="left" w:pos="0"/>
          <w:tab w:val="left" w:pos="1296"/>
          <w:tab w:val="left" w:pos="5040"/>
        </w:tabs>
      </w:pPr>
      <w:r>
        <w:t xml:space="preserve">The lines of authority and assignment of responsibility embodied in approved organizational changes are in effect upon the responsible </w:t>
      </w:r>
      <w:r w:rsidR="006B2E4D">
        <w:t>Line Officers</w:t>
      </w:r>
      <w:r>
        <w:t>'s official notice of implementation to affected employees.</w:t>
      </w:r>
    </w:p>
    <w:p w14:paraId="76DE6854" w14:textId="77777777" w:rsidR="009E4DD9" w:rsidRDefault="009E4DD9" w:rsidP="009E4DD9">
      <w:pPr>
        <w:pStyle w:val="ruler2"/>
        <w:widowControl/>
        <w:tabs>
          <w:tab w:val="clear" w:pos="4176"/>
          <w:tab w:val="left" w:pos="0"/>
          <w:tab w:val="left" w:pos="1296"/>
          <w:tab w:val="left" w:pos="5040"/>
        </w:tabs>
      </w:pPr>
    </w:p>
    <w:p w14:paraId="4D554C96" w14:textId="77777777" w:rsidR="009E4DD9" w:rsidRDefault="009E4DD9" w:rsidP="009E4DD9">
      <w:pPr>
        <w:pStyle w:val="ruler2"/>
        <w:widowControl/>
        <w:tabs>
          <w:tab w:val="clear" w:pos="4176"/>
          <w:tab w:val="left" w:pos="0"/>
          <w:tab w:val="left" w:pos="1296"/>
          <w:tab w:val="left" w:pos="5040"/>
        </w:tabs>
      </w:pPr>
      <w:r>
        <w:t>Because of the time it takes to issue these changes in the directive system, there will be discrepancies between the approved changes and the assignment of responsibility in the directive system.  Such discrepancies do not excuse personnel from operating under the approved changes or from carrying out new responsibilities and assignments in accordance with the approved changes.</w:t>
      </w:r>
    </w:p>
    <w:p w14:paraId="6B778771" w14:textId="4102956C" w:rsidR="006B2E4D" w:rsidRDefault="009E4DD9" w:rsidP="006B2E4D">
      <w:pPr>
        <w:pStyle w:val="Heading3"/>
      </w:pPr>
      <w:bookmarkStart w:id="64" w:name="_Toc16250578"/>
      <w:r>
        <w:t>1226.04 - Responsibility</w:t>
      </w:r>
      <w:bookmarkEnd w:id="64"/>
      <w:r>
        <w:t xml:space="preserve"> </w:t>
      </w:r>
    </w:p>
    <w:p w14:paraId="3A9353CC" w14:textId="77777777" w:rsidR="006B2E4D" w:rsidRDefault="006B2E4D" w:rsidP="009E4DD9">
      <w:pPr>
        <w:pStyle w:val="ruler2"/>
        <w:widowControl/>
        <w:tabs>
          <w:tab w:val="clear" w:pos="4176"/>
          <w:tab w:val="left" w:pos="0"/>
          <w:tab w:val="left" w:pos="1296"/>
          <w:tab w:val="left" w:pos="5040"/>
        </w:tabs>
      </w:pPr>
    </w:p>
    <w:p w14:paraId="198489AD" w14:textId="06540D4F" w:rsidR="009E4DD9" w:rsidRDefault="009E4DD9" w:rsidP="009E4DD9">
      <w:pPr>
        <w:pStyle w:val="ruler2"/>
        <w:widowControl/>
        <w:tabs>
          <w:tab w:val="clear" w:pos="4176"/>
          <w:tab w:val="left" w:pos="0"/>
          <w:tab w:val="left" w:pos="1296"/>
          <w:tab w:val="left" w:pos="5040"/>
        </w:tabs>
      </w:pPr>
      <w:r>
        <w:t xml:space="preserve">The </w:t>
      </w:r>
      <w:r w:rsidR="006B2E4D">
        <w:t>Line Officers</w:t>
      </w:r>
      <w:r>
        <w:t xml:space="preserve"> who heads the unit or organizational level receiving approval of organizational changes is responsible for ensuring implementation of the reorganization.</w:t>
      </w:r>
    </w:p>
    <w:p w14:paraId="1B2B21AF" w14:textId="3729CF43" w:rsidR="006B2E4D" w:rsidRPr="006B2E4D" w:rsidRDefault="009E4DD9" w:rsidP="006B2E4D">
      <w:pPr>
        <w:pStyle w:val="Heading2"/>
      </w:pPr>
      <w:bookmarkStart w:id="65" w:name="_Toc16250579"/>
      <w:r w:rsidRPr="006B2E4D">
        <w:t>1226.1 - Current Organization of Forest Service Units</w:t>
      </w:r>
      <w:bookmarkEnd w:id="65"/>
    </w:p>
    <w:p w14:paraId="0D27490A" w14:textId="77777777" w:rsidR="006B2E4D" w:rsidRDefault="006B2E4D" w:rsidP="009E4DD9">
      <w:pPr>
        <w:pStyle w:val="ruler2"/>
        <w:widowControl/>
        <w:tabs>
          <w:tab w:val="clear" w:pos="4176"/>
          <w:tab w:val="left" w:pos="0"/>
          <w:tab w:val="left" w:pos="1296"/>
          <w:tab w:val="left" w:pos="5040"/>
        </w:tabs>
      </w:pPr>
    </w:p>
    <w:p w14:paraId="4E6363D2" w14:textId="5010E705" w:rsidR="009E4DD9" w:rsidRDefault="009E4DD9" w:rsidP="009E4DD9">
      <w:pPr>
        <w:pStyle w:val="ruler2"/>
        <w:widowControl/>
        <w:tabs>
          <w:tab w:val="clear" w:pos="4176"/>
          <w:tab w:val="left" w:pos="0"/>
          <w:tab w:val="left" w:pos="1296"/>
          <w:tab w:val="left" w:pos="5040"/>
        </w:tabs>
      </w:pPr>
      <w:r>
        <w:t xml:space="preserve">In addition to amending direction throughout the directive system to reflect organizational changes, the responsible </w:t>
      </w:r>
      <w:r w:rsidR="006B2E4D">
        <w:t>Line Officers</w:t>
      </w:r>
      <w:r>
        <w:t xml:space="preserve"> at the Washington Office, Regional, Station, Area, Institute, and Forest levels shall promptly document major </w:t>
      </w:r>
      <w:r>
        <w:lastRenderedPageBreak/>
        <w:t>approved organizational changes at the appropriate code in this section.  Display of the approved organization chart(s) meets this requirement.  Do not include at these codes charts that document realignment of responsibilities within a single staff unit.</w:t>
      </w:r>
    </w:p>
    <w:p w14:paraId="76649712" w14:textId="695B1C98" w:rsidR="006B2E4D" w:rsidRDefault="009E4DD9" w:rsidP="006B2E4D">
      <w:pPr>
        <w:pStyle w:val="Heading3"/>
      </w:pPr>
      <w:bookmarkStart w:id="66" w:name="_Toc16250580"/>
      <w:r>
        <w:t>1226.11 - Washington Office Organization</w:t>
      </w:r>
      <w:bookmarkEnd w:id="66"/>
    </w:p>
    <w:p w14:paraId="241AD6A7" w14:textId="77777777" w:rsidR="006B2E4D" w:rsidRDefault="006B2E4D" w:rsidP="009E4DD9">
      <w:pPr>
        <w:pStyle w:val="ruler2"/>
        <w:widowControl/>
        <w:tabs>
          <w:tab w:val="clear" w:pos="4176"/>
          <w:tab w:val="left" w:pos="0"/>
          <w:tab w:val="left" w:pos="1296"/>
          <w:tab w:val="left" w:pos="5040"/>
        </w:tabs>
      </w:pPr>
    </w:p>
    <w:p w14:paraId="5A7F65BE" w14:textId="34A998E3" w:rsidR="009E4DD9" w:rsidRDefault="009E4DD9" w:rsidP="009E4DD9">
      <w:pPr>
        <w:pStyle w:val="ruler2"/>
        <w:widowControl/>
        <w:tabs>
          <w:tab w:val="clear" w:pos="4176"/>
          <w:tab w:val="left" w:pos="0"/>
          <w:tab w:val="left" w:pos="1296"/>
          <w:tab w:val="left" w:pos="5040"/>
        </w:tabs>
      </w:pPr>
      <w:r>
        <w:t>Exhibit 01 illustrates the current Washington Office organization.</w:t>
      </w:r>
    </w:p>
    <w:p w14:paraId="646F0343" w14:textId="77777777" w:rsidR="009E4DD9" w:rsidRDefault="009E4DD9" w:rsidP="009E4DD9">
      <w:pPr>
        <w:pStyle w:val="ruler2"/>
        <w:widowControl/>
        <w:tabs>
          <w:tab w:val="clear" w:pos="4176"/>
          <w:tab w:val="left" w:pos="0"/>
          <w:tab w:val="left" w:pos="1296"/>
          <w:tab w:val="left" w:pos="5040"/>
        </w:tabs>
      </w:pPr>
    </w:p>
    <w:p w14:paraId="11DD07FF" w14:textId="77777777" w:rsidR="009E4DD9" w:rsidRDefault="009E4DD9" w:rsidP="009E4DD9">
      <w:pPr>
        <w:pStyle w:val="ruler2"/>
        <w:widowControl/>
        <w:tabs>
          <w:tab w:val="clear" w:pos="4176"/>
          <w:tab w:val="left" w:pos="0"/>
          <w:tab w:val="left" w:pos="1296"/>
          <w:tab w:val="left" w:pos="5040"/>
        </w:tabs>
      </w:pPr>
    </w:p>
    <w:p w14:paraId="67886F44" w14:textId="77777777" w:rsidR="009E4DD9" w:rsidRDefault="009E4DD9" w:rsidP="009E4DD9">
      <w:pPr>
        <w:pStyle w:val="ruler2"/>
        <w:widowControl/>
        <w:tabs>
          <w:tab w:val="clear" w:pos="4176"/>
          <w:tab w:val="left" w:pos="0"/>
          <w:tab w:val="left" w:pos="1296"/>
          <w:tab w:val="left" w:pos="5040"/>
        </w:tabs>
        <w:jc w:val="center"/>
      </w:pPr>
      <w:r>
        <w:rPr>
          <w:b/>
          <w:bCs/>
        </w:rPr>
        <w:t>1226.11 - EXHIBIT 01 IS A SEPARATE DOCUMENT</w:t>
      </w:r>
      <w:r>
        <w:t>.</w:t>
      </w:r>
    </w:p>
    <w:p w14:paraId="7821754B" w14:textId="77777777" w:rsidR="009E4DD9" w:rsidRDefault="009E4DD9" w:rsidP="009E4DD9">
      <w:pPr>
        <w:pStyle w:val="ruler2"/>
        <w:widowControl/>
        <w:tabs>
          <w:tab w:val="clear" w:pos="4176"/>
          <w:tab w:val="left" w:pos="0"/>
          <w:tab w:val="left" w:pos="1296"/>
          <w:tab w:val="left" w:pos="5040"/>
        </w:tabs>
        <w:jc w:val="center"/>
      </w:pPr>
    </w:p>
    <w:p w14:paraId="369DA62C" w14:textId="77777777" w:rsidR="009E4DD9" w:rsidRDefault="009E4DD9" w:rsidP="009E4DD9">
      <w:pPr>
        <w:pStyle w:val="ruler2"/>
        <w:widowControl/>
        <w:tabs>
          <w:tab w:val="clear" w:pos="4176"/>
          <w:tab w:val="left" w:pos="0"/>
          <w:tab w:val="left" w:pos="1296"/>
          <w:tab w:val="left" w:pos="5040"/>
        </w:tabs>
        <w:jc w:val="center"/>
      </w:pPr>
    </w:p>
    <w:p w14:paraId="6764F524" w14:textId="37319160" w:rsidR="006B2E4D" w:rsidRDefault="009E4DD9" w:rsidP="006B2E4D">
      <w:pPr>
        <w:pStyle w:val="Heading3"/>
      </w:pPr>
      <w:bookmarkStart w:id="67" w:name="_Toc16250581"/>
      <w:r>
        <w:t>1226.12 - Region, Station, Area, and Institute Organization</w:t>
      </w:r>
      <w:bookmarkEnd w:id="67"/>
    </w:p>
    <w:p w14:paraId="2DB5EC28" w14:textId="77777777" w:rsidR="006B2E4D" w:rsidRDefault="006B2E4D" w:rsidP="009E4DD9">
      <w:pPr>
        <w:pStyle w:val="ruler2"/>
        <w:widowControl/>
        <w:tabs>
          <w:tab w:val="clear" w:pos="4176"/>
          <w:tab w:val="left" w:pos="0"/>
          <w:tab w:val="left" w:pos="1296"/>
          <w:tab w:val="left" w:pos="5040"/>
        </w:tabs>
      </w:pPr>
    </w:p>
    <w:p w14:paraId="58FCBD6D" w14:textId="271D64EF" w:rsidR="009E4DD9" w:rsidRDefault="009E4DD9" w:rsidP="009E4DD9">
      <w:pPr>
        <w:pStyle w:val="ruler2"/>
        <w:widowControl/>
        <w:tabs>
          <w:tab w:val="clear" w:pos="4176"/>
          <w:tab w:val="left" w:pos="0"/>
          <w:tab w:val="left" w:pos="1296"/>
          <w:tab w:val="left" w:pos="5040"/>
        </w:tabs>
      </w:pPr>
      <w:r>
        <w:t>Regional Foresters, Station Directors, Area Director, and Institute Director shall document major new organizational changes at this code.</w:t>
      </w:r>
    </w:p>
    <w:p w14:paraId="03A2D75C" w14:textId="3CBF027F" w:rsidR="006B2E4D" w:rsidRDefault="009E4DD9" w:rsidP="006B2E4D">
      <w:pPr>
        <w:pStyle w:val="Heading3"/>
      </w:pPr>
      <w:bookmarkStart w:id="68" w:name="_Toc16250582"/>
      <w:r>
        <w:t>1226.13 - National Forest Organization</w:t>
      </w:r>
      <w:bookmarkEnd w:id="68"/>
    </w:p>
    <w:p w14:paraId="606FD158" w14:textId="77777777" w:rsidR="006B2E4D" w:rsidRDefault="006B2E4D" w:rsidP="009E4DD9">
      <w:pPr>
        <w:pStyle w:val="ruler2"/>
        <w:widowControl/>
        <w:tabs>
          <w:tab w:val="clear" w:pos="4176"/>
          <w:tab w:val="left" w:pos="0"/>
          <w:tab w:val="left" w:pos="1296"/>
          <w:tab w:val="left" w:pos="5040"/>
        </w:tabs>
      </w:pPr>
    </w:p>
    <w:p w14:paraId="1E58CC4F" w14:textId="59E424EA" w:rsidR="009E4DD9" w:rsidRDefault="009E4DD9" w:rsidP="009E4DD9">
      <w:pPr>
        <w:pStyle w:val="ruler2"/>
        <w:widowControl/>
        <w:tabs>
          <w:tab w:val="clear" w:pos="4176"/>
          <w:tab w:val="left" w:pos="0"/>
          <w:tab w:val="left" w:pos="1296"/>
          <w:tab w:val="left" w:pos="5040"/>
        </w:tabs>
      </w:pPr>
      <w:r>
        <w:t>Forest Supervisors shall promptly document approved changes in organizational structures at this code.</w:t>
      </w:r>
    </w:p>
    <w:p w14:paraId="2D2EBC18" w14:textId="2258FC3D" w:rsidR="00CD6456" w:rsidRDefault="00CD6456" w:rsidP="00CD6456">
      <w:pPr>
        <w:pStyle w:val="Heading3"/>
      </w:pPr>
      <w:bookmarkStart w:id="69" w:name="_Toc16250583"/>
      <w:r>
        <w:t xml:space="preserve">1226.14 </w:t>
      </w:r>
      <w:r w:rsidR="00936A81">
        <w:t>–</w:t>
      </w:r>
      <w:r>
        <w:t xml:space="preserve">National Technology &amp; Development Program and the Geospatial Technology &amp; Applications Center </w:t>
      </w:r>
      <w:r w:rsidR="0034751B">
        <w:t>Directors</w:t>
      </w:r>
      <w:bookmarkEnd w:id="69"/>
    </w:p>
    <w:p w14:paraId="74F2B244" w14:textId="77777777" w:rsidR="00CD6456" w:rsidRDefault="00CD6456" w:rsidP="00CD6456">
      <w:pPr>
        <w:pStyle w:val="ruler2"/>
        <w:widowControl/>
        <w:tabs>
          <w:tab w:val="clear" w:pos="4176"/>
          <w:tab w:val="left" w:pos="0"/>
          <w:tab w:val="left" w:pos="1296"/>
          <w:tab w:val="left" w:pos="5040"/>
        </w:tabs>
      </w:pPr>
    </w:p>
    <w:p w14:paraId="1DADDAD5" w14:textId="04D24159" w:rsidR="00CD6456" w:rsidRDefault="00CD6456" w:rsidP="00CD6456">
      <w:pPr>
        <w:pStyle w:val="ruler2"/>
        <w:widowControl/>
        <w:tabs>
          <w:tab w:val="clear" w:pos="4176"/>
          <w:tab w:val="left" w:pos="0"/>
          <w:tab w:val="left" w:pos="1296"/>
          <w:tab w:val="left" w:pos="5040"/>
        </w:tabs>
      </w:pPr>
      <w:r>
        <w:t>The National Technology &amp; Development Program Director and the Geospatial Technology &amp; Applications Center Director shall promptly document approved changes in organizational structures at this code.</w:t>
      </w:r>
    </w:p>
    <w:p w14:paraId="5F6D00E3" w14:textId="77777777" w:rsidR="00EA47D4" w:rsidRPr="0091264E" w:rsidRDefault="00EA47D4" w:rsidP="0091264E">
      <w:pPr>
        <w:tabs>
          <w:tab w:val="left" w:pos="1943"/>
        </w:tabs>
      </w:pPr>
    </w:p>
    <w:sectPr w:rsidR="00EA47D4" w:rsidRPr="0091264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35CFF" w14:textId="77777777" w:rsidR="00985A7F" w:rsidRDefault="00985A7F">
      <w:r>
        <w:separator/>
      </w:r>
    </w:p>
  </w:endnote>
  <w:endnote w:type="continuationSeparator" w:id="0">
    <w:p w14:paraId="2B33D629" w14:textId="77777777" w:rsidR="00985A7F" w:rsidRDefault="00985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CenturySchlbk">
    <w:altName w:val="Century Schoolbook"/>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4DCF6" w14:textId="77777777" w:rsidR="00605FF2" w:rsidRDefault="00605F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DB58A" w14:textId="77777777" w:rsidR="00605FF2" w:rsidRDefault="00605F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4567C" w14:textId="77777777" w:rsidR="00605FF2" w:rsidRDefault="00605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03B20" w14:textId="77777777" w:rsidR="00985A7F" w:rsidRDefault="00985A7F">
      <w:r>
        <w:separator/>
      </w:r>
    </w:p>
  </w:footnote>
  <w:footnote w:type="continuationSeparator" w:id="0">
    <w:p w14:paraId="09CD8683" w14:textId="77777777" w:rsidR="00985A7F" w:rsidRDefault="00985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93D9" w14:textId="77777777" w:rsidR="00517880" w:rsidRDefault="00517880">
    <w:pPr>
      <w:pStyle w:val="Header"/>
      <w:framePr w:wrap="around" w:vAnchor="text" w:hAnchor="margin" w:xAlign="right" w:y="1"/>
    </w:pPr>
    <w:r>
      <w:fldChar w:fldCharType="begin"/>
    </w:r>
    <w:r>
      <w:instrText xml:space="preserve">PAGE  </w:instrText>
    </w:r>
    <w:r>
      <w:fldChar w:fldCharType="end"/>
    </w:r>
  </w:p>
  <w:p w14:paraId="4643BC3B" w14:textId="77777777" w:rsidR="00517880" w:rsidRDefault="005178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68"/>
      <w:gridCol w:w="2032"/>
    </w:tblGrid>
    <w:tr w:rsidR="00517880" w14:paraId="77C85C33" w14:textId="77777777">
      <w:tc>
        <w:tcPr>
          <w:tcW w:w="7488" w:type="dxa"/>
        </w:tcPr>
        <w:p w14:paraId="1AA69EB3" w14:textId="66B7D0CD" w:rsidR="00517880" w:rsidRDefault="00517880">
          <w:pPr>
            <w:pStyle w:val="Header"/>
            <w:ind w:right="360"/>
          </w:pPr>
          <w:r>
            <w:t xml:space="preserve">WO AMENDMENT  </w:t>
          </w:r>
          <w:r w:rsidR="00510940">
            <w:t>1200-2020-1</w:t>
          </w:r>
        </w:p>
        <w:p w14:paraId="0522FE6A" w14:textId="44B39B23" w:rsidR="00517880" w:rsidRDefault="00517880">
          <w:pPr>
            <w:pStyle w:val="Header"/>
          </w:pPr>
          <w:r>
            <w:t xml:space="preserve">EFFECTIVE DATE:   </w:t>
          </w:r>
          <w:r w:rsidR="004A71ED">
            <w:t>0</w:t>
          </w:r>
          <w:r w:rsidR="004A71ED">
            <w:rPr>
              <w:b/>
            </w:rPr>
            <w:t>8</w:t>
          </w:r>
          <w:r w:rsidR="004A71ED">
            <w:t>/</w:t>
          </w:r>
          <w:r w:rsidR="004A71ED">
            <w:rPr>
              <w:b/>
            </w:rPr>
            <w:t>18</w:t>
          </w:r>
          <w:r w:rsidR="004A71ED">
            <w:t>/2020</w:t>
          </w:r>
          <w:bookmarkStart w:id="70" w:name="_GoBack"/>
          <w:bookmarkEnd w:id="70"/>
        </w:p>
        <w:p w14:paraId="2A86E3A1" w14:textId="77777777" w:rsidR="00517880" w:rsidRDefault="00517880">
          <w:pPr>
            <w:pStyle w:val="Header"/>
          </w:pPr>
          <w:r>
            <w:t>DURATION:  This amendment is</w:t>
          </w:r>
          <w:r>
            <w:rPr>
              <w:rFonts w:ascii="Times New Roman" w:hAnsi="Times New Roman"/>
              <w:b/>
            </w:rPr>
            <w:t xml:space="preserve"> </w:t>
          </w:r>
          <w:r>
            <w:t>effective until superseded or removed.</w:t>
          </w:r>
        </w:p>
      </w:tc>
      <w:tc>
        <w:tcPr>
          <w:tcW w:w="2088" w:type="dxa"/>
        </w:tcPr>
        <w:p w14:paraId="13D75708" w14:textId="0D15B0C4" w:rsidR="00517880" w:rsidRDefault="00517880" w:rsidP="0091264E">
          <w:pPr>
            <w:pStyle w:val="Header"/>
          </w:pPr>
          <w:r>
            <w:t>1220</w:t>
          </w:r>
        </w:p>
        <w:p w14:paraId="47328295" w14:textId="77777777" w:rsidR="00517880" w:rsidRDefault="00517880">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510940">
            <w:rPr>
              <w:noProof/>
              <w:snapToGrid w:val="0"/>
            </w:rPr>
            <w:t>14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510940">
            <w:rPr>
              <w:noProof/>
              <w:snapToGrid w:val="0"/>
            </w:rPr>
            <w:t>40</w:t>
          </w:r>
          <w:r>
            <w:rPr>
              <w:snapToGrid w:val="0"/>
            </w:rPr>
            <w:fldChar w:fldCharType="end"/>
          </w:r>
          <w:r>
            <w:t xml:space="preserve"> </w:t>
          </w:r>
        </w:p>
      </w:tc>
    </w:tr>
    <w:tr w:rsidR="00517880" w14:paraId="25684D20" w14:textId="77777777">
      <w:tc>
        <w:tcPr>
          <w:tcW w:w="9576" w:type="dxa"/>
          <w:gridSpan w:val="2"/>
        </w:tcPr>
        <w:p w14:paraId="5C861B11" w14:textId="77777777" w:rsidR="00517880" w:rsidRDefault="00517880">
          <w:pPr>
            <w:pStyle w:val="Header2"/>
          </w:pPr>
        </w:p>
        <w:p w14:paraId="1FC955D6" w14:textId="77777777" w:rsidR="00517880" w:rsidRDefault="00517880" w:rsidP="0091264E">
          <w:pPr>
            <w:pStyle w:val="Header2"/>
          </w:pPr>
          <w:r>
            <w:t>FSM 1200 - organization</w:t>
          </w:r>
        </w:p>
        <w:p w14:paraId="09EEB37C" w14:textId="77777777" w:rsidR="00517880" w:rsidRDefault="00517880" w:rsidP="0091264E">
          <w:pPr>
            <w:pStyle w:val="Header2"/>
          </w:pPr>
          <w:r>
            <w:t>Chapter 1220 – organization and position management</w:t>
          </w:r>
        </w:p>
      </w:tc>
    </w:tr>
  </w:tbl>
  <w:p w14:paraId="2D639D7E" w14:textId="77777777" w:rsidR="00517880" w:rsidRDefault="00517880">
    <w:pPr>
      <w:pStyle w:val="Header"/>
    </w:pPr>
  </w:p>
  <w:p w14:paraId="619DAE95" w14:textId="77777777" w:rsidR="00517880" w:rsidRDefault="005178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7309"/>
      <w:gridCol w:w="2051"/>
    </w:tblGrid>
    <w:tr w:rsidR="00517880" w14:paraId="6159D9BF" w14:textId="77777777">
      <w:tc>
        <w:tcPr>
          <w:tcW w:w="7488" w:type="dxa"/>
        </w:tcPr>
        <w:p w14:paraId="1221394B" w14:textId="77777777" w:rsidR="00517880" w:rsidRDefault="00517880">
          <w:pPr>
            <w:pStyle w:val="Header"/>
          </w:pPr>
          <w:r>
            <w:t xml:space="preserve">  </w:t>
          </w:r>
        </w:p>
      </w:tc>
      <w:tc>
        <w:tcPr>
          <w:tcW w:w="2088" w:type="dxa"/>
        </w:tcPr>
        <w:p w14:paraId="1F9F9F21" w14:textId="4EE50379" w:rsidR="00517880" w:rsidRDefault="00517880" w:rsidP="0091264E">
          <w:pPr>
            <w:pStyle w:val="Header"/>
          </w:pPr>
          <w:r>
            <w:t>1220</w:t>
          </w:r>
        </w:p>
        <w:p w14:paraId="49A88742" w14:textId="77777777" w:rsidR="00517880" w:rsidRDefault="00517880">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510940">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510940">
            <w:rPr>
              <w:noProof/>
              <w:snapToGrid w:val="0"/>
            </w:rPr>
            <w:t>40</w:t>
          </w:r>
          <w:r>
            <w:rPr>
              <w:snapToGrid w:val="0"/>
            </w:rPr>
            <w:fldChar w:fldCharType="end"/>
          </w:r>
        </w:p>
      </w:tc>
    </w:tr>
  </w:tbl>
  <w:p w14:paraId="4F036E5F" w14:textId="77777777" w:rsidR="00517880" w:rsidRDefault="00517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68AF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20CD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2EC0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146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DC5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1F7C78"/>
    <w:multiLevelType w:val="hybridMultilevel"/>
    <w:tmpl w:val="224E5A8E"/>
    <w:lvl w:ilvl="0" w:tplc="8E664D26">
      <w:start w:val="1"/>
      <w:numFmt w:val="decimal"/>
      <w:suff w:val="spac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712787F"/>
    <w:multiLevelType w:val="hybridMultilevel"/>
    <w:tmpl w:val="224E5A8E"/>
    <w:lvl w:ilvl="0" w:tplc="8E664D26">
      <w:start w:val="1"/>
      <w:numFmt w:val="decimal"/>
      <w:suff w:val="spac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508"/>
    <w:rsid w:val="00000066"/>
    <w:rsid w:val="000040DF"/>
    <w:rsid w:val="000518C8"/>
    <w:rsid w:val="00057205"/>
    <w:rsid w:val="00071ED3"/>
    <w:rsid w:val="00093671"/>
    <w:rsid w:val="00164064"/>
    <w:rsid w:val="00170A3A"/>
    <w:rsid w:val="001865C0"/>
    <w:rsid w:val="001A26C5"/>
    <w:rsid w:val="00203366"/>
    <w:rsid w:val="00215350"/>
    <w:rsid w:val="00235A33"/>
    <w:rsid w:val="00271369"/>
    <w:rsid w:val="00294658"/>
    <w:rsid w:val="003246EF"/>
    <w:rsid w:val="0034751B"/>
    <w:rsid w:val="00385932"/>
    <w:rsid w:val="00446F67"/>
    <w:rsid w:val="0047241B"/>
    <w:rsid w:val="004A71ED"/>
    <w:rsid w:val="00510940"/>
    <w:rsid w:val="00517880"/>
    <w:rsid w:val="00537FB3"/>
    <w:rsid w:val="00554B22"/>
    <w:rsid w:val="00566A80"/>
    <w:rsid w:val="0057240E"/>
    <w:rsid w:val="005730AF"/>
    <w:rsid w:val="005C6741"/>
    <w:rsid w:val="005D1E51"/>
    <w:rsid w:val="005E0F37"/>
    <w:rsid w:val="005E59E9"/>
    <w:rsid w:val="00605FF2"/>
    <w:rsid w:val="0063469E"/>
    <w:rsid w:val="00635460"/>
    <w:rsid w:val="006915FC"/>
    <w:rsid w:val="00695FDB"/>
    <w:rsid w:val="006B2E4D"/>
    <w:rsid w:val="006C2FE9"/>
    <w:rsid w:val="0070153E"/>
    <w:rsid w:val="00735508"/>
    <w:rsid w:val="00791123"/>
    <w:rsid w:val="0081659D"/>
    <w:rsid w:val="0091264E"/>
    <w:rsid w:val="00936A81"/>
    <w:rsid w:val="009631CB"/>
    <w:rsid w:val="00985A7F"/>
    <w:rsid w:val="00993DE5"/>
    <w:rsid w:val="009A2935"/>
    <w:rsid w:val="009E4DD9"/>
    <w:rsid w:val="00A36357"/>
    <w:rsid w:val="00A5763C"/>
    <w:rsid w:val="00AD51FC"/>
    <w:rsid w:val="00BA16D8"/>
    <w:rsid w:val="00BB1483"/>
    <w:rsid w:val="00BE3BF8"/>
    <w:rsid w:val="00CD6456"/>
    <w:rsid w:val="00D23E8E"/>
    <w:rsid w:val="00D270D8"/>
    <w:rsid w:val="00D63DC9"/>
    <w:rsid w:val="00D90620"/>
    <w:rsid w:val="00DA5034"/>
    <w:rsid w:val="00E17FCE"/>
    <w:rsid w:val="00E651DE"/>
    <w:rsid w:val="00EA47D4"/>
    <w:rsid w:val="00F42657"/>
    <w:rsid w:val="00F5612A"/>
    <w:rsid w:val="00F60BAE"/>
    <w:rsid w:val="00FD2B3E"/>
    <w:rsid w:val="00FD4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81791"/>
  <w15:chartTrackingRefBased/>
  <w15:docId w15:val="{9E90130F-E8A8-480A-B655-4528824A2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outlineLvl w:val="0"/>
    </w:pPr>
    <w:rPr>
      <w:rFonts w:ascii="Arial" w:hAnsi="Arial" w:cs="Arial"/>
      <w:b/>
      <w:bCs/>
      <w:color w:val="0000FF"/>
      <w:kern w:val="32"/>
      <w:szCs w:val="32"/>
    </w:rPr>
  </w:style>
  <w:style w:type="paragraph" w:styleId="Heading2">
    <w:name w:val="heading 2"/>
    <w:basedOn w:val="Normal"/>
    <w:next w:val="Normal"/>
    <w:qFormat/>
    <w:pPr>
      <w:keepNext/>
      <w:spacing w:before="240"/>
      <w:outlineLvl w:val="1"/>
    </w:pPr>
    <w:rPr>
      <w:rFonts w:ascii="Arial" w:hAnsi="Arial" w:cs="Arial"/>
      <w:b/>
      <w:bCs/>
      <w:iCs/>
      <w:color w:val="0000FF"/>
      <w:szCs w:val="28"/>
    </w:rPr>
  </w:style>
  <w:style w:type="paragraph" w:styleId="Heading3">
    <w:name w:val="heading 3"/>
    <w:aliases w:val="Heading 3 Char2,Heading 3 Char1 Char"/>
    <w:basedOn w:val="Normal"/>
    <w:next w:val="Normal"/>
    <w:link w:val="Heading3Char"/>
    <w:qFormat/>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link w:val="TitleChapterChar"/>
    <w:pPr>
      <w:jc w:val="center"/>
    </w:pPr>
    <w:rPr>
      <w:rFonts w:ascii="Arial" w:hAnsi="Arial"/>
      <w:b/>
      <w:caps/>
      <w:color w:val="0000FF"/>
    </w:rPr>
  </w:style>
  <w:style w:type="paragraph" w:customStyle="1" w:styleId="Categories">
    <w:name w:val="Categories"/>
    <w:basedOn w:val="Normal"/>
    <w:link w:val="CategoriesChar"/>
    <w:rPr>
      <w:rFonts w:ascii="Arial" w:hAnsi="Arial"/>
      <w:b/>
      <w:color w:val="0000FF"/>
    </w:rPr>
  </w:style>
  <w:style w:type="paragraph" w:styleId="Header">
    <w:name w:val="header"/>
    <w:basedOn w:val="Normal"/>
    <w:link w:val="HeaderChar"/>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pPr>
      <w:jc w:val="center"/>
    </w:pPr>
    <w:rPr>
      <w:u w:val="single"/>
    </w:rPr>
  </w:style>
  <w:style w:type="paragraph" w:customStyle="1" w:styleId="NumberList1">
    <w:name w:val="Number List 1"/>
    <w:aliases w:val="2,3"/>
    <w:basedOn w:val="Normal"/>
    <w:link w:val="NumberList1Char"/>
    <w:rsid w:val="00EA47D4"/>
    <w:pPr>
      <w:spacing w:before="240"/>
      <w:ind w:left="720"/>
    </w:pPr>
  </w:style>
  <w:style w:type="paragraph" w:customStyle="1" w:styleId="NumberLista">
    <w:name w:val="Number List a"/>
    <w:aliases w:val="(1),(a)"/>
    <w:basedOn w:val="Normal"/>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pPr>
      <w:tabs>
        <w:tab w:val="center" w:pos="4320"/>
        <w:tab w:val="right" w:pos="8640"/>
      </w:tabs>
    </w:pPr>
  </w:style>
  <w:style w:type="paragraph" w:styleId="TOC1">
    <w:name w:val="toc 1"/>
    <w:basedOn w:val="Normal"/>
    <w:next w:val="Normal"/>
    <w:autoRedefine/>
    <w:uiPriority w:val="39"/>
    <w:pPr>
      <w:ind w:left="720" w:hanging="720"/>
    </w:pPr>
    <w:rPr>
      <w:rFonts w:ascii="Arial" w:hAnsi="Arial"/>
      <w:b/>
      <w:color w:val="0000FF"/>
    </w:rPr>
  </w:style>
  <w:style w:type="paragraph" w:styleId="TOC2">
    <w:name w:val="toc 2"/>
    <w:basedOn w:val="Normal"/>
    <w:next w:val="Normal"/>
    <w:autoRedefine/>
    <w:uiPriority w:val="39"/>
    <w:pPr>
      <w:ind w:left="965" w:hanging="720"/>
    </w:pPr>
  </w:style>
  <w:style w:type="paragraph" w:styleId="TOC3">
    <w:name w:val="toc 3"/>
    <w:basedOn w:val="Normal"/>
    <w:next w:val="Normal"/>
    <w:autoRedefine/>
    <w:uiPriority w:val="39"/>
    <w:pPr>
      <w:ind w:left="1195" w:hanging="720"/>
    </w:pPr>
  </w:style>
  <w:style w:type="character" w:customStyle="1" w:styleId="HeaderChar">
    <w:name w:val="Header Char"/>
    <w:basedOn w:val="DefaultParagraphFont"/>
    <w:link w:val="Header"/>
    <w:rsid w:val="0091264E"/>
    <w:rPr>
      <w:rFonts w:ascii="Arial" w:hAnsi="Arial"/>
      <w:sz w:val="16"/>
      <w:szCs w:val="24"/>
    </w:rPr>
  </w:style>
  <w:style w:type="character" w:customStyle="1" w:styleId="CategoriesChar">
    <w:name w:val="Categories Char"/>
    <w:basedOn w:val="DefaultParagraphFont"/>
    <w:link w:val="Categories"/>
    <w:locked/>
    <w:rsid w:val="0091264E"/>
    <w:rPr>
      <w:rFonts w:ascii="Arial" w:hAnsi="Arial"/>
      <w:b/>
      <w:color w:val="0000FF"/>
      <w:sz w:val="24"/>
      <w:szCs w:val="24"/>
    </w:rPr>
  </w:style>
  <w:style w:type="character" w:styleId="Hyperlink">
    <w:name w:val="Hyperlink"/>
    <w:basedOn w:val="DefaultParagraphFont"/>
    <w:uiPriority w:val="99"/>
    <w:rsid w:val="0091264E"/>
    <w:rPr>
      <w:color w:val="0000FF"/>
      <w:u w:val="single"/>
    </w:rPr>
  </w:style>
  <w:style w:type="character" w:customStyle="1" w:styleId="TitleChapterChar">
    <w:name w:val="Title_Chapter Char"/>
    <w:aliases w:val="or Part Char"/>
    <w:basedOn w:val="DefaultParagraphFont"/>
    <w:link w:val="TitleChapter"/>
    <w:locked/>
    <w:rsid w:val="0091264E"/>
    <w:rPr>
      <w:rFonts w:ascii="Arial" w:hAnsi="Arial"/>
      <w:b/>
      <w:caps/>
      <w:color w:val="0000FF"/>
      <w:sz w:val="24"/>
      <w:szCs w:val="24"/>
    </w:rPr>
  </w:style>
  <w:style w:type="character" w:customStyle="1" w:styleId="Heading3Char">
    <w:name w:val="Heading 3 Char"/>
    <w:aliases w:val="Heading 3 Char2 Char,Heading 3 Char1 Char Char"/>
    <w:basedOn w:val="DefaultParagraphFont"/>
    <w:link w:val="Heading3"/>
    <w:rsid w:val="0091264E"/>
    <w:rPr>
      <w:rFonts w:ascii="Arial" w:hAnsi="Arial" w:cs="Arial"/>
      <w:b/>
      <w:bCs/>
      <w:color w:val="0000FF"/>
      <w:sz w:val="24"/>
      <w:szCs w:val="26"/>
    </w:rPr>
  </w:style>
  <w:style w:type="character" w:customStyle="1" w:styleId="NumberList1Char">
    <w:name w:val="Number List 1 Char"/>
    <w:aliases w:val="2 Char,3 Char"/>
    <w:basedOn w:val="DefaultParagraphFont"/>
    <w:link w:val="NumberList1"/>
    <w:rsid w:val="0091264E"/>
    <w:rPr>
      <w:sz w:val="24"/>
      <w:szCs w:val="24"/>
    </w:rPr>
  </w:style>
  <w:style w:type="paragraph" w:styleId="BalloonText">
    <w:name w:val="Balloon Text"/>
    <w:basedOn w:val="Normal"/>
    <w:link w:val="BalloonTextChar"/>
    <w:uiPriority w:val="99"/>
    <w:semiHidden/>
    <w:unhideWhenUsed/>
    <w:rsid w:val="002946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658"/>
    <w:rPr>
      <w:rFonts w:ascii="Segoe UI" w:hAnsi="Segoe UI" w:cs="Segoe UI"/>
      <w:sz w:val="18"/>
      <w:szCs w:val="18"/>
    </w:rPr>
  </w:style>
  <w:style w:type="character" w:styleId="CommentReference">
    <w:name w:val="annotation reference"/>
    <w:basedOn w:val="DefaultParagraphFont"/>
    <w:uiPriority w:val="99"/>
    <w:semiHidden/>
    <w:unhideWhenUsed/>
    <w:rsid w:val="00294658"/>
    <w:rPr>
      <w:sz w:val="16"/>
      <w:szCs w:val="16"/>
    </w:rPr>
  </w:style>
  <w:style w:type="paragraph" w:styleId="CommentText">
    <w:name w:val="annotation text"/>
    <w:basedOn w:val="Normal"/>
    <w:link w:val="CommentTextChar"/>
    <w:uiPriority w:val="99"/>
    <w:semiHidden/>
    <w:unhideWhenUsed/>
    <w:rsid w:val="00294658"/>
    <w:rPr>
      <w:sz w:val="20"/>
      <w:szCs w:val="20"/>
    </w:rPr>
  </w:style>
  <w:style w:type="character" w:customStyle="1" w:styleId="CommentTextChar">
    <w:name w:val="Comment Text Char"/>
    <w:basedOn w:val="DefaultParagraphFont"/>
    <w:link w:val="CommentText"/>
    <w:uiPriority w:val="99"/>
    <w:semiHidden/>
    <w:rsid w:val="00294658"/>
  </w:style>
  <w:style w:type="paragraph" w:styleId="CommentSubject">
    <w:name w:val="annotation subject"/>
    <w:basedOn w:val="CommentText"/>
    <w:next w:val="CommentText"/>
    <w:link w:val="CommentSubjectChar"/>
    <w:uiPriority w:val="99"/>
    <w:semiHidden/>
    <w:unhideWhenUsed/>
    <w:rsid w:val="00294658"/>
    <w:rPr>
      <w:b/>
      <w:bCs/>
    </w:rPr>
  </w:style>
  <w:style w:type="character" w:customStyle="1" w:styleId="CommentSubjectChar">
    <w:name w:val="Comment Subject Char"/>
    <w:basedOn w:val="CommentTextChar"/>
    <w:link w:val="CommentSubject"/>
    <w:uiPriority w:val="99"/>
    <w:semiHidden/>
    <w:rsid w:val="00294658"/>
    <w:rPr>
      <w:b/>
      <w:bCs/>
    </w:rPr>
  </w:style>
  <w:style w:type="character" w:styleId="FollowedHyperlink">
    <w:name w:val="FollowedHyperlink"/>
    <w:basedOn w:val="DefaultParagraphFont"/>
    <w:uiPriority w:val="99"/>
    <w:semiHidden/>
    <w:unhideWhenUsed/>
    <w:rsid w:val="00D23E8E"/>
    <w:rPr>
      <w:color w:val="954F72" w:themeColor="followedHyperlink"/>
      <w:u w:val="single"/>
    </w:rPr>
  </w:style>
  <w:style w:type="paragraph" w:customStyle="1" w:styleId="ruler0">
    <w:name w:val="ruler 0"/>
    <w:basedOn w:val="Normal"/>
    <w:uiPriority w:val="99"/>
    <w:rsid w:val="009E4DD9"/>
    <w:pPr>
      <w:widowControl w:val="0"/>
      <w:tabs>
        <w:tab w:val="left" w:pos="576"/>
        <w:tab w:val="left" w:pos="1296"/>
        <w:tab w:val="left" w:pos="6336"/>
      </w:tabs>
      <w:autoSpaceDE w:val="0"/>
      <w:autoSpaceDN w:val="0"/>
      <w:adjustRightInd w:val="0"/>
    </w:pPr>
    <w:rPr>
      <w:rFonts w:ascii="NewCenturySchlbk" w:eastAsiaTheme="minorEastAsia" w:hAnsi="NewCenturySchlbk" w:cs="NewCenturySchlbk"/>
      <w:noProof/>
      <w:color w:val="000000"/>
    </w:rPr>
  </w:style>
  <w:style w:type="paragraph" w:customStyle="1" w:styleId="ruler1">
    <w:name w:val="ruler 1"/>
    <w:basedOn w:val="Normal"/>
    <w:uiPriority w:val="99"/>
    <w:rsid w:val="009E4DD9"/>
    <w:pPr>
      <w:widowControl w:val="0"/>
      <w:tabs>
        <w:tab w:val="left" w:pos="0"/>
        <w:tab w:val="left" w:pos="576"/>
        <w:tab w:val="left" w:pos="1296"/>
        <w:tab w:val="left" w:pos="6336"/>
      </w:tabs>
      <w:autoSpaceDE w:val="0"/>
      <w:autoSpaceDN w:val="0"/>
      <w:adjustRightInd w:val="0"/>
    </w:pPr>
    <w:rPr>
      <w:rFonts w:ascii="NewCenturySchlbk" w:eastAsiaTheme="minorEastAsia" w:hAnsi="NewCenturySchlbk" w:cs="NewCenturySchlbk"/>
      <w:noProof/>
      <w:color w:val="000000"/>
    </w:rPr>
  </w:style>
  <w:style w:type="paragraph" w:customStyle="1" w:styleId="ruler2">
    <w:name w:val="ruler 2"/>
    <w:basedOn w:val="Normal"/>
    <w:uiPriority w:val="99"/>
    <w:rsid w:val="009E4DD9"/>
    <w:pPr>
      <w:widowControl w:val="0"/>
      <w:tabs>
        <w:tab w:val="left" w:pos="576"/>
        <w:tab w:val="left" w:pos="4176"/>
      </w:tabs>
      <w:autoSpaceDE w:val="0"/>
      <w:autoSpaceDN w:val="0"/>
      <w:adjustRightInd w:val="0"/>
    </w:pPr>
    <w:rPr>
      <w:rFonts w:ascii="NewCenturySchlbk" w:eastAsiaTheme="minorEastAsia" w:hAnsi="NewCenturySchlbk" w:cs="NewCenturySchlbk"/>
      <w:noProof/>
      <w:color w:val="000000"/>
    </w:rPr>
  </w:style>
  <w:style w:type="paragraph" w:customStyle="1" w:styleId="ruler3">
    <w:name w:val="ruler 3"/>
    <w:basedOn w:val="Normal"/>
    <w:uiPriority w:val="99"/>
    <w:rsid w:val="009E4DD9"/>
    <w:pPr>
      <w:widowControl w:val="0"/>
      <w:tabs>
        <w:tab w:val="left" w:pos="0"/>
        <w:tab w:val="left" w:pos="576"/>
        <w:tab w:val="left" w:pos="4176"/>
      </w:tabs>
      <w:autoSpaceDE w:val="0"/>
      <w:autoSpaceDN w:val="0"/>
      <w:adjustRightInd w:val="0"/>
    </w:pPr>
    <w:rPr>
      <w:rFonts w:ascii="NewCenturySchlbk" w:eastAsiaTheme="minorEastAsia" w:hAnsi="NewCenturySchlbk" w:cs="NewCenturySchlbk"/>
      <w:noProof/>
      <w:color w:val="000000"/>
    </w:rPr>
  </w:style>
  <w:style w:type="paragraph" w:customStyle="1" w:styleId="ruler5">
    <w:name w:val="ruler 5"/>
    <w:basedOn w:val="Normal"/>
    <w:uiPriority w:val="99"/>
    <w:rsid w:val="009E4DD9"/>
    <w:pPr>
      <w:widowControl w:val="0"/>
      <w:tabs>
        <w:tab w:val="left" w:pos="0"/>
        <w:tab w:val="left" w:pos="576"/>
        <w:tab w:val="left" w:pos="1296"/>
        <w:tab w:val="left" w:pos="5616"/>
      </w:tabs>
      <w:autoSpaceDE w:val="0"/>
      <w:autoSpaceDN w:val="0"/>
      <w:adjustRightInd w:val="0"/>
    </w:pPr>
    <w:rPr>
      <w:rFonts w:ascii="NewCenturySchlbk" w:eastAsiaTheme="minorEastAsia" w:hAnsi="NewCenturySchlbk" w:cs="NewCenturySchlbk"/>
      <w:noProof/>
      <w:color w:val="000000"/>
    </w:rPr>
  </w:style>
  <w:style w:type="paragraph" w:customStyle="1" w:styleId="ruler6">
    <w:name w:val="ruler 6"/>
    <w:basedOn w:val="Normal"/>
    <w:uiPriority w:val="99"/>
    <w:rsid w:val="009E4DD9"/>
    <w:pPr>
      <w:widowControl w:val="0"/>
      <w:tabs>
        <w:tab w:val="left" w:pos="576"/>
        <w:tab w:val="left" w:pos="3024"/>
        <w:tab w:val="left" w:pos="5328"/>
      </w:tabs>
      <w:autoSpaceDE w:val="0"/>
      <w:autoSpaceDN w:val="0"/>
      <w:adjustRightInd w:val="0"/>
    </w:pPr>
    <w:rPr>
      <w:rFonts w:ascii="NewCenturySchlbk" w:eastAsiaTheme="minorEastAsia" w:hAnsi="NewCenturySchlbk" w:cs="NewCenturySchlbk"/>
      <w:noProof/>
      <w:color w:val="000000"/>
    </w:rPr>
  </w:style>
  <w:style w:type="paragraph" w:styleId="ListParagraph">
    <w:name w:val="List Paragraph"/>
    <w:basedOn w:val="Normal"/>
    <w:uiPriority w:val="34"/>
    <w:qFormat/>
    <w:rsid w:val="00BE3B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290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ewis\Documents\Documents\fsm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255DD-F2E3-4FBB-8EC9-409F9517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fsm_amendment.dot</Template>
  <TotalTime>3</TotalTime>
  <Pages>1</Pages>
  <Words>9814</Words>
  <Characters>55945</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Lewis, Tinathan A -FS</dc:creator>
  <cp:keywords/>
  <dc:description/>
  <cp:lastModifiedBy>Shoeb, Arif - FS</cp:lastModifiedBy>
  <cp:revision>7</cp:revision>
  <cp:lastPrinted>2019-09-19T16:16:00Z</cp:lastPrinted>
  <dcterms:created xsi:type="dcterms:W3CDTF">2020-07-22T20:41:00Z</dcterms:created>
  <dcterms:modified xsi:type="dcterms:W3CDTF">2020-09-02T18:56:00Z</dcterms:modified>
</cp:coreProperties>
</file>